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DF9" w:rsidRDefault="00C17DF9" w:rsidP="00C17DF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7DF9" w:rsidRDefault="00C17DF9" w:rsidP="00C17D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17DF9" w:rsidRDefault="00C17DF9" w:rsidP="00C17D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17DF9" w:rsidRDefault="00C17DF9" w:rsidP="00C17D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7DF9" w:rsidRDefault="00C17DF9" w:rsidP="00C17D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7DF9" w:rsidRDefault="00C17DF9" w:rsidP="00C17D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7DF9" w:rsidRDefault="00C17DF9" w:rsidP="00C17D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7DF9" w:rsidRDefault="00C17DF9" w:rsidP="00C17D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17DF9" w:rsidRDefault="00C17DF9" w:rsidP="00C17DF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17DF9" w:rsidRDefault="00C17DF9" w:rsidP="00C17D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17DF9" w:rsidRDefault="00C17DF9" w:rsidP="00C17D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17DF9" w:rsidRDefault="00C17DF9" w:rsidP="00C17D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7DF9" w:rsidRDefault="00C17DF9" w:rsidP="00C17D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17DF9" w:rsidRDefault="00C17DF9" w:rsidP="00C17D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7DF9" w:rsidRDefault="00C17DF9" w:rsidP="00C17D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17DF9" w:rsidRDefault="00C17DF9" w:rsidP="00C17DF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17DF9" w:rsidRDefault="00C17DF9" w:rsidP="00C17DF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№49</w:t>
      </w:r>
    </w:p>
    <w:p w:rsidR="00C17DF9" w:rsidRPr="00AF2E62" w:rsidRDefault="00C17DF9" w:rsidP="00C17DF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17DF9" w:rsidRPr="00AF2E62" w:rsidRDefault="00C17DF9" w:rsidP="00C17DF9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C17DF9" w:rsidRPr="00AF2E62" w:rsidRDefault="00C17DF9" w:rsidP="00C17D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C17DF9" w:rsidRPr="00AF2E62" w:rsidRDefault="00C17DF9" w:rsidP="00C17D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C17DF9" w:rsidRPr="00AF2E62" w:rsidRDefault="00C17DF9" w:rsidP="00C17D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Миколайчук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В.М.</w:t>
      </w:r>
    </w:p>
    <w:p w:rsidR="00C17DF9" w:rsidRPr="00AF2E62" w:rsidRDefault="00C17DF9" w:rsidP="00C17D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C17DF9" w:rsidRPr="00AF2E62" w:rsidRDefault="00C17DF9" w:rsidP="00C17D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22, 116, 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118, 121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Миколайчук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В.М.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C17DF9" w:rsidRPr="00D02250" w:rsidRDefault="00C17DF9" w:rsidP="00C17D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C17DF9" w:rsidRPr="00AF2E62" w:rsidRDefault="00C17DF9" w:rsidP="00C17D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Миколайчук  Валентині Миколаївні,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8F0198" w:rsidRPr="008F0198">
        <w:rPr>
          <w:rFonts w:ascii="Times New Roman" w:eastAsia="Calibri" w:hAnsi="Times New Roman" w:cs="Times New Roman"/>
          <w:sz w:val="24"/>
          <w:lang w:eastAsia="en-US"/>
        </w:rPr>
        <w:t>_</w:t>
      </w:r>
      <w:r w:rsidR="008F0198">
        <w:rPr>
          <w:rFonts w:ascii="Times New Roman" w:eastAsia="Calibri" w:hAnsi="Times New Roman" w:cs="Times New Roman"/>
          <w:sz w:val="24"/>
          <w:lang w:val="ru-RU" w:eastAsia="en-US"/>
        </w:rPr>
        <w:t>__________________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0,10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в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Головлі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C17DF9" w:rsidRPr="00AF2E62" w:rsidRDefault="00C17DF9" w:rsidP="00C17D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Миколайчук В.М.,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C17DF9" w:rsidRPr="00AF2E62" w:rsidRDefault="00C17DF9" w:rsidP="00C17DF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C17DF9" w:rsidRPr="00AF2E62" w:rsidRDefault="00C17DF9" w:rsidP="00C17DF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17DF9" w:rsidRPr="00AF2E62" w:rsidRDefault="00C17DF9" w:rsidP="00C17D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17DF9" w:rsidRDefault="00C17DF9" w:rsidP="00C17DF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17DF9" w:rsidRDefault="00C17DF9" w:rsidP="00C17DF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81511" w:rsidRPr="00C17DF9" w:rsidRDefault="00C17DF9" w:rsidP="00C17DF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B81511" w:rsidRPr="00C17DF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DF9"/>
    <w:rsid w:val="008F0198"/>
    <w:rsid w:val="00B81511"/>
    <w:rsid w:val="00C1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DF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17DF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17DF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17DF9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DF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17DF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17DF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17DF9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236</Words>
  <Characters>1347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2021-07-07T06:25:00Z</dcterms:created>
  <dcterms:modified xsi:type="dcterms:W3CDTF">2021-07-07T08:21:00Z</dcterms:modified>
</cp:coreProperties>
</file>