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90B" w:rsidRPr="00B623A8" w:rsidRDefault="00075F75" w:rsidP="0070690B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pict>
          <v:group 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kvuVIc2fSCDHEFXo+vaZmlnbLkSlnkj+eS62Ru&#10;Jul8XXKduKYXD2xHPpR0wNKdXVg2rsm1MtGWEubsmlwtmLQ0SAgue7dz5DcQeRaaWZykGdcUqoHh&#10;LCrbNblyhrmRPgWuybUDX1MnbkLX5AoaBvnq3RQaahcY+NLci9v84MRl7sr7fDfKprZzuY56HAOS&#10;2stLfQ8vhjzOXEegFHXkCh3hTC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LlqxpZjOsq12cFvpuPUfu2E1I4dZGOLS7HNrV+MD32YA4I++pkVyFoEyXe8FL5dfWy8Bqyv&#10;NTIEvcIaY6rxhEAoQB1dx0uqSd6huEDikxcKH6RNcpjF38dnoKMgOa08pIeq72VTCmlPKhnFKMEO&#10;cQqVzHvOic7YQD7V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BujbxZYnoAAG9ZBAAOAAAAAAAAAAAAAAAAAC4CAABkcnMvZTJv&#10;RG9jLnhtbFBLAQItABQABgAIAAAAIQCyHUyb4AAAAAoBAAAPAAAAAAAAAAAAAAAAALx8AABkcnMv&#10;ZG93bnJldi54bWxQSwUGAAAAAAQABADzAAAAyX0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0690B" w:rsidRDefault="0070690B" w:rsidP="0070690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690B" w:rsidRDefault="0070690B" w:rsidP="007069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                                                                    УКРАЇНА</w:t>
      </w:r>
    </w:p>
    <w:p w:rsidR="0070690B" w:rsidRDefault="0070690B" w:rsidP="0070690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690B" w:rsidRDefault="0070690B" w:rsidP="0070690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0690B" w:rsidRDefault="0070690B" w:rsidP="007069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690B" w:rsidRPr="00026454" w:rsidRDefault="0070690B" w:rsidP="0070690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№108</w:t>
      </w:r>
    </w:p>
    <w:p w:rsidR="0070690B" w:rsidRDefault="0070690B" w:rsidP="0070690B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0690B" w:rsidRDefault="0070690B" w:rsidP="0070690B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70690B" w:rsidRDefault="0070690B" w:rsidP="0070690B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технічної документації із землеустрою</w:t>
      </w:r>
    </w:p>
    <w:p w:rsidR="0070690B" w:rsidRDefault="0070690B" w:rsidP="0070690B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70690B" w:rsidRDefault="0070690B" w:rsidP="0070690B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70690B" w:rsidRDefault="0070690B" w:rsidP="0070690B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І.І.</w:t>
      </w:r>
    </w:p>
    <w:p w:rsidR="0070690B" w:rsidRDefault="0070690B" w:rsidP="0070690B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70690B" w:rsidRDefault="0070690B" w:rsidP="0070690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І.І.,сільська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</w:t>
      </w:r>
    </w:p>
    <w:p w:rsidR="0070690B" w:rsidRDefault="0070690B" w:rsidP="0070690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70690B" w:rsidRDefault="0070690B" w:rsidP="0070690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Івану Івановичу,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75F75" w:rsidRPr="00075F75">
        <w:rPr>
          <w:rFonts w:ascii="Times New Roman" w:eastAsia="Calibri" w:hAnsi="Times New Roman" w:cs="Times New Roman"/>
          <w:sz w:val="24"/>
        </w:rPr>
        <w:t>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площею 5,22 в умовних кадастрових гектарах, сертифікат на право на земельну частку (пай) серія ХМ №0318977,  для ведення товарного сільськогосподарського виробництва, земельна ділянка 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район, за межами населеного пункту с. Крупець.</w:t>
      </w:r>
    </w:p>
    <w:p w:rsidR="0070690B" w:rsidRDefault="0070690B" w:rsidP="0070690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2.Нікітчуку І.І.,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0690B" w:rsidRDefault="0070690B" w:rsidP="0070690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0690B" w:rsidRPr="0070690B" w:rsidRDefault="0070690B" w:rsidP="0070690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B258F2" w:rsidRPr="0070690B" w:rsidRDefault="0070690B" w:rsidP="0070690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258F2" w:rsidRPr="0070690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0690B"/>
    <w:rsid w:val="00075F75"/>
    <w:rsid w:val="00171A2E"/>
    <w:rsid w:val="00304C90"/>
    <w:rsid w:val="00505B6D"/>
    <w:rsid w:val="006D3977"/>
    <w:rsid w:val="0070690B"/>
    <w:rsid w:val="007D6C18"/>
    <w:rsid w:val="00B258F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90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0690B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0690B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0690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270</Words>
  <Characters>1542</Characters>
  <Application>Microsoft Office Word</Application>
  <DocSecurity>0</DocSecurity>
  <Lines>12</Lines>
  <Paragraphs>3</Paragraphs>
  <ScaleCrop>false</ScaleCrop>
  <Company>Microsoft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2020-12-02T07:15:00Z</dcterms:created>
  <dcterms:modified xsi:type="dcterms:W3CDTF">2020-12-02T07:22:00Z</dcterms:modified>
</cp:coreProperties>
</file>