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890" w:rsidRDefault="00954890" w:rsidP="009548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54890" w:rsidRPr="00954890" w:rsidRDefault="00954890" w:rsidP="00954890">
      <w:pPr>
        <w:rPr>
          <w:lang w:val="en-US"/>
        </w:rPr>
      </w:pPr>
    </w:p>
    <w:p w:rsidR="00954890" w:rsidRDefault="00954890" w:rsidP="00954890"/>
    <w:p w:rsidR="00954890" w:rsidRDefault="00954890" w:rsidP="009548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54890" w:rsidRDefault="00954890" w:rsidP="009548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54890" w:rsidRDefault="00954890" w:rsidP="009548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54890" w:rsidRDefault="00954890" w:rsidP="009548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54890" w:rsidRDefault="00954890" w:rsidP="009548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890" w:rsidRDefault="00954890" w:rsidP="009548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54890" w:rsidRDefault="00954890" w:rsidP="009548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54890" w:rsidRDefault="00954890" w:rsidP="0095489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54890" w:rsidRDefault="00954890" w:rsidP="0095489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4890" w:rsidRDefault="00954890" w:rsidP="0095489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954890" w:rsidRPr="00F30DAB" w:rsidRDefault="00954890" w:rsidP="00954890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954890" w:rsidRPr="00071979" w:rsidRDefault="00954890" w:rsidP="009548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97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954890" w:rsidRPr="00071979" w:rsidRDefault="00954890" w:rsidP="009548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954890" w:rsidRPr="00071979" w:rsidRDefault="00954890" w:rsidP="0095489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Самчук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954890" w:rsidRPr="00071979" w:rsidRDefault="00954890" w:rsidP="0095489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54890" w:rsidRPr="00071979" w:rsidRDefault="00954890" w:rsidP="0095489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07197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Н.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 xml:space="preserve">М.,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954890" w:rsidRPr="00071979" w:rsidRDefault="00954890" w:rsidP="0095489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954890" w:rsidRPr="00071979" w:rsidRDefault="00954890" w:rsidP="0095489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0,2037 га, яка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7197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>.</w:t>
      </w:r>
    </w:p>
    <w:p w:rsidR="00954890" w:rsidRPr="00071979" w:rsidRDefault="00954890" w:rsidP="0095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: </w:t>
      </w:r>
      <w:r w:rsidR="009B6C47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B6C47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07197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0,2037 га,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номер: 6823984700:01:016:0032, для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7197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>.</w:t>
      </w:r>
    </w:p>
    <w:p w:rsidR="00954890" w:rsidRPr="00071979" w:rsidRDefault="00954890" w:rsidP="0095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Н.М.,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1979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954890" w:rsidRPr="00071979" w:rsidRDefault="00954890" w:rsidP="0095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197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954890" w:rsidRPr="00071979" w:rsidRDefault="00954890" w:rsidP="0095489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4890" w:rsidRPr="00071979" w:rsidRDefault="00954890" w:rsidP="0095489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4890" w:rsidRDefault="00954890" w:rsidP="0095489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A91" w:rsidRDefault="00895A91"/>
    <w:sectPr w:rsidR="00895A91" w:rsidSect="00954890">
      <w:pgSz w:w="12240" w:h="15840"/>
      <w:pgMar w:top="1440" w:right="1440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890"/>
    <w:rsid w:val="00171A2E"/>
    <w:rsid w:val="00304C90"/>
    <w:rsid w:val="00505B6D"/>
    <w:rsid w:val="006D3977"/>
    <w:rsid w:val="007D6C18"/>
    <w:rsid w:val="00895A91"/>
    <w:rsid w:val="00954890"/>
    <w:rsid w:val="009B6C4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277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2020-06-23T13:05:00Z</dcterms:created>
  <dcterms:modified xsi:type="dcterms:W3CDTF">2020-06-23T15:39:00Z</dcterms:modified>
</cp:coreProperties>
</file>