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6647" w:rsidRDefault="00C36647" w:rsidP="00C36647">
      <w:pPr>
        <w:spacing w:after="0"/>
        <w:jc w:val="center"/>
        <w:rPr>
          <w:rFonts w:ascii="Times New Roman" w:hAnsi="Times New Roman" w:cs="Times New Roman"/>
          <w:sz w:val="24"/>
          <w:szCs w:val="24"/>
        </w:rPr>
      </w:pPr>
      <w:r>
        <w:rPr>
          <w:noProof/>
          <w:lang w:val="ru-RU" w:eastAsia="ru-RU"/>
        </w:rPr>
        <mc:AlternateContent>
          <mc:Choice Requires="wpg">
            <w:drawing>
              <wp:anchor distT="0" distB="0" distL="114300" distR="114300" simplePos="0" relativeHeight="251659264" behindDoc="0" locked="0" layoutInCell="1" allowOverlap="1">
                <wp:simplePos x="0" y="0"/>
                <wp:positionH relativeFrom="column">
                  <wp:posOffset>2840355</wp:posOffset>
                </wp:positionH>
                <wp:positionV relativeFrom="paragraph">
                  <wp:posOffset>0</wp:posOffset>
                </wp:positionV>
                <wp:extent cx="436880" cy="613410"/>
                <wp:effectExtent l="5715" t="5715" r="508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613410"/>
                          <a:chOff x="3834" y="994"/>
                          <a:chExt cx="1142" cy="1718"/>
                        </a:xfrm>
                      </wpg:grpSpPr>
                      <wps:wsp>
                        <wps:cNvPr id="2" name="Freeform 3"/>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5A03374" id="Группа 1" o:spid="_x0000_s1026" style="position:absolute;margin-left:223.65pt;margin-top:0;width:34.4pt;height:48.3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">
                <v:shape id="Freeform 3" o:spid="_x0000_s1027" style="position:absolute;left:4000;top:1125;width:810;height:1455;visibility:visible;mso-wrap-style:square;v-text-anchor:top" coordsize="8096,14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" fillcolor="black" stroked="f"/>
                <v:shape id="Freeform 24" o:spid="_x0000_s1048" style="position:absolute;left:3834;top:2172;width:40;height:163;visibility:visible;mso-wrap-style:square;v-text-anchor:top" coordsize="400,1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" fillcolor="black" stroked="f"/>
                <v:shape id="Freeform 31" o:spid="_x0000_s1055" style="position:absolute;left:3834;top:994;width:571;height:40;visibility:visible;mso-wrap-style:square;v-text-anchor:top" coordsize="571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" path="m201,4097r199,l400,,,,,4097r201,xe" fillcolor="black" stroked="f">
                  <v:path arrowok="t" o:connecttype="custom" o:connectlocs="20,410;40,410;40,0;0,0;0,410;20,410" o:connectangles="0,0,0,0,0,0"/>
                </v:shape>
              </v:group>
            </w:pict>
          </mc:Fallback>
        </mc:AlternateContent>
      </w:r>
    </w:p>
    <w:p w:rsidR="00C36647" w:rsidRDefault="00C36647" w:rsidP="00C36647"/>
    <w:p w:rsidR="00C36647" w:rsidRDefault="00C36647" w:rsidP="00C36647"/>
    <w:p w:rsidR="00C36647" w:rsidRDefault="00C36647" w:rsidP="00C366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C36647" w:rsidRDefault="00C36647" w:rsidP="00C366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C36647" w:rsidRDefault="00C36647" w:rsidP="00C366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C36647" w:rsidRDefault="00C36647" w:rsidP="00C366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C36647" w:rsidRDefault="00C36647" w:rsidP="00C36647">
      <w:pPr>
        <w:widowControl w:val="0"/>
        <w:autoSpaceDE w:val="0"/>
        <w:autoSpaceDN w:val="0"/>
        <w:adjustRightInd w:val="0"/>
        <w:spacing w:after="0"/>
        <w:jc w:val="center"/>
        <w:rPr>
          <w:rFonts w:ascii="Times New Roman" w:hAnsi="Times New Roman" w:cs="Times New Roman"/>
          <w:b/>
          <w:sz w:val="24"/>
          <w:szCs w:val="24"/>
        </w:rPr>
      </w:pPr>
    </w:p>
    <w:p w:rsidR="00C36647" w:rsidRDefault="00C36647" w:rsidP="00C36647">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Р І Ш Е Н </w:t>
      </w:r>
      <w:proofErr w:type="spellStart"/>
      <w:r>
        <w:rPr>
          <w:rFonts w:ascii="Times New Roman" w:hAnsi="Times New Roman" w:cs="Times New Roman"/>
          <w:b/>
          <w:sz w:val="24"/>
          <w:szCs w:val="24"/>
        </w:rPr>
        <w:t>Н</w:t>
      </w:r>
      <w:proofErr w:type="spellEnd"/>
      <w:r>
        <w:rPr>
          <w:rFonts w:ascii="Times New Roman" w:hAnsi="Times New Roman" w:cs="Times New Roman"/>
          <w:b/>
          <w:sz w:val="24"/>
          <w:szCs w:val="24"/>
        </w:rPr>
        <w:t xml:space="preserve"> Я</w:t>
      </w:r>
    </w:p>
    <w:p w:rsidR="00C36647" w:rsidRDefault="00C36647" w:rsidP="00C36647">
      <w:pPr>
        <w:spacing w:after="0"/>
        <w:jc w:val="center"/>
        <w:rPr>
          <w:rFonts w:ascii="Times New Roman" w:hAnsi="Times New Roman" w:cs="Times New Roman"/>
          <w:sz w:val="24"/>
          <w:szCs w:val="24"/>
        </w:rPr>
      </w:pPr>
    </w:p>
    <w:p w:rsidR="00C36647" w:rsidRDefault="00C36647" w:rsidP="00C36647">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C36647" w:rsidRDefault="00C36647" w:rsidP="00C36647">
      <w:pPr>
        <w:shd w:val="clear" w:color="auto" w:fill="FFFFFF"/>
        <w:spacing w:before="100" w:beforeAutospacing="1" w:after="0"/>
        <w:jc w:val="center"/>
        <w:rPr>
          <w:rFonts w:ascii="Times New Roman" w:hAnsi="Times New Roman" w:cs="Times New Roman"/>
          <w:sz w:val="24"/>
          <w:szCs w:val="24"/>
          <w:lang w:val="ru-RU"/>
        </w:rPr>
      </w:pPr>
      <w:r>
        <w:rPr>
          <w:rFonts w:ascii="Times New Roman" w:hAnsi="Times New Roman" w:cs="Times New Roman"/>
          <w:sz w:val="24"/>
          <w:szCs w:val="24"/>
        </w:rPr>
        <w:t>___.04.2020  року                                    Крупець                                                   №</w:t>
      </w:r>
    </w:p>
    <w:p w:rsidR="00C36647" w:rsidRDefault="00C36647" w:rsidP="00C36647">
      <w:pPr>
        <w:widowControl w:val="0"/>
        <w:autoSpaceDE w:val="0"/>
        <w:autoSpaceDN w:val="0"/>
        <w:adjustRightInd w:val="0"/>
        <w:spacing w:after="0"/>
        <w:jc w:val="both"/>
        <w:rPr>
          <w:rFonts w:ascii="Times New Roman" w:hAnsi="Times New Roman"/>
          <w:sz w:val="24"/>
          <w:szCs w:val="24"/>
        </w:rPr>
      </w:pPr>
    </w:p>
    <w:p w:rsidR="00C36647" w:rsidRDefault="00C36647" w:rsidP="00C36647">
      <w:pPr>
        <w:widowControl w:val="0"/>
        <w:autoSpaceDE w:val="0"/>
        <w:autoSpaceDN w:val="0"/>
        <w:adjustRightInd w:val="0"/>
        <w:spacing w:after="0"/>
        <w:jc w:val="both"/>
        <w:rPr>
          <w:rFonts w:ascii="Times New Roman" w:hAnsi="Times New Roman" w:cs="Times New Roman"/>
          <w:sz w:val="24"/>
          <w:szCs w:val="24"/>
        </w:rPr>
      </w:pPr>
    </w:p>
    <w:p w:rsidR="00C36647" w:rsidRDefault="00C36647" w:rsidP="00C36647">
      <w:pPr>
        <w:spacing w:after="0"/>
        <w:rPr>
          <w:rFonts w:ascii="Times New Roman" w:hAnsi="Times New Roman" w:cs="Times New Roman"/>
          <w:b/>
          <w:bCs/>
          <w:iCs/>
          <w:sz w:val="24"/>
          <w:szCs w:val="24"/>
        </w:rPr>
      </w:pPr>
      <w:r>
        <w:rPr>
          <w:rFonts w:ascii="Times New Roman" w:hAnsi="Times New Roman" w:cs="Times New Roman"/>
          <w:b/>
          <w:bCs/>
          <w:iCs/>
          <w:sz w:val="24"/>
          <w:szCs w:val="24"/>
        </w:rPr>
        <w:t>Про затвердження Положення</w:t>
      </w:r>
    </w:p>
    <w:p w:rsidR="00C36647" w:rsidRDefault="00C36647" w:rsidP="00C36647">
      <w:pPr>
        <w:spacing w:after="0"/>
        <w:rPr>
          <w:rFonts w:ascii="Times New Roman" w:hAnsi="Times New Roman" w:cs="Times New Roman"/>
          <w:b/>
          <w:bCs/>
          <w:iCs/>
          <w:sz w:val="24"/>
          <w:szCs w:val="24"/>
        </w:rPr>
      </w:pPr>
      <w:r>
        <w:rPr>
          <w:rFonts w:ascii="Times New Roman" w:hAnsi="Times New Roman" w:cs="Times New Roman"/>
          <w:b/>
          <w:bCs/>
          <w:iCs/>
          <w:sz w:val="24"/>
          <w:szCs w:val="24"/>
        </w:rPr>
        <w:t>про резервний фонд сільського бюджету</w:t>
      </w:r>
    </w:p>
    <w:p w:rsidR="00C36647" w:rsidRDefault="00C36647" w:rsidP="00C36647">
      <w:pPr>
        <w:spacing w:after="0"/>
        <w:rPr>
          <w:rFonts w:ascii="Times New Roman" w:hAnsi="Times New Roman" w:cs="Times New Roman"/>
          <w:sz w:val="24"/>
          <w:szCs w:val="24"/>
        </w:rPr>
      </w:pPr>
    </w:p>
    <w:p w:rsidR="00C36647" w:rsidRDefault="00C36647" w:rsidP="00C36647">
      <w:pPr>
        <w:spacing w:after="0"/>
        <w:ind w:firstLine="708"/>
        <w:jc w:val="both"/>
        <w:rPr>
          <w:rFonts w:ascii="Times New Roman" w:hAnsi="Times New Roman" w:cs="Times New Roman"/>
          <w:sz w:val="24"/>
          <w:szCs w:val="24"/>
        </w:rPr>
      </w:pPr>
      <w:r>
        <w:rPr>
          <w:rFonts w:ascii="Times New Roman" w:hAnsi="Times New Roman" w:cs="Times New Roman"/>
          <w:sz w:val="24"/>
          <w:szCs w:val="24"/>
        </w:rPr>
        <w:t>Відповідно до статті 24 Бюджетного кодексу України, статті 26, 59 Закону України «Про місцеве самоврядування в Україні», постанови Кабінету Міністрів України від 29 березня 2002 року №415 «</w:t>
      </w:r>
      <w:r>
        <w:rPr>
          <w:rFonts w:ascii="Times New Roman" w:hAnsi="Times New Roman" w:cs="Times New Roman"/>
          <w:bCs/>
          <w:sz w:val="24"/>
          <w:szCs w:val="24"/>
          <w:shd w:val="clear" w:color="auto" w:fill="FFFFFF"/>
        </w:rPr>
        <w:t>Про затвердження Порядку використання коштів резервного фонду бюджету</w:t>
      </w:r>
      <w:r>
        <w:rPr>
          <w:rFonts w:ascii="Times New Roman" w:hAnsi="Times New Roman" w:cs="Times New Roman"/>
          <w:sz w:val="24"/>
          <w:szCs w:val="24"/>
        </w:rPr>
        <w:t xml:space="preserve">», сільська рада </w:t>
      </w:r>
    </w:p>
    <w:p w:rsidR="00C36647" w:rsidRDefault="00C36647" w:rsidP="00C36647">
      <w:pPr>
        <w:spacing w:after="0"/>
        <w:ind w:firstLine="708"/>
        <w:jc w:val="both"/>
        <w:rPr>
          <w:rFonts w:ascii="Times New Roman" w:hAnsi="Times New Roman" w:cs="Times New Roman"/>
          <w:sz w:val="24"/>
          <w:szCs w:val="24"/>
        </w:rPr>
      </w:pPr>
      <w:r>
        <w:rPr>
          <w:rFonts w:ascii="Times New Roman" w:hAnsi="Times New Roman" w:cs="Times New Roman"/>
          <w:sz w:val="24"/>
          <w:szCs w:val="24"/>
        </w:rPr>
        <w:t>ВИРІШИЛА:</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1. Затвердити Положення про резервний фонд сільського бюджету (додаток додається).</w:t>
      </w:r>
    </w:p>
    <w:p w:rsidR="00C36647" w:rsidRDefault="00C36647" w:rsidP="00C36647">
      <w:pPr>
        <w:ind w:firstLine="567"/>
        <w:jc w:val="both"/>
        <w:rPr>
          <w:rFonts w:ascii="Times New Roman" w:hAnsi="Times New Roman" w:cs="Times New Roman"/>
          <w:sz w:val="24"/>
          <w:szCs w:val="24"/>
        </w:rPr>
      </w:pPr>
      <w:r>
        <w:rPr>
          <w:rFonts w:ascii="Times New Roman" w:hAnsi="Times New Roman" w:cs="Times New Roman"/>
          <w:sz w:val="24"/>
          <w:szCs w:val="24"/>
        </w:rPr>
        <w:t>2. Контроль за виконанням цього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w:t>
      </w:r>
      <w:proofErr w:type="spellStart"/>
      <w:r>
        <w:rPr>
          <w:rFonts w:ascii="Times New Roman" w:hAnsi="Times New Roman" w:cs="Times New Roman"/>
          <w:sz w:val="24"/>
          <w:szCs w:val="24"/>
        </w:rPr>
        <w:t>О.В.Качаровська</w:t>
      </w:r>
      <w:proofErr w:type="spellEnd"/>
      <w:r>
        <w:rPr>
          <w:rFonts w:ascii="Times New Roman" w:hAnsi="Times New Roman" w:cs="Times New Roman"/>
          <w:sz w:val="24"/>
          <w:szCs w:val="24"/>
        </w:rPr>
        <w:t xml:space="preserve">), а організацію виконання на начальника відділу фінансів  </w:t>
      </w:r>
      <w:proofErr w:type="spellStart"/>
      <w:r>
        <w:rPr>
          <w:rFonts w:ascii="Times New Roman" w:hAnsi="Times New Roman" w:cs="Times New Roman"/>
          <w:sz w:val="24"/>
          <w:szCs w:val="24"/>
        </w:rPr>
        <w:t>Голубовську</w:t>
      </w:r>
      <w:proofErr w:type="spellEnd"/>
      <w:r>
        <w:rPr>
          <w:rFonts w:ascii="Times New Roman" w:hAnsi="Times New Roman" w:cs="Times New Roman"/>
          <w:sz w:val="24"/>
          <w:szCs w:val="24"/>
        </w:rPr>
        <w:t xml:space="preserve"> О.М.</w:t>
      </w:r>
    </w:p>
    <w:p w:rsidR="00C36647" w:rsidRDefault="00C36647" w:rsidP="00C36647">
      <w:pPr>
        <w:ind w:firstLine="567"/>
        <w:jc w:val="both"/>
        <w:rPr>
          <w:rFonts w:ascii="Times New Roman" w:hAnsi="Times New Roman" w:cs="Times New Roman"/>
          <w:sz w:val="24"/>
          <w:szCs w:val="24"/>
        </w:rPr>
      </w:pPr>
    </w:p>
    <w:p w:rsidR="00C36647" w:rsidRDefault="00C36647" w:rsidP="00C36647">
      <w:pPr>
        <w:ind w:firstLine="567"/>
        <w:jc w:val="both"/>
        <w:rPr>
          <w:rFonts w:ascii="Times New Roman" w:hAnsi="Times New Roman" w:cs="Times New Roman"/>
          <w:sz w:val="24"/>
          <w:szCs w:val="24"/>
        </w:rPr>
      </w:pPr>
    </w:p>
    <w:p w:rsidR="00C36647" w:rsidRDefault="00C36647" w:rsidP="00C36647">
      <w:pPr>
        <w:ind w:firstLine="567"/>
        <w:jc w:val="both"/>
        <w:rPr>
          <w:rFonts w:ascii="Times New Roman" w:hAnsi="Times New Roman" w:cs="Times New Roman"/>
          <w:sz w:val="24"/>
          <w:szCs w:val="24"/>
        </w:rPr>
      </w:pPr>
    </w:p>
    <w:p w:rsidR="00C36647" w:rsidRDefault="00C36647" w:rsidP="00C36647">
      <w:pPr>
        <w:jc w:val="both"/>
        <w:rPr>
          <w:rFonts w:ascii="Times New Roman" w:hAnsi="Times New Roman" w:cs="Times New Roman"/>
          <w:sz w:val="24"/>
          <w:szCs w:val="24"/>
        </w:rPr>
      </w:pPr>
      <w:r>
        <w:rPr>
          <w:rFonts w:ascii="Times New Roman" w:hAnsi="Times New Roman" w:cs="Times New Roman"/>
          <w:sz w:val="24"/>
          <w:szCs w:val="24"/>
        </w:rPr>
        <w:t xml:space="preserve">Сільський голова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roofErr w:type="spellStart"/>
      <w:r>
        <w:rPr>
          <w:rFonts w:ascii="Times New Roman" w:hAnsi="Times New Roman" w:cs="Times New Roman"/>
          <w:sz w:val="24"/>
          <w:szCs w:val="24"/>
        </w:rPr>
        <w:t>В.А.Михалюк</w:t>
      </w:r>
      <w:proofErr w:type="spellEnd"/>
    </w:p>
    <w:p w:rsidR="00C36647" w:rsidRDefault="00C36647" w:rsidP="00C36647">
      <w:pPr>
        <w:pStyle w:val="ShapkaDocumentu"/>
        <w:spacing w:after="0" w:line="276" w:lineRule="auto"/>
        <w:ind w:left="5664" w:firstLine="708"/>
        <w:jc w:val="both"/>
        <w:rPr>
          <w:rFonts w:ascii="Times New Roman" w:hAnsi="Times New Roman"/>
          <w:noProof/>
          <w:sz w:val="24"/>
          <w:szCs w:val="24"/>
        </w:rPr>
      </w:pPr>
      <w:r>
        <w:rPr>
          <w:rFonts w:ascii="Times New Roman" w:hAnsi="Times New Roman"/>
          <w:sz w:val="24"/>
          <w:szCs w:val="24"/>
        </w:rPr>
        <w:br w:type="page"/>
      </w:r>
      <w:r>
        <w:rPr>
          <w:rFonts w:ascii="Times New Roman" w:hAnsi="Times New Roman"/>
          <w:sz w:val="24"/>
          <w:szCs w:val="24"/>
        </w:rPr>
        <w:lastRenderedPageBreak/>
        <w:t xml:space="preserve"> Додаток</w:t>
      </w:r>
    </w:p>
    <w:p w:rsidR="00C36647" w:rsidRDefault="00C36647" w:rsidP="00C36647">
      <w:pPr>
        <w:pStyle w:val="ShapkaDocumentu"/>
        <w:spacing w:after="0" w:line="276" w:lineRule="auto"/>
        <w:jc w:val="both"/>
        <w:rPr>
          <w:rFonts w:ascii="Times New Roman" w:hAnsi="Times New Roman"/>
          <w:noProof/>
          <w:sz w:val="24"/>
          <w:szCs w:val="24"/>
        </w:rPr>
      </w:pPr>
      <w:r>
        <w:rPr>
          <w:rFonts w:ascii="Times New Roman" w:hAnsi="Times New Roman"/>
          <w:noProof/>
          <w:sz w:val="24"/>
          <w:szCs w:val="24"/>
        </w:rPr>
        <w:t xml:space="preserve">                                   до рішення Крупецької                     </w:t>
      </w:r>
    </w:p>
    <w:p w:rsidR="00C36647" w:rsidRDefault="00C36647" w:rsidP="00C36647">
      <w:pPr>
        <w:pStyle w:val="ShapkaDocumentu"/>
        <w:spacing w:after="0" w:line="276" w:lineRule="auto"/>
        <w:jc w:val="both"/>
        <w:rPr>
          <w:rFonts w:ascii="Times New Roman" w:hAnsi="Times New Roman"/>
          <w:b/>
          <w:noProof/>
          <w:sz w:val="24"/>
          <w:szCs w:val="24"/>
        </w:rPr>
      </w:pPr>
      <w:r>
        <w:rPr>
          <w:rFonts w:ascii="Times New Roman" w:hAnsi="Times New Roman"/>
          <w:noProof/>
          <w:sz w:val="24"/>
          <w:szCs w:val="24"/>
        </w:rPr>
        <w:t xml:space="preserve">                                   сільської ради </w:t>
      </w:r>
    </w:p>
    <w:p w:rsidR="00C36647" w:rsidRDefault="00C36647" w:rsidP="00C36647">
      <w:pPr>
        <w:pStyle w:val="ShapkaDocumentu"/>
        <w:spacing w:after="0" w:line="276" w:lineRule="auto"/>
        <w:ind w:left="5664" w:firstLine="708"/>
        <w:jc w:val="both"/>
        <w:rPr>
          <w:rFonts w:ascii="Times New Roman" w:hAnsi="Times New Roman"/>
          <w:sz w:val="24"/>
          <w:szCs w:val="24"/>
        </w:rPr>
      </w:pPr>
      <w:r>
        <w:rPr>
          <w:rFonts w:ascii="Times New Roman" w:hAnsi="Times New Roman"/>
          <w:noProof/>
          <w:sz w:val="24"/>
          <w:szCs w:val="24"/>
        </w:rPr>
        <w:t xml:space="preserve"> від __.__.2020 р. № __</w:t>
      </w:r>
    </w:p>
    <w:p w:rsidR="00C36647" w:rsidRDefault="00C36647" w:rsidP="00C36647">
      <w:pPr>
        <w:spacing w:after="0"/>
        <w:jc w:val="center"/>
        <w:rPr>
          <w:rFonts w:ascii="Times New Roman" w:hAnsi="Times New Roman" w:cs="Times New Roman"/>
          <w:sz w:val="24"/>
          <w:szCs w:val="24"/>
        </w:rPr>
      </w:pPr>
    </w:p>
    <w:p w:rsidR="00C36647" w:rsidRDefault="00C36647" w:rsidP="00C36647">
      <w:pPr>
        <w:spacing w:after="0"/>
        <w:jc w:val="center"/>
        <w:rPr>
          <w:rFonts w:ascii="Times New Roman" w:hAnsi="Times New Roman" w:cs="Times New Roman"/>
          <w:sz w:val="24"/>
          <w:szCs w:val="24"/>
        </w:rPr>
      </w:pPr>
      <w:r>
        <w:rPr>
          <w:rFonts w:ascii="Times New Roman" w:hAnsi="Times New Roman" w:cs="Times New Roman"/>
          <w:sz w:val="24"/>
          <w:szCs w:val="24"/>
        </w:rPr>
        <w:t>Положення</w:t>
      </w:r>
    </w:p>
    <w:p w:rsidR="00C36647" w:rsidRDefault="00C36647" w:rsidP="00C36647">
      <w:pPr>
        <w:spacing w:after="0"/>
        <w:jc w:val="center"/>
        <w:rPr>
          <w:rFonts w:ascii="Times New Roman" w:hAnsi="Times New Roman" w:cs="Times New Roman"/>
          <w:sz w:val="24"/>
          <w:szCs w:val="24"/>
        </w:rPr>
      </w:pPr>
      <w:r>
        <w:rPr>
          <w:rFonts w:ascii="Times New Roman" w:hAnsi="Times New Roman" w:cs="Times New Roman"/>
          <w:sz w:val="24"/>
          <w:szCs w:val="24"/>
        </w:rPr>
        <w:t xml:space="preserve">про резервний фонд сільського бюджету </w:t>
      </w:r>
    </w:p>
    <w:p w:rsidR="00C36647" w:rsidRDefault="00C36647" w:rsidP="00C36647">
      <w:pPr>
        <w:spacing w:after="0"/>
        <w:rPr>
          <w:rFonts w:ascii="Times New Roman" w:hAnsi="Times New Roman" w:cs="Times New Roman"/>
          <w:sz w:val="24"/>
          <w:szCs w:val="24"/>
        </w:rPr>
      </w:pPr>
    </w:p>
    <w:p w:rsidR="00C36647" w:rsidRDefault="00C36647" w:rsidP="00C36647">
      <w:pPr>
        <w:spacing w:after="0"/>
        <w:jc w:val="center"/>
        <w:rPr>
          <w:rFonts w:ascii="Times New Roman" w:hAnsi="Times New Roman" w:cs="Times New Roman"/>
          <w:b/>
          <w:sz w:val="24"/>
          <w:szCs w:val="24"/>
        </w:rPr>
      </w:pPr>
      <w:r>
        <w:rPr>
          <w:rFonts w:ascii="Times New Roman" w:hAnsi="Times New Roman" w:cs="Times New Roman"/>
          <w:b/>
          <w:sz w:val="24"/>
          <w:szCs w:val="24"/>
        </w:rPr>
        <w:t>1. Загальні положення</w:t>
      </w:r>
    </w:p>
    <w:p w:rsidR="00C36647" w:rsidRDefault="00C36647" w:rsidP="00C36647">
      <w:pPr>
        <w:spacing w:after="0"/>
        <w:jc w:val="center"/>
        <w:rPr>
          <w:rFonts w:ascii="Times New Roman" w:hAnsi="Times New Roman" w:cs="Times New Roman"/>
          <w:b/>
          <w:sz w:val="24"/>
          <w:szCs w:val="24"/>
        </w:rPr>
      </w:pP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1.1. Це положення визначає порядок утворення резервного фонду сільського бюджету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(далі – резервний фонд), напрями використання коштів резервного фонду, і встановлює процедури, пов’язані з виділенням коштів резервного фонду та звітування про їх використання.</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1.2. Резервний фонд формується для здійснення непередбачених видатків, що не мають постійного характеру і не могли бути передбачені під час складання проекту сільського бюджету на відповідний бюджетний період.</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1.3. Резервний фонд створюється за рішенням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і не може перевищувати 1% (одного відсотка) обсягу видатків загального фонду сільського бюджету на відповідний бюджетний період.</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1.4. Резервний фонд встановлюється рішенням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про сільський бюджет на відповідний бюджетний період загальною сумою без визначення головного розпорядника бюджетних коштів.</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1.5. Розподіл бюджетного призначення резервного фонду провадиться за рішенням виконавчого комітету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(далі - рішення).</w:t>
      </w:r>
    </w:p>
    <w:p w:rsidR="00C36647" w:rsidRDefault="00C36647" w:rsidP="00C36647">
      <w:pPr>
        <w:spacing w:after="0"/>
        <w:jc w:val="both"/>
        <w:rPr>
          <w:rFonts w:ascii="Times New Roman" w:hAnsi="Times New Roman" w:cs="Times New Roman"/>
          <w:sz w:val="24"/>
          <w:szCs w:val="24"/>
        </w:rPr>
      </w:pPr>
    </w:p>
    <w:p w:rsidR="00C36647" w:rsidRDefault="00C36647" w:rsidP="00C36647">
      <w:pPr>
        <w:spacing w:after="0"/>
        <w:jc w:val="center"/>
        <w:rPr>
          <w:rFonts w:ascii="Times New Roman" w:hAnsi="Times New Roman" w:cs="Times New Roman"/>
          <w:b/>
          <w:sz w:val="24"/>
          <w:szCs w:val="24"/>
        </w:rPr>
      </w:pPr>
      <w:r>
        <w:rPr>
          <w:rFonts w:ascii="Times New Roman" w:hAnsi="Times New Roman" w:cs="Times New Roman"/>
          <w:b/>
          <w:sz w:val="24"/>
          <w:szCs w:val="24"/>
        </w:rPr>
        <w:t>2. Напрями та умови використання коштів резервного фонду</w:t>
      </w:r>
    </w:p>
    <w:p w:rsidR="00C36647" w:rsidRDefault="00C36647" w:rsidP="00C36647">
      <w:pPr>
        <w:spacing w:after="0"/>
        <w:jc w:val="center"/>
        <w:rPr>
          <w:rFonts w:ascii="Times New Roman" w:hAnsi="Times New Roman" w:cs="Times New Roman"/>
          <w:sz w:val="24"/>
          <w:szCs w:val="24"/>
        </w:rPr>
      </w:pP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2.1. Кошти резервного фонду можуть використовуватися на здійснення:</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а) заходів з ліквідації наслідків надзвичайних ситуацій техногенного, природного, соціального характеру;</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б) заходів, пов'язаних із запобіганням виникненню надзвичайних ситуацій техногенного та природного характеру, на основі даних моніторингу, експертизи, досліджень та прогнозів щодо можливого перебігу подій з метою недопущення їх переростання у надзвичайну ситуацію техногенного та природного характеру або пом'якшення її можливих наслідків;</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в) інших непередбачених заходів, які відповідно до законів можуть здійснюватися за рахунок коштів бюджету, але не мають постійного характеру і не могли бути передбачені під час складання проекту сільського бюджету, тобто на момент затвердження бюджету не було визначених актами Верховної Ради України, Президента України, Кабінету Міністрів України, </w:t>
      </w:r>
      <w:proofErr w:type="spellStart"/>
      <w:r>
        <w:rPr>
          <w:rFonts w:ascii="Times New Roman" w:hAnsi="Times New Roman" w:cs="Times New Roman"/>
          <w:sz w:val="24"/>
          <w:szCs w:val="24"/>
        </w:rPr>
        <w:t>Славутської</w:t>
      </w:r>
      <w:proofErr w:type="spellEnd"/>
      <w:r>
        <w:rPr>
          <w:rFonts w:ascii="Times New Roman" w:hAnsi="Times New Roman" w:cs="Times New Roman"/>
          <w:sz w:val="24"/>
          <w:szCs w:val="24"/>
        </w:rPr>
        <w:t xml:space="preserve"> районної ради, </w:t>
      </w:r>
      <w:proofErr w:type="spellStart"/>
      <w:r>
        <w:rPr>
          <w:rFonts w:ascii="Times New Roman" w:hAnsi="Times New Roman" w:cs="Times New Roman"/>
          <w:sz w:val="24"/>
          <w:szCs w:val="24"/>
        </w:rPr>
        <w:t>Славутської</w:t>
      </w:r>
      <w:proofErr w:type="spellEnd"/>
      <w:r>
        <w:rPr>
          <w:rFonts w:ascii="Times New Roman" w:hAnsi="Times New Roman" w:cs="Times New Roman"/>
          <w:sz w:val="24"/>
          <w:szCs w:val="24"/>
        </w:rPr>
        <w:t xml:space="preserve"> районної державної адміністрації, виконавчого комітету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підстав для проведення таких заходів.</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2.2. До непередбачуваних заходів у підпунктів «в» пункту 2.1 цього Положення, не можуть бути віднесені:</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 обслуговування та погашення боргу місцевого самоврядування;</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 додаткові заходи, що забезпечують виконання бюджетної програми (функції), призначення на яку затверджено у сільському бюджеті;</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 капітальний ремонт та реконструкція, крім випадків, пов’язаних з ліквідацією надзвичайних ситуацій та проведенням заходів, пов’язаних із запобіганням виникненню надзвичайних ситуацій техногенного та природного характеру;</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 придбання житла, крім випадків відселення мешканців з аварійних будинків внаслідок надзвичайної ситуації;</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надання гуманітарної чи іншої допомоги, крім випадків, коли рішення про надання такої допомоги прийнято </w:t>
      </w:r>
      <w:proofErr w:type="spellStart"/>
      <w:r>
        <w:rPr>
          <w:rFonts w:ascii="Times New Roman" w:hAnsi="Times New Roman" w:cs="Times New Roman"/>
          <w:sz w:val="24"/>
          <w:szCs w:val="24"/>
        </w:rPr>
        <w:t>Крупецькою</w:t>
      </w:r>
      <w:proofErr w:type="spellEnd"/>
      <w:r>
        <w:rPr>
          <w:rFonts w:ascii="Times New Roman" w:hAnsi="Times New Roman" w:cs="Times New Roman"/>
          <w:sz w:val="24"/>
          <w:szCs w:val="24"/>
        </w:rPr>
        <w:t xml:space="preserve"> сільською радою.</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2.3. За рахунок коштів резервного фонду можуть відшкодовуватися витрати здійснення заходів на суму фактичної кредиторської заборгованості станом на 01 січня поточного бюджетного періоду, щодо фінансування яких прийнято рішення про виділення коштів з резервного фонду в минулому бюджетному періоді, але платежі з бюджету не були проведені або були проведені частково, про що приймається відповідне рішення.</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2.4. Рішення про виділення коштів з резервного фонду приймається тільки в межах призначення на цю мету у сільському бюджеті на відповідний бюджетний період, і втрачає чинність після закінчення відповідного бюджетного періоду.</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2.5. Кошти з резервного фонду виділяються на безповоротній основі або на умовах повернення, про що зазначається у рішенні про виділення коштів з резервного фонду.</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Кошти із резервного фонду суб’єктам господарської діяльності недержавної форми власності або суб’єктам господарської діяльності, у статутному фонді яких корпоративні права держави становлять не менше ніж 51 відсоток, виділяються через головних розпорядників бюджетних коштів лише на умовах повернення.</w:t>
      </w:r>
    </w:p>
    <w:p w:rsidR="00C36647" w:rsidRDefault="00C36647" w:rsidP="00C36647">
      <w:pPr>
        <w:spacing w:after="0"/>
        <w:ind w:firstLine="567"/>
        <w:jc w:val="both"/>
        <w:rPr>
          <w:rFonts w:ascii="Times New Roman" w:hAnsi="Times New Roman" w:cs="Times New Roman"/>
          <w:sz w:val="24"/>
          <w:szCs w:val="24"/>
        </w:rPr>
      </w:pPr>
      <w:r>
        <w:rPr>
          <w:rStyle w:val="rvts0"/>
          <w:sz w:val="24"/>
          <w:szCs w:val="24"/>
        </w:rPr>
        <w:t>Умови повернення до бюджету коштів, виділених з резервного фонду бюджету, зокрема строки та поетапний графік, визначаються у договорі, укладеному між головним розпорядником бюджетних коштів та розпорядником бюджетних коштів нижчого рівня або їх одержувачем.</w:t>
      </w:r>
    </w:p>
    <w:p w:rsidR="00C36647" w:rsidRDefault="00C36647" w:rsidP="00C36647">
      <w:pPr>
        <w:spacing w:after="0"/>
        <w:rPr>
          <w:rFonts w:ascii="Times New Roman" w:hAnsi="Times New Roman" w:cs="Times New Roman"/>
          <w:sz w:val="24"/>
          <w:szCs w:val="24"/>
        </w:rPr>
      </w:pPr>
    </w:p>
    <w:p w:rsidR="00C36647" w:rsidRDefault="00C36647" w:rsidP="00C36647">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3. Подання та розгляд звернень про виділення коштів  з резервного фонду </w:t>
      </w:r>
    </w:p>
    <w:p w:rsidR="00C36647" w:rsidRDefault="00C36647" w:rsidP="00C36647">
      <w:pPr>
        <w:spacing w:after="0"/>
        <w:jc w:val="center"/>
        <w:rPr>
          <w:rFonts w:ascii="Times New Roman" w:hAnsi="Times New Roman" w:cs="Times New Roman"/>
          <w:b/>
          <w:sz w:val="24"/>
          <w:szCs w:val="24"/>
        </w:rPr>
      </w:pPr>
      <w:r>
        <w:rPr>
          <w:rFonts w:ascii="Times New Roman" w:hAnsi="Times New Roman" w:cs="Times New Roman"/>
          <w:b/>
          <w:sz w:val="24"/>
          <w:szCs w:val="24"/>
        </w:rPr>
        <w:t>сільського бюджету</w:t>
      </w:r>
    </w:p>
    <w:p w:rsidR="00C36647" w:rsidRDefault="00C36647" w:rsidP="00C36647">
      <w:pPr>
        <w:spacing w:after="0"/>
        <w:rPr>
          <w:rFonts w:ascii="Times New Roman" w:hAnsi="Times New Roman" w:cs="Times New Roman"/>
          <w:sz w:val="24"/>
          <w:szCs w:val="24"/>
        </w:rPr>
      </w:pP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3.1. Звернення про виділення коштів з резервного фонду подаються підприємствами, установами, організаціями (далі-заявники) до виконавчого комітету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3.2. У зверненні зазначається:</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 напрям використання коштів резервного фонду;</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 головний розпорядник бюджетних коштів, якому пропонується виділити кошти з резервного фонду (у разі необхідності);</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 обсяг асигнувань, який пропонується надати з резервного фонду, в тому числі на умовах повернення;</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 підстави для здійснення заходів за рахунок сільського бюджету;</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 інформація про можливість (неможливість) фінансування зазначених заходів за рахунок інших джерел та наслідки у разі, коли кошти з резервного фонду не будуть виділені.</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3.3. До звернення обов’язково додаються:</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 розрахунки обсягу коштів з резервного фонду;</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 перелік невідкладних (першочергових) робіт з ліквідації наслідків надзвичайних ситуацій, заходів, пов'язаних із запобіганням виникненню надзвичайних ситуацій техногенного, природного характеру та соціального характеру, та інших заходів;</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документи, що підтверджують отримані суми страхового відшкодування (у разі відсутності договору страхування - пояснення заявника про причини </w:t>
      </w:r>
      <w:proofErr w:type="spellStart"/>
      <w:r>
        <w:rPr>
          <w:rFonts w:ascii="Times New Roman" w:hAnsi="Times New Roman" w:cs="Times New Roman"/>
          <w:sz w:val="24"/>
          <w:szCs w:val="24"/>
        </w:rPr>
        <w:t>непроведення</w:t>
      </w:r>
      <w:proofErr w:type="spellEnd"/>
      <w:r>
        <w:rPr>
          <w:rFonts w:ascii="Times New Roman" w:hAnsi="Times New Roman" w:cs="Times New Roman"/>
          <w:sz w:val="24"/>
          <w:szCs w:val="24"/>
        </w:rPr>
        <w:t xml:space="preserve"> страхування);</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 інша інформація, що підтверджує необхідність виділення коштів з резервного фонду на здійснення заходів з ліквідації наслідків надзвичайних ситуацій з урахуванням факторів їх поширення, розміру завданих збитків та людських втрат і кваліфікаційних ознак надзвичайних ситуацій, проведення заходів, пов'язаних із запобіганням виникненню надзвичайних ситуацій техногенного, природного характеру та соціального характеру, а також інших заходів.</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У разі необхідності виділення коштів з резервного фонду за напрямами, передбаченими у підпункті «а» пункту 2.1. цього Положення, до звернення також обов'язково додаються:</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 акти обстеження та дефектні акти, що підтверджують розміри завданих збитків, затверджені в установленому порядку;</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 узагальнені кошторисні розрахунки на проведення аварійно-відбудовних та інших невідкладних робіт.</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3.4. У разі необхідності виділення коштів з резервного фонду на цілі, передбачені у пункті 2.3 цього Положення, до звернення додаються документи, що підтверджують здійснення зазначених заходів та наявність фактичної кредиторської заборгованості.</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3.5. </w:t>
      </w:r>
      <w:proofErr w:type="spellStart"/>
      <w:r>
        <w:rPr>
          <w:rFonts w:ascii="Times New Roman" w:hAnsi="Times New Roman" w:cs="Times New Roman"/>
          <w:sz w:val="24"/>
          <w:szCs w:val="24"/>
        </w:rPr>
        <w:t>Крупецький</w:t>
      </w:r>
      <w:proofErr w:type="spellEnd"/>
      <w:r>
        <w:rPr>
          <w:rFonts w:ascii="Times New Roman" w:hAnsi="Times New Roman" w:cs="Times New Roman"/>
          <w:sz w:val="24"/>
          <w:szCs w:val="24"/>
        </w:rPr>
        <w:t xml:space="preserve"> сільський голова не пізніше ніж у триденний термін з дня отримання звернення дає доручення відділу фінансів сільської ради для розгляду звернення та підготовки пропозицій для прийняття рішення про виділення коштів з резервного фонду. До виконання доручення в разі необхідності можуть залучатися інші зацікавлені структурні підрозділи сільської ради.</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У разі потреби посадові особи виконавчого апарату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звертаються до відповідних служб щодо підготовки експертних висновків стосовно звернення:</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 </w:t>
      </w:r>
      <w:proofErr w:type="spellStart"/>
      <w:r>
        <w:rPr>
          <w:rFonts w:ascii="Times New Roman" w:hAnsi="Times New Roman" w:cs="Times New Roman"/>
          <w:sz w:val="24"/>
          <w:szCs w:val="24"/>
        </w:rPr>
        <w:t>Славутський</w:t>
      </w:r>
      <w:proofErr w:type="spellEnd"/>
      <w:r>
        <w:rPr>
          <w:rFonts w:ascii="Times New Roman" w:hAnsi="Times New Roman" w:cs="Times New Roman"/>
          <w:sz w:val="24"/>
          <w:szCs w:val="24"/>
        </w:rPr>
        <w:t xml:space="preserve"> районний сектор ГУ</w:t>
      </w:r>
      <w:r>
        <w:rPr>
          <w:rStyle w:val="aa"/>
          <w:rFonts w:ascii="Times New Roman" w:hAnsi="Times New Roman" w:cs="Times New Roman"/>
          <w:sz w:val="24"/>
          <w:szCs w:val="24"/>
          <w:shd w:val="clear" w:color="auto" w:fill="FFFFFF"/>
        </w:rPr>
        <w:t xml:space="preserve"> ДСНС України у Хмельницькій області, </w:t>
      </w:r>
      <w:r>
        <w:rPr>
          <w:rFonts w:ascii="Times New Roman" w:hAnsi="Times New Roman" w:cs="Times New Roman"/>
          <w:sz w:val="24"/>
          <w:szCs w:val="24"/>
        </w:rPr>
        <w:t xml:space="preserve">комісії </w:t>
      </w:r>
      <w:proofErr w:type="spellStart"/>
      <w:r>
        <w:rPr>
          <w:rFonts w:ascii="Times New Roman" w:hAnsi="Times New Roman" w:cs="Times New Roman"/>
          <w:sz w:val="24"/>
          <w:szCs w:val="24"/>
        </w:rPr>
        <w:t>Славутської</w:t>
      </w:r>
      <w:proofErr w:type="spellEnd"/>
      <w:r>
        <w:rPr>
          <w:rFonts w:ascii="Times New Roman" w:hAnsi="Times New Roman" w:cs="Times New Roman"/>
          <w:sz w:val="24"/>
          <w:szCs w:val="24"/>
        </w:rPr>
        <w:t xml:space="preserve"> районної держадміністрації з питань техногенно-екологічної безпеки та надзвичайних ситуацій - щодо визначення рівня надзвичайної ситуації згідно з Порядком класифікації надзвичайних ситуацій техногенного та природного характеру за їх рівнями;</w:t>
      </w:r>
    </w:p>
    <w:p w:rsidR="00C36647" w:rsidRDefault="00C36647" w:rsidP="00C36647">
      <w:pPr>
        <w:spacing w:after="0"/>
        <w:ind w:firstLine="567"/>
        <w:jc w:val="both"/>
        <w:rPr>
          <w:rFonts w:ascii="Times New Roman" w:hAnsi="Times New Roman" w:cs="Times New Roman"/>
          <w:sz w:val="24"/>
          <w:szCs w:val="24"/>
          <w:highlight w:val="yellow"/>
        </w:rPr>
      </w:pPr>
      <w:r>
        <w:rPr>
          <w:rFonts w:ascii="Times New Roman" w:hAnsi="Times New Roman" w:cs="Times New Roman"/>
          <w:sz w:val="24"/>
          <w:szCs w:val="24"/>
          <w:highlight w:val="yellow"/>
        </w:rPr>
        <w:t xml:space="preserve">- сектору містобудування, архітектури, житлово-комунального господарства та будівництва </w:t>
      </w:r>
      <w:proofErr w:type="spellStart"/>
      <w:r>
        <w:rPr>
          <w:rFonts w:ascii="Times New Roman" w:hAnsi="Times New Roman" w:cs="Times New Roman"/>
          <w:sz w:val="24"/>
          <w:szCs w:val="24"/>
          <w:highlight w:val="yellow"/>
        </w:rPr>
        <w:t>Славутської</w:t>
      </w:r>
      <w:proofErr w:type="spellEnd"/>
      <w:r>
        <w:rPr>
          <w:rFonts w:ascii="Times New Roman" w:hAnsi="Times New Roman" w:cs="Times New Roman"/>
          <w:sz w:val="24"/>
          <w:szCs w:val="24"/>
          <w:highlight w:val="yellow"/>
        </w:rPr>
        <w:t xml:space="preserve"> районної державної адміністрації - щодо технічних рішень та вартісних показників, що підтверджують необхідність проведення робіт, які планується виконувати за рахунок коштів резервного фонду;</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highlight w:val="yellow"/>
        </w:rPr>
        <w:t xml:space="preserve">- відділу агропромислового розвитку, екології та природніх ресурсів </w:t>
      </w:r>
      <w:proofErr w:type="spellStart"/>
      <w:r>
        <w:rPr>
          <w:rFonts w:ascii="Times New Roman" w:hAnsi="Times New Roman" w:cs="Times New Roman"/>
          <w:sz w:val="24"/>
          <w:szCs w:val="24"/>
          <w:highlight w:val="yellow"/>
        </w:rPr>
        <w:t>Славутської</w:t>
      </w:r>
      <w:proofErr w:type="spellEnd"/>
      <w:r>
        <w:rPr>
          <w:rFonts w:ascii="Times New Roman" w:hAnsi="Times New Roman" w:cs="Times New Roman"/>
          <w:sz w:val="24"/>
          <w:szCs w:val="24"/>
          <w:highlight w:val="yellow"/>
        </w:rPr>
        <w:t xml:space="preserve"> районної державної адміністрації - щодо оцінки збитків, завданих сільськогосподарським товаровиробникам, та розміру необхідних для їх відшкодування коштів.</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У разі, коли термін виконання підготовки експертних висновків не вказано, органи, визначені в абзацах третьому-п'ятому цього пункту, у десятиденний термін після отримання звернення надсилають зазначені експертні висновки виконавчому комітету сільської ради.</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3.6. Відділ фінансів сільської ради розглядає звернення та додані до нього матеріали, готує пропозиції щодо підстав виділення коштів з резервного фонду, можливості </w:t>
      </w:r>
      <w:r>
        <w:rPr>
          <w:rFonts w:ascii="Times New Roman" w:hAnsi="Times New Roman" w:cs="Times New Roman"/>
          <w:sz w:val="24"/>
          <w:szCs w:val="24"/>
        </w:rPr>
        <w:lastRenderedPageBreak/>
        <w:t>здійснення відповідних заходів за рахунок інших джерел, можливого обсягу виділення асигнувань з резервного фонду та подає їх у тижневий термін на розгляд виконавчого комітету сільської ради.</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3.7. Виконавчий комітет сільської ради за результатами розгляду звернення та з урахуванням експертних висновків, отриманих від органів, визначених у пункті 3.5. цього Положення, та пропозиції відділу фінансів сільської ради робить узагальнений висновок щодо підстав виділення коштів з резервного фонду, правильності поданих розрахунків та можливого обсягу виділення асигнувань з резервного фонду, а також щодо оцінки наслідків у разі не виділення коштів на такі заходи з резервного фонду.</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3.8. У разі недотримання заявником вимог, установлених пунктами 2.1., 2.2., 2.3., 2.4., 2.5. цього Положення, або невідповідності матеріалів звернення вимогам, зазначеним у пунктах 3.2., 3.3. цього Положення, відповідальний виконавець, визначений в дорученні щодо розгляду звернення та підготовки пропозиції для прийняття рішення про виділення коштів з резервного фонду, повертає подані матеріали заявникові для доопрацювання, зазначивши причини їх повернення, та доповідає про це </w:t>
      </w:r>
      <w:proofErr w:type="spellStart"/>
      <w:r>
        <w:rPr>
          <w:rFonts w:ascii="Times New Roman" w:hAnsi="Times New Roman" w:cs="Times New Roman"/>
          <w:sz w:val="24"/>
          <w:szCs w:val="24"/>
        </w:rPr>
        <w:t>Крупецькому</w:t>
      </w:r>
      <w:proofErr w:type="spellEnd"/>
      <w:r>
        <w:rPr>
          <w:rFonts w:ascii="Times New Roman" w:hAnsi="Times New Roman" w:cs="Times New Roman"/>
          <w:sz w:val="24"/>
          <w:szCs w:val="24"/>
        </w:rPr>
        <w:t xml:space="preserve"> сільському голові.</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У разі, коли загальний обсяг коштів, виділених з резервного фонду, відповідно до прийнятих рішень, досягне обсягу призначення, затвердженого в сільському бюджеті для резервного фонду, відділ фінансів сільської ради невідкладно повідомляє про це сільського голову.</w:t>
      </w:r>
    </w:p>
    <w:p w:rsidR="00C36647" w:rsidRDefault="00C36647" w:rsidP="00C36647">
      <w:pPr>
        <w:spacing w:after="0"/>
        <w:ind w:firstLine="720"/>
        <w:jc w:val="both"/>
        <w:rPr>
          <w:rFonts w:ascii="Times New Roman" w:hAnsi="Times New Roman" w:cs="Times New Roman"/>
          <w:sz w:val="24"/>
          <w:szCs w:val="24"/>
        </w:rPr>
      </w:pPr>
    </w:p>
    <w:p w:rsidR="00C36647" w:rsidRDefault="00C36647" w:rsidP="00C36647">
      <w:pPr>
        <w:spacing w:after="0"/>
        <w:jc w:val="center"/>
        <w:rPr>
          <w:rFonts w:ascii="Times New Roman" w:hAnsi="Times New Roman" w:cs="Times New Roman"/>
          <w:b/>
          <w:bCs/>
          <w:sz w:val="24"/>
          <w:szCs w:val="24"/>
        </w:rPr>
      </w:pPr>
      <w:r>
        <w:rPr>
          <w:rFonts w:ascii="Times New Roman" w:hAnsi="Times New Roman" w:cs="Times New Roman"/>
          <w:b/>
          <w:bCs/>
          <w:sz w:val="24"/>
          <w:szCs w:val="24"/>
        </w:rPr>
        <w:t>4. Підготовка та прийняття рішення про виділення коштів з резервного фонду</w:t>
      </w:r>
    </w:p>
    <w:p w:rsidR="00C36647" w:rsidRDefault="00C36647" w:rsidP="00C36647">
      <w:pPr>
        <w:spacing w:after="0"/>
        <w:jc w:val="center"/>
        <w:rPr>
          <w:rFonts w:ascii="Times New Roman" w:hAnsi="Times New Roman" w:cs="Times New Roman"/>
          <w:bCs/>
          <w:sz w:val="24"/>
          <w:szCs w:val="24"/>
        </w:rPr>
      </w:pP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4.1. Відділ фінансів сільської ради є відповідальним за підготовку та подання проектів рішень виконавчого комітету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про виділення коштів з резервного фонду.</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У разі визнання доцільності та можливості виділення коштів з резервного фонду відділ фінансів сільської ради готує відповідний проект рішення виконавчого комітету сільської ради, в якому повинно бути визначено:</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 головного розпорядника бюджетних коштів, якому виділяються кошти з резервного фонду;</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 напрямок використання коштів з резервного фонду;</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 обсяг коштів, який пропонується надати з резервного фонду;</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 умови повернення коштів, виділених з резервного фонду.</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4.2. Враховуючи узагальнений висновок виконавчого комітету сільської ради щодо підстав виділення коштів з резервного фонду, відділ фінансів сільської ради готує проект рішення про виділення коштів з резервного фонду і подає його в установленому порядку на розгляд виконавчого комітету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У виняткових випадках (загроза життю людей, об'єктам економіки та територіям) проект рішення про виділення коштів з резервного фонду відділ фінансів сільської ради готує і подає на розгляд виконавчого комітету сільської ради на підставі прогнозних розрахунків головного розпорядника бюджетних коштів, якому передбачається виділення коштів з резервного фонду.</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4.3. Виконавчий комітет сільської ради приймає рішення про виділення коштів з резервного фонду виключно за наявності висновку відділу фінансів сільської ради.</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4.4. У разі потреби виконавчий комітет сільської ради може скоротити термін розгляду звернення, підготовки та прийняття рішення про виділення коштів з резервного фонду.</w:t>
      </w:r>
    </w:p>
    <w:p w:rsidR="00C36647" w:rsidRDefault="00C36647" w:rsidP="00C36647">
      <w:pPr>
        <w:spacing w:after="0"/>
        <w:ind w:firstLine="720"/>
        <w:jc w:val="both"/>
        <w:rPr>
          <w:rFonts w:ascii="Times New Roman" w:hAnsi="Times New Roman" w:cs="Times New Roman"/>
          <w:sz w:val="24"/>
          <w:szCs w:val="24"/>
        </w:rPr>
      </w:pPr>
    </w:p>
    <w:p w:rsidR="00C36647" w:rsidRDefault="00C36647" w:rsidP="00C36647">
      <w:pPr>
        <w:spacing w:after="0"/>
        <w:jc w:val="center"/>
        <w:rPr>
          <w:rFonts w:ascii="Times New Roman" w:hAnsi="Times New Roman" w:cs="Times New Roman"/>
          <w:b/>
          <w:bCs/>
          <w:sz w:val="24"/>
          <w:szCs w:val="24"/>
        </w:rPr>
      </w:pPr>
      <w:r>
        <w:rPr>
          <w:rFonts w:ascii="Times New Roman" w:hAnsi="Times New Roman" w:cs="Times New Roman"/>
          <w:b/>
          <w:bCs/>
          <w:sz w:val="24"/>
          <w:szCs w:val="24"/>
        </w:rPr>
        <w:t>5. Виділення коштів з резервного фонду,                                                                           ведення обліку та звітності</w:t>
      </w:r>
    </w:p>
    <w:p w:rsidR="00C36647" w:rsidRDefault="00C36647" w:rsidP="00C36647">
      <w:pPr>
        <w:spacing w:after="0"/>
        <w:rPr>
          <w:rFonts w:ascii="Times New Roman" w:hAnsi="Times New Roman" w:cs="Times New Roman"/>
          <w:sz w:val="24"/>
          <w:szCs w:val="24"/>
        </w:rPr>
      </w:pP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5.1. Після прийняття рішення про виділення коштів з резервного фонду:</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5.1.1. Головний розпорядник бюджетних коштів у тижневий термін повідомляє відділ фінансів сільської ради коди економічної класифікації видатків бюджету та відповідні обсяги коштів згідно із зазначеним розпорядженням;</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5.1.2. Відділ фінансів сільської ради під час визначення бюджетної програми з резервного фонду закріплює за нею код програмної та функціональної класифікації видатків і кредитування бюджету відповідно до напряму використання коштів резервного фонду, затвердженого рішенням виконкому, і вносить в установленому порядку зміни до розпису бюджету.</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5.2. Головний розпорядник бюджетних коштів після отримання довідки про внесення змін до розпису бюджету вносить зміни до кошторисів та планів асигнувань у порядку, встановленому для затвердження цих документів.</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5.3. Територіальний орган Державного казначейства після внесення змін до розпису бюджету здійснює його виконання в установленому порядку, при цьому видатки з резервного фонду провадяться лише за умови надання головним розпорядником бюджетних коштів, якому виділено кошти з резервного фонду, територіальному органу Державного казначейства переліку невідкладних (першочергових) робіт з ліквідації наслідків надзвичайних ситуацій, заходів, пов'язаних із запобіганням виникненню надзвичайних ситуацій техногенного та природного характеру, або інших заходів, погодженого з відділом фінансів сільської ради.</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5.4. Відділ фінансів сільської ради веде реєстр та проводить моніторинг прийнятих рішень про виділення коштів з резервного фонду і щомісяця інформує виконавчий комітет сільської ради про витрачання коштів резервного фонду.</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Територіальний орган Державного казначейства щокварталу не пізніше 15 числа місяця, що настає за звітним періодом, надає інформацію відділу фінансів сільської ради щодо залишків коштів резервного фонду на рахунках головних розпорядників бюджетних коштів (одержувачів бюджетних коштів) у розрізі головних розпорядників бюджетних коштів та бюджетних програм з резервного фонду, а головні розпорядники бюджетних коштів - пояснення про причини невикористання коштів резервного фонду.</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За результатами аналізу фактичних залишків невикористаних коштів резервного фонду бюджету на рахунках головних розпорядників бюджетних коштів (одержувачів бюджетних коштів) відділ фінансів сільської ради у разі необхідності готує та подає в установленому порядку на розгляд виконавчого комітету сільської ради проект рішення щодо зменшення головному розпоряднику бюджетних коштів відповідних видатків з резервного фонду.</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5.5. Головні розпорядники бюджетних коштів, які використали кошти з резервного фонду, подають відділу фінансів сільської ради звіт щодо використання коштів у відповідності з переліком робіт або інших заходів, погодженим відповідно до пункту 5.3. </w:t>
      </w:r>
      <w:r>
        <w:rPr>
          <w:rFonts w:ascii="Times New Roman" w:hAnsi="Times New Roman" w:cs="Times New Roman"/>
          <w:sz w:val="24"/>
          <w:szCs w:val="24"/>
        </w:rPr>
        <w:lastRenderedPageBreak/>
        <w:t>цього Положення, а у разі виділення коштів резервного фонду на умовах повернення - також інформацію про їх повернення до бюджету.</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5.6. Територіальний орган Державного казначейства готує інформацію (звіт) про використання коштів з резервного фонду і подає виконавчому комітету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не пізніше 25 числа місяця, що настає за звітним.</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5.7. Додатково кошти з резервного фонду для продовження робіт (заходів) можуть виділятися лише за умови використання головним розпорядником раніше виділених коштів з резервного фонду та подання відділу фінансів сільської ради звіту про їх цільове використання.</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5.8. Контроль за використанням коштів, виділених з резервного фонду, здійснюється в установленому законодавством порядку.</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5.9. У разі виявлення за результатами проведення ревізій фактів нецільового використання коштів резервного фонду та неповернення їх до сільського бюджету органи державної аудиторської служби порушують перед територіальним органом Державного казначейства питання про зупинення операцій з коштами резервного фонду та інформують про це головного розпорядника бюджетних коштів - виконавчий комітет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На підставі актів ревізій, складених відповідно до законодавства, відділ фінансів сільської ради готує та подає в установленому порядку на розгляд виконавчого комітету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проект рішення щодо зменшення головному розпоряднику бюджетних коштів обсягу зазначених видатків з резервного фонду на суму коштів, що витрачені не за цільовим призначенням.</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За неможливості здійснити зазначене зменшення обсягу видатків з резервного фонду відділ фінансів сільської ради повідомляє про це орган державної аудиторської служби, який виявив факт нецільового використання коштів.</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iCs/>
          <w:sz w:val="24"/>
          <w:szCs w:val="24"/>
        </w:rPr>
        <w:t>Територіальний орган Д</w:t>
      </w:r>
      <w:r>
        <w:rPr>
          <w:rFonts w:ascii="Times New Roman" w:hAnsi="Times New Roman" w:cs="Times New Roman"/>
          <w:sz w:val="24"/>
          <w:szCs w:val="24"/>
        </w:rPr>
        <w:t xml:space="preserve">ержавного казначейства в </w:t>
      </w:r>
      <w:proofErr w:type="spellStart"/>
      <w:r>
        <w:rPr>
          <w:rFonts w:ascii="Times New Roman" w:hAnsi="Times New Roman" w:cs="Times New Roman"/>
          <w:sz w:val="24"/>
          <w:szCs w:val="24"/>
        </w:rPr>
        <w:t>Славутському</w:t>
      </w:r>
      <w:proofErr w:type="spellEnd"/>
      <w:r>
        <w:rPr>
          <w:rFonts w:ascii="Times New Roman" w:hAnsi="Times New Roman" w:cs="Times New Roman"/>
          <w:sz w:val="24"/>
          <w:szCs w:val="24"/>
        </w:rPr>
        <w:t xml:space="preserve"> районі щомісяця надає інформацію про повернення коштів, виділених з резервного фонду на умовах повернення.</w:t>
      </w:r>
    </w:p>
    <w:p w:rsidR="00C36647" w:rsidRDefault="00C36647" w:rsidP="00C36647">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5.10. Виконавчий комітет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звітує перед </w:t>
      </w:r>
      <w:proofErr w:type="spellStart"/>
      <w:r>
        <w:rPr>
          <w:rFonts w:ascii="Times New Roman" w:hAnsi="Times New Roman" w:cs="Times New Roman"/>
          <w:sz w:val="24"/>
          <w:szCs w:val="24"/>
        </w:rPr>
        <w:t>Крупецькою</w:t>
      </w:r>
      <w:proofErr w:type="spellEnd"/>
      <w:r>
        <w:rPr>
          <w:rFonts w:ascii="Times New Roman" w:hAnsi="Times New Roman" w:cs="Times New Roman"/>
          <w:sz w:val="24"/>
          <w:szCs w:val="24"/>
        </w:rPr>
        <w:t xml:space="preserve"> сільською радою про витрачання коштів резервного фонду сільського бюджету.</w:t>
      </w:r>
    </w:p>
    <w:p w:rsidR="00C36647" w:rsidRDefault="00C36647" w:rsidP="00C36647">
      <w:pPr>
        <w:spacing w:after="0"/>
        <w:ind w:firstLine="567"/>
        <w:jc w:val="both"/>
        <w:rPr>
          <w:rFonts w:ascii="Times New Roman" w:hAnsi="Times New Roman" w:cs="Times New Roman"/>
          <w:sz w:val="24"/>
          <w:szCs w:val="24"/>
        </w:rPr>
      </w:pPr>
    </w:p>
    <w:p w:rsidR="00C36647" w:rsidRDefault="00C36647" w:rsidP="00C36647">
      <w:pPr>
        <w:spacing w:after="0"/>
        <w:ind w:firstLine="567"/>
        <w:jc w:val="both"/>
        <w:rPr>
          <w:rFonts w:ascii="Times New Roman" w:hAnsi="Times New Roman" w:cs="Times New Roman"/>
          <w:sz w:val="24"/>
          <w:szCs w:val="24"/>
        </w:rPr>
      </w:pPr>
    </w:p>
    <w:p w:rsidR="00C36647" w:rsidRDefault="00C36647" w:rsidP="00C36647">
      <w:pPr>
        <w:spacing w:after="0"/>
        <w:ind w:firstLine="567"/>
        <w:jc w:val="both"/>
        <w:rPr>
          <w:rFonts w:ascii="Times New Roman" w:hAnsi="Times New Roman" w:cs="Times New Roman"/>
          <w:sz w:val="24"/>
          <w:szCs w:val="24"/>
        </w:rPr>
      </w:pPr>
    </w:p>
    <w:p w:rsidR="00C36647" w:rsidRDefault="00C36647" w:rsidP="00C36647">
      <w:pPr>
        <w:spacing w:after="0"/>
        <w:jc w:val="both"/>
        <w:rPr>
          <w:rFonts w:ascii="Times New Roman" w:hAnsi="Times New Roman" w:cs="Times New Roman"/>
          <w:sz w:val="24"/>
          <w:szCs w:val="24"/>
        </w:rPr>
      </w:pPr>
      <w:r>
        <w:rPr>
          <w:rFonts w:ascii="Times New Roman" w:hAnsi="Times New Roman" w:cs="Times New Roman"/>
          <w:sz w:val="24"/>
          <w:szCs w:val="24"/>
        </w:rPr>
        <w:t xml:space="preserve">Сільський голова                                                                                                   </w:t>
      </w:r>
      <w:proofErr w:type="spellStart"/>
      <w:r>
        <w:rPr>
          <w:rFonts w:ascii="Times New Roman" w:hAnsi="Times New Roman" w:cs="Times New Roman"/>
          <w:sz w:val="24"/>
          <w:szCs w:val="24"/>
        </w:rPr>
        <w:t>В.А.Михалюк</w:t>
      </w:r>
      <w:proofErr w:type="spellEnd"/>
    </w:p>
    <w:p w:rsidR="00C36647" w:rsidRDefault="00C36647" w:rsidP="00C36647">
      <w:pPr>
        <w:spacing w:after="0"/>
        <w:jc w:val="both"/>
        <w:rPr>
          <w:rFonts w:ascii="Times New Roman" w:hAnsi="Times New Roman" w:cs="Times New Roman"/>
          <w:sz w:val="24"/>
          <w:szCs w:val="24"/>
        </w:rPr>
      </w:pPr>
    </w:p>
    <w:p w:rsidR="00C36647" w:rsidRDefault="00C36647" w:rsidP="00C36647">
      <w:pPr>
        <w:spacing w:after="0"/>
        <w:jc w:val="both"/>
        <w:rPr>
          <w:rFonts w:ascii="Times New Roman" w:hAnsi="Times New Roman" w:cs="Times New Roman"/>
          <w:sz w:val="24"/>
          <w:szCs w:val="24"/>
        </w:rPr>
      </w:pPr>
    </w:p>
    <w:p w:rsidR="00632F89" w:rsidRDefault="00632F89">
      <w:bookmarkStart w:id="0" w:name="_GoBack"/>
      <w:bookmarkEnd w:id="0"/>
    </w:p>
    <w:sectPr w:rsidR="00632F89" w:rsidSect="000564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Arial Narrow"/>
    <w:charset w:val="00"/>
    <w:family w:val="swiss"/>
    <w:pitch w:val="variable"/>
    <w:sig w:usb0="00000203"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6647"/>
    <w:rsid w:val="00632F89"/>
    <w:rsid w:val="00C36647"/>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415B47-81D4-4A19-9067-7108639D80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6647"/>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lang w:val="en-US" w:eastAsia="ja-JP"/>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lang w:val="en-US" w:eastAsia="ja-JP"/>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lang w:val="en-US" w:eastAsia="ja-JP"/>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lang w:val="en-US" w:eastAsia="ja-JP"/>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lang w:val="en-US" w:eastAsia="ja-JP"/>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lang w:val="en-US" w:eastAsia="ja-JP"/>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lang w:val="en-US" w:eastAsia="ja-JP"/>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lang w:val="en-US" w:eastAsia="ja-JP"/>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lang w:val="en-US" w:eastAsia="ja-JP"/>
    </w:rPr>
  </w:style>
  <w:style w:type="character" w:customStyle="1" w:styleId="a4">
    <w:name w:val="Заголовок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lang w:val="en-US" w:eastAsia="ja-JP"/>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99"/>
    <w:qFormat/>
    <w:rPr>
      <w:b/>
      <w:bCs/>
    </w:rPr>
  </w:style>
  <w:style w:type="paragraph" w:styleId="21">
    <w:name w:val="Quote"/>
    <w:basedOn w:val="a"/>
    <w:next w:val="a"/>
    <w:link w:val="22"/>
    <w:uiPriority w:val="29"/>
    <w:qFormat/>
    <w:rPr>
      <w:i/>
      <w:iCs/>
      <w:color w:val="000000" w:themeColor="text1"/>
      <w:lang w:val="en-US" w:eastAsia="ja-JP"/>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lang w:val="en-US" w:eastAsia="ja-JP"/>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lang w:val="en-US" w:eastAsia="ja-JP"/>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paragraph" w:customStyle="1" w:styleId="ShapkaDocumentu">
    <w:name w:val="Shapka Documentu"/>
    <w:basedOn w:val="a"/>
    <w:rsid w:val="00C36647"/>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rvts0">
    <w:name w:val="rvts0"/>
    <w:rsid w:val="00C36647"/>
    <w:rPr>
      <w:rFonts w:ascii="Times New Roman" w:hAnsi="Times New Roman" w:cs="Times New Roman"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1087;&#1088;&#1086;&#1077;&#1082;&#1090;&#1080;\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new</Template>
  <TotalTime>0</TotalTime>
  <Pages>7</Pages>
  <Words>2684</Words>
  <Characters>15305</Characters>
  <Application>Microsoft Office Word</Application>
  <DocSecurity>0</DocSecurity>
  <Lines>127</Lines>
  <Paragraphs>35</Paragraphs>
  <ScaleCrop>false</ScaleCrop>
  <Company>SPecialiST RePack</Company>
  <LinksUpToDate>false</LinksUpToDate>
  <CharactersWithSpaces>17954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1</cp:revision>
  <dcterms:created xsi:type="dcterms:W3CDTF">2020-04-16T05:27:00Z</dcterms:created>
  <dcterms:modified xsi:type="dcterms:W3CDTF">2020-04-16T05:27:00Z</dcterms:modified>
</cp:coreProperties>
</file>