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89E" w:rsidRPr="00611135" w:rsidRDefault="00E5589E" w:rsidP="00E55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ПРОЕ</w:t>
      </w:r>
      <w:bookmarkStart w:id="0" w:name="_GoBack"/>
      <w:bookmarkEnd w:id="0"/>
      <w:r>
        <w:rPr>
          <w:rFonts w:ascii="Calibri" w:eastAsia="Times New Roman" w:hAnsi="Calibri" w:cs="Times New Roman"/>
        </w:rPr>
        <w:t>КТ</w:t>
      </w:r>
    </w:p>
    <w:p w:rsidR="00E5589E" w:rsidRPr="00611135" w:rsidRDefault="00E5589E" w:rsidP="00E55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SimSun" w:eastAsia="SimSun" w:hAnsi="SimSun" w:cs="Times New Roman"/>
          <w:sz w:val="24"/>
          <w:szCs w:val="24"/>
          <w:lang w:val="ru-RU" w:eastAsia="zh-CN"/>
        </w:rPr>
      </w:pPr>
    </w:p>
    <w:p w:rsidR="00E5589E" w:rsidRPr="00611135" w:rsidRDefault="00E5589E" w:rsidP="00E55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 w:rsidRPr="00611135">
        <w:rPr>
          <w:rFonts w:ascii="Calibri" w:eastAsia="Times New Roman" w:hAnsi="Calibri" w:cs="Times New Roman" w:hint="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A0169B" wp14:editId="178FE2B9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4058" name="Группа 40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6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9E" w:rsidRDefault="00E5589E" w:rsidP="00E5589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58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Dr9MHkAADt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xLzb4A&#10;AADdAAAADwAAAGRycy9kb3ducmV2LnhtbERPyQrCMBC9C/5DGMGbpi6oVKOIqHgQpC73oRnbYjMp&#10;TdT69+YgeHy8fbFqTCleVLvCsoJBPwJBnFpdcKbgetn1ZiCcR9ZYWiYFH3KwWrZbC4y1fXNCr7PP&#10;RAhhF6OC3PsqltKlORl0fVsRB+5ua4M+wDqTusZ3CDelHEbRRBosODTkWNEmp/RxfhoFdrQ/HG/Z&#10;MBlteep5fZrdb81RqW6nWc9BeGr8X/xzH7SCcTQJ+8Ob8ATk8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wcS82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qWMgA&#10;AADdAAAADwAAAGRycy9kb3ducmV2LnhtbESPT2sCMRTE7wW/Q3hCL1KzlrKtW6OIsPbPoaAVen1s&#10;XjdbNy9LEnXrpzdCocdhZn7DzBa9bcWRfGgcK5iMMxDEldMN1wp2n+XdE4gQkTW2jknBLwVYzAc3&#10;Myy0O/GGjttYiwThUKACE2NXSBkqQxbD2HXEyft23mJM0tdSezwluG3lfZbl0mLDacFgRytD1X57&#10;sAp+yg/ztXo8r/1ouqHzqHx/ad9ypW6H/fIZRKQ+/of/2q9awUOWT+D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Rip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zWUMIA&#10;AADdAAAADwAAAGRycy9kb3ducmV2LnhtbESP3YrCMBCF7xd8hzCCN4umuiJSjSKisngj/jzA0IxN&#10;sZmUJtr69kYQvDycn48zX7a2FA+qfeFYwXCQgCDOnC44V3A5b/tTED4gaywdk4IneVguOj9zTLVr&#10;+EiPU8hFHGGfogITQpVK6TNDFv3AVcTRu7raYoiyzqWusYnjtpSjJJlIiwVHgsGK1oay2+luI+Tw&#10;h4f9tTlvdy02uNkb/l0dlep129UMRKA2fMOf9r9WME4mI3i/iU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TNZQ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ma8YA&#10;AADdAAAADwAAAGRycy9kb3ducmV2LnhtbESPQUsDMRSE74L/ITzBm81a6yrbpkWqQhE8WAvF22Pz&#10;urt08xKSZ3f996YgeBxm5htmsRpdr04UU+fZwO2kAEVce9txY2D3+XrzCCoJssXeMxn4oQSr5eXF&#10;AivrB/6g01YalSGcKjTQioRK61S35DBNfCDO3sFHh5JlbLSNOGS46/W0KErtsOO80GKgdUv1cfvt&#10;DLwPL+Htobw/hK84m+r0bGW/FmOur8anOSihUf7Df+2NNTAryjs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uma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l+csYA&#10;AADeAAAADwAAAGRycy9kb3ducmV2LnhtbESP0WrCQBBF3wv+wzKCL6VutFQlukooppS8iNoPGLJj&#10;NpidDdltEv++Wyj0bYZ75547u8NoG9FT52vHChbzBARx6XTNlYKva/6yAeEDssbGMSl4kIfDfvK0&#10;w1S7gc/UX0IlYgj7FBWYENpUSl8asujnriWO2s11FkNcu0rqDocYbhu5TJKVtFhzJBhs6d1Qeb98&#10;2wg5veKpuA3X/GPEAY+F4efsrNRsOmZbEIHG8G/+u/7Usf7ber2C33fiDH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3l+c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HO08QA&#10;AADeAAAADwAAAGRycy9kb3ducmV2LnhtbERPTUsDMRC9C/6HMII3m7XYblmbltJWEMGDVSjehs10&#10;d3EzCcm0u/57Iwje5vE+Z7keXa8uFFPn2cD9pABFXHvbcWPg4/3pbgEqCbLF3jMZ+KYE69X11RIr&#10;6wd+o8tBGpVDOFVooBUJldapbslhmvhAnLmTjw4lw9hoG3HI4a7X06KYa4cd54YWA21bqr8OZ2fg&#10;ddiHl3I+O4XP+DDVaWfluBVjbm/GzSMooVH+xX/uZ5vnz8qyhN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xzt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tHSMgA&#10;AADeAAAADwAAAGRycy9kb3ducmV2LnhtbESPQUsDMRCF74L/IYzgRWxWpa1smxYrBAULxbbgddhM&#10;d5duJksSu+u/dw6Ctxnem/e+Wa5H36kLxdQGNvAwKUARV8G1XBs4Huz9M6iUkR12gcnADyVYr66v&#10;lli6MPAnXfa5VhLCqUQDTc59qXWqGvKYJqEnFu0Uoscsa6y1izhIuO/0Y1HMtMeWpaHBnl4bqs77&#10;b29gsxvqp3hXbcbwcXr7mlrr7NYac3szvixAZRrzv/nv+t0J/nQ+F155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K0dI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eoLMMA&#10;AADeAAAADwAAAGRycy9kb3ducmV2LnhtbERP22oCMRB9L/gPYYS+1axSq65GEctCKX3x8gHDZtys&#10;biZLEtft3zcFwbc5nOusNr1tREc+1I4VjEcZCOLS6ZorBadj8TYHESKyxsYxKfilAJv14GWFuXZ3&#10;3lN3iJVIIRxyVGBibHMpQ2nIYhi5ljhxZ+ctxgR9JbXHewq3jZxk2Ye0WHNqMNjSzlB5PdysguJ7&#10;8tNdb9oXbtu/W5qay/zTKPU67LdLEJH6+BQ/3F86zZ/OZgv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leoL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g7acgA&#10;AADeAAAADwAAAGRycy9kb3ducmV2LnhtbESPQUsDMRCF74L/IYzgRdqsSmvZNi1WCAoWiq3gddhM&#10;d5duJksSu+u/dw6CtxnmzXvvW21G36kLxdQGNnA/LUARV8G1XBv4PNrJAlTKyA67wGTghxJs1tdX&#10;KyxdGPiDLodcKzHhVKKBJue+1DpVDXlM09ATy+0Uoscsa6y1iziIue/0Q1HMtceWJaHBnl4aqs6H&#10;b29gux/qx3hXbcfwfnr9mlnr7M4ac3szPi9BZRrzv/jv+81J/dnTQg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iDtp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TUDcIA&#10;AADeAAAADwAAAGRycy9kb3ducmV2LnhtbERP3WrCMBS+H/gO4QjezVTRrVSjiFKQsZs5H+DQHJtq&#10;c1KSWOvbL4PB7s7H93vW28G2oicfGscKZtMMBHHldMO1gvN3+ZqDCBFZY+uYFDwpwHYzelljod2D&#10;v6g/xVqkEA4FKjAxdoWUoTJkMUxdR5y4i/MWY4K+ltrjI4XbVs6z7E1abDg1GOxob6i6ne5WQfkx&#10;/+xvd+1LtxsWlpbmmh+MUpPxsFuBiDTEf/Gf+6jT/OV7PoP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9NQN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jUksIA&#10;AADeAAAADwAAAGRycy9kb3ducmV2LnhtbERPzWrCQBC+C32HZQredBM1VlI3UgoRPRr7AEN2mgSz&#10;s2l2m8S3dwsFb/Px/c7+MJlWDNS7xrKCeBmBIC6tbrhS8HXNFzsQziNrbC2Tgjs5OGQvsz2m2o58&#10;oaHwlQgh7FJUUHvfpVK6siaDbmk74sB9296gD7CvpO5xDOGmlaso2kqDDYeGGjv6rKm8Fb9GweY+&#10;Hn+K5Bbl2lB8Xndn9mWi1Px1+ngH4WnyT/G/+6TD/ORtt4K/d8INMn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6NS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ZnpsQA&#10;AADeAAAADwAAAGRycy9kb3ducmV2LnhtbERPS2vCQBC+F/wPyxR6q5ta6iO6ihhSSk8aH+chOybB&#10;7GzIrib5991Cobf5+J6z2vSmFg9qXWVZwds4AkGcW11xoeB0TF/nIJxH1lhbJgUDOdisR08rjLXt&#10;+ECPzBcihLCLUUHpfRNL6fKSDLqxbYgDd7WtQR9gW0jdYhfCTS0nUTSVBisODSU2tCspv2V3o+A+&#10;vUxOfP3W+ywZPhdJunXyXCj18txvlyA89f5f/Of+0mH+x2z+Dr/vhBv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mZ6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BPz8cA&#10;AADeAAAADwAAAGRycy9kb3ducmV2LnhtbERPTUvDQBC9C/6HZQRvZqO2aZp2W1QQrIcGWz30Ns2O&#10;STQ7G7NrEv+9KxS8zeN9znI9mkb01LnasoLrKAZBXFhdc6ngdf94lYJwHlljY5kU/JCD9er8bImZ&#10;tgO/UL/zpQgh7DJUUHnfZlK6oiKDLrItceDebWfQB9iVUnc4hHDTyJs4TqTBmkNDhS09VFR87r6N&#10;grc8Teb5/Wby8bw94q3RXwddJ0pdXox3CxCeRv8vPrmfdJg/naUT+Hsn3C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gT8/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V9wMUA&#10;AADeAAAADwAAAGRycy9kb3ducmV2LnhtbERPS2vCQBC+F/oflil4q5taHyHNRvqgKj2lKngdstMk&#10;NDsbsqtGf70rCN7m43tOOu9NIw7UudqygpdhBIK4sLrmUsF28/0cg3AeWWNjmRScyME8e3xIMdH2&#10;yL90WPtShBB2CSqovG8TKV1RkUE3tC1x4P5sZ9AH2JVSd3gM4aaRoyiaSoM1h4YKW/qsqPhf742C&#10;83SHuVuOPr5etafTOF7Yn3yh1OCpf38D4an3d/HNvdJh/mQWT+D6TrhBZh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lX3A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6KGcIA&#10;AADeAAAADwAAAGRycy9kb3ducmV2LnhtbERP24rCMBB9F/yHMIJvmiretmsUWRR8c637AUMzmxab&#10;SW2yWv16Iyz4NodzneW6tZW4UuNLxwpGwwQEce50yUbBz2k3WIDwAVlj5ZgU3MnDetXtLDHV7sZH&#10;umbBiBjCPkUFRQh1KqXPC7Loh64mjtyvayyGCBsjdYO3GG4rOU6SmbRYcmwosKavgvJz9mcVXNx4&#10;qttsi4fz9uO7NGZyeRwnSvV77eYTRKA2vMX/7r2O86fzxQxe78Qb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fooZ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JacQA&#10;AADeAAAADwAAAGRycy9kb3ducmV2LnhtbERPyW7CMBC9V+o/WFOJW3FKBQkhDqKVkLiyHDgO9pCk&#10;jcdp7ELar8dIlXqbp7dOsRxsKy7U+8axgpdxAoJYO9NwpeCwXz9nIHxANtg6JgU/5GFZPj4UmBt3&#10;5S1ddqESMYR9jgrqELpcSq9rsujHriOO3Nn1FkOEfSVNj9cYbls5SZKZtNhwbKixo/ea9Ofu2yrY&#10;NCeazvR5brM3vT3+foXX9MMoNXoaVgsQgYbwL/5zb0ycP02zFO7vxBtk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OSW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AkzMUA&#10;AADeAAAADwAAAGRycy9kb3ducmV2LnhtbERPTWvCQBC9F/wPywje6kahrU1dpRYKLbVCVfQ6ZKfZ&#10;YHY2ZNcY/71zKPQ2877mzXzZ+1p11MYqsIHJOANFXARbcWlgv3u/n4GKCdliHZgMXCnCcjG4m2Nu&#10;w4V/qNumUkkIxxwNuJSaXOtYOPIYx6EhFu43tB6TrG2pbYsXCfe1nmbZo/ZYsVxw2NCbo+K0PXsD&#10;HW6u2dGtvp8/q3Ux3awOX1ZwMxr2ry+gEvXpX/zn/rBS/+FpJn3lHZlBL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MCTM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FezcMA&#10;AADeAAAADwAAAGRycy9kb3ducmV2LnhtbERPTUvDQBC9C/0Pywje7MaAWmO3pQgVj5r20OOYnWZT&#10;szNhd22iv94VBG/zeJ+zXE++V2cKsRM2cDMvQBE3YjtuDex32+sFqJiQLfbCZOCLIqxXs4slVlZG&#10;fqNznVqVQzhWaMClNFRax8aRxziXgThzRwkeU4ah1TbgmMN9r8uiuNMeO84NDgd6ctR81J/ewPjc&#10;vJ/K48G67zDItn6VU9mLMVeX0+YRVKIp/Yv/3C82z7+9XzzA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Fez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pxmsgA&#10;AADeAAAADwAAAGRycy9kb3ducmV2LnhtbESPQU8CQQyF7yb8h0lJuMksJAiuDARBEmMgBtR73am7&#10;izOdzc4I67+3BxNubfr63vvmy847daY21oENjIYZKOIi2JpLA+9v29sZqJiQLbrAZOCXIiwXvZs5&#10;5jZc+EDnYyqVmHDM0UCVUpNrHYuKPMZhaIjl9hVaj0nWttS2xYuYe6fHWXanPdYsCRU2tK6o+D7+&#10;eAPb1407jfeH1YdO66fpp5u9PG52xgz63eoBVKIuXcX/389W6k+m9wIgODKDXv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anGa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AJlcYA&#10;AADeAAAADwAAAGRycy9kb3ducmV2LnhtbERPTWvCQBC9F/oflhF6Ed1osdrUVYpQoqBQY6HXMTsm&#10;wexsyG6T9N93BaG3ebzPWa57U4mWGldaVjAZRyCIM6tLzhV8nT5GCxDOI2usLJOCX3KwXj0+LDHW&#10;tuMjtanPRQhhF6OCwvs6ltJlBRl0Y1sTB+5iG4M+wCaXusEuhJtKTqPoRRosOTQUWNOmoOya/hgF&#10;7ef+nG9bV++ui6GbPZ+T5KC/lXoa9O9vIDz1/l98d291mD+bv07g9k64Qa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AJl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589E" w:rsidRDefault="00E5589E" w:rsidP="00E5589E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7p/8YA&#10;AADeAAAADwAAAGRycy9kb3ducmV2LnhtbERPTWsCMRC9C/6HMEJvmnWpra5G0YLQi1BtD/U2bsbd&#10;xc1km0Td+usboeBtHu9zZovW1OJCzleWFQwHCQji3OqKCwVfn+v+GIQPyBpry6Tglzws5t3ODDNt&#10;r7ylyy4UIoawz1BBGUKTSenzkgz6gW2II3e0zmCI0BVSO7zGcFPLNElepMGKY0OJDb2VlJ92Z6Ng&#10;NRmvfj6eeXPbHva0/z6cRqlLlHrqtcspiEBteIj/3e86zh+9TlK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27p/8YAAADeAAAADwAAAAAAAAAAAAAAAACYAgAAZHJz&#10;L2Rvd25yZXYueG1sUEsFBgAAAAAEAAQA9QAAAIsDAAAAAA==&#10;" fillcolor="black" stroked="f">
                  <v:textbox>
                    <w:txbxContent>
                      <w:p w:rsidR="00E5589E" w:rsidRDefault="00E5589E" w:rsidP="00E5589E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FCZMcA&#10;AADeAAAADwAAAGRycy9kb3ducmV2LnhtbERPS2sCMRC+F/wPYQrearYWra5G0aogVA8+Dj1ON+Nu&#10;2M1k2aS69dc3hUJv8/E9ZzpvbSWu1HjjWMFzLwFBnDltOFdwPm2eRiB8QNZYOSYF3+RhPus8TDHV&#10;7sYHuh5DLmII+xQVFCHUqZQ+K8ii77maOHIX11gMETa51A3eYritZD9JhtKi4dhQYE1vBWXl8csq&#10;+HgfmtHBUP9zd1+u9W5QLverUqnuY7uYgAjUhn/xn3ur4/zB6/gFft+JN8j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hQmT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q3IsUA&#10;AADeAAAADwAAAGRycy9kb3ducmV2LnhtbERPS2sCMRC+C/0PYYTeNGvpQ1ejiKXUSw/all6HzbhZ&#10;dzNZk6irv94UCr3Nx/ec2aKzjTiRD5VjBaNhBoK4cLriUsHX59tgDCJEZI2NY1JwoQCL+V1vhrl2&#10;Z97QaRtLkUI45KjAxNjmUobCkMUwdC1x4nbOW4wJ+lJqj+cUbhv5kGXP0mLFqcFgSytDRb09WgV+&#10;+fNaX/n4XWfXj0t433eHMRql7vvdcgoiUhf/xX/utU7zn14mj/D7Trp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Wrci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ek8sQA&#10;AADeAAAADwAAAGRycy9kb3ducmV2LnhtbERP22oCMRB9L/gPYYS+lJqtYK2rUUqhUFAKXj5g3Iy7&#10;i8lk2Ux17dcbQfBtDuc6s0XnnTpRG+vABt4GGSjiItiaSwO77ffrB6goyBZdYDJwoQiLee9phrkN&#10;Z17TaSOlSiEcczRQiTS51rGoyGMchIY4cYfQepQE21LbFs8p3Ds9zLJ37bHm1FBhQ18VFcfNnzfg&#10;hns3WY7jSi47vcr+vaxffq0xz/3ucwpKqJOH+O7+sWn+aDwZwe2ddIOe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npP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V738UA&#10;AADeAAAADwAAAGRycy9kb3ducmV2LnhtbERPTWsCMRC9F/ofwhS81WwFrV2N0laEvXjoavE6bsbN&#10;0mSybFJd/fWmUPA2j/c582XvrDhRFxrPCl6GGQjiyuuGawW77fp5CiJEZI3WMym4UIDl4vFhjrn2&#10;Z/6iUxlrkUI45KjAxNjmUobKkMMw9C1x4o6+cxgT7GqpOzyncGflKMsm0mHDqcFgS5+Gqp/y1ylY&#10;la0d7QrzEfbfm8PBFtc17VdKDZ769xmISH28i//dhU7zx69vE/h7J90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ZXvf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xscsMA&#10;AADeAAAADwAAAGRycy9kb3ducmV2LnhtbERPS2sCMRC+F/wPYQRvNbFQV1ejlFJB8FQfB29DMu6u&#10;bibLJnXXf28Khd7m43vOct27WtypDZVnDZOxAkFsvK240HA8bF5nIEJEtlh7Jg0PCrBeDV6WmFvf&#10;8Tfd97EQKYRDjhrKGJtcymBKchjGviFO3MW3DmOCbSFti10Kd7V8U2oqHVacGkps6LMkc9v/OA3X&#10;jdx5o9Ccjqdua7Pz15RqpfVo2H8sQETq47/4z721af57Ns/g9510g1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xsc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sLZ8gA&#10;AADeAAAADwAAAGRycy9kb3ducmV2LnhtbESPT2vCQBDF74V+h2UKvdWNFqtGV7GFQmnx4B+kx2l2&#10;TEKys2F31fjtO4dCbzO8N+/9ZrHqXasuFGLt2cBwkIEiLrytuTRw2L8/TUHFhGyx9UwGbhRhtby/&#10;W2Bu/ZW3dNmlUkkIxxwNVCl1udaxqMhhHPiOWLSTDw6TrKHUNuBVwl2rR1n2oh3WLA0VdvRWUdHs&#10;zs7A9/mLT5vnz3V4TUff72Mz+pk2xjw+9Os5qER9+jf/XX9YwR9PZsIr78gMevk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WwtnyAAAAN4AAAAPAAAAAAAAAAAAAAAAAJgCAABk&#10;cnMvZG93bnJldi54bWxQSwUGAAAAAAQABAD1AAAAjQ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5589E" w:rsidRDefault="00E5589E" w:rsidP="00E5589E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p7jsYA&#10;AADeAAAADwAAAGRycy9kb3ducmV2LnhtbERPS2sCMRC+F/wPYQRvNav42tUoWij0UqiPg97Gzbi7&#10;uJlsk1S3/fVNQehtPr7nLFatqcWNnK8sKxj0ExDEudUVFwoO+9fnGQgfkDXWlknBN3lYLTtPC8y0&#10;vfOWbrtQiBjCPkMFZQhNJqXPSzLo+7YhjtzFOoMhQldI7fAew00th0kykQYrjg0lNvRSUn7dfRkF&#10;m3S2+fwY8fvP9nyi0/F8HQ9dolSv267nIAK14V/8cL/pOH88TVP4eyfe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p7jsYAAADeAAAADwAAAAAAAAAAAAAAAACYAgAAZHJz&#10;L2Rvd25yZXYueG1sUEsFBgAAAAAEAAQA9QAAAIsDAAAAAA==&#10;" fillcolor="black" stroked="f">
                  <v:textbox>
                    <w:txbxContent>
                      <w:p w:rsidR="00E5589E" w:rsidRDefault="00E5589E" w:rsidP="00E5589E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jYaMYA&#10;AADeAAAADwAAAGRycy9kb3ducmV2LnhtbESPQUsDMRCF74L/IYzgzWZVlLJtWpaCKJ62VfE63Uw3&#10;i5vJksR0/ffOQfA2w7x5733r7exHVSimIbCB20UFirgLduDewPvb080SVMrIFsfAZOCHEmw3lxdr&#10;rG04857KIfdKTDjVaMDlPNVap86Rx7QIE7HcTiF6zLLGXtuIZzH3o76rqkftcWBJcDjRzlH3dfj2&#10;Bspx1zb35bO4/Wts+hja549ja8z11dysQGWa87/47/vFSv2HZSUAgiMz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jYa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5589E" w:rsidRDefault="00E5589E" w:rsidP="00E5589E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g5+sUA&#10;AADeAAAADwAAAGRycy9kb3ducmV2LnhtbERPTWvCQBC9C/0PyxS81U0Kio2uUqSV1ottKuhxyE6z&#10;odnZkF1j9Ne7QsHbPN7nzJe9rUVHra8cK0hHCQjiwumKSwW7n/enKQgfkDXWjknBmTwsFw+DOWba&#10;nfibujyUIoawz1CBCaHJpPSFIYt+5BriyP261mKIsC2lbvEUw20tn5NkIi1WHBsMNrQyVPzlR6vA&#10;p6u3/cZeXrrD2vA2/zSTr9IoNXzsX2cgAvXhLv53f+g4fzxNUri9E2+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Dn6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5589E" w:rsidRDefault="00E5589E" w:rsidP="00E5589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5589E" w:rsidRPr="00611135" w:rsidRDefault="00E5589E" w:rsidP="00E55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E5589E" w:rsidRPr="00611135" w:rsidRDefault="00E5589E" w:rsidP="00E558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E5589E" w:rsidRPr="00611135" w:rsidRDefault="00E5589E" w:rsidP="00E558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5589E" w:rsidRPr="00611135" w:rsidRDefault="00E5589E" w:rsidP="00E5589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5589E" w:rsidRPr="00611135" w:rsidRDefault="00E5589E" w:rsidP="00E558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5589E" w:rsidRPr="00611135" w:rsidRDefault="00E5589E" w:rsidP="00E558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5589E" w:rsidRPr="00611135" w:rsidRDefault="00E5589E" w:rsidP="00E558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5589E" w:rsidRPr="00611135" w:rsidRDefault="00E5589E" w:rsidP="00E558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5589E" w:rsidRPr="00611135" w:rsidRDefault="00E5589E" w:rsidP="00E558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5589E" w:rsidRPr="00611135" w:rsidRDefault="00E5589E" w:rsidP="00E558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E5589E" w:rsidRPr="00611135" w:rsidRDefault="00E5589E" w:rsidP="00E5589E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5589E" w:rsidRPr="00611135" w:rsidRDefault="00E5589E" w:rsidP="00E5589E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.06.2021 року                                            Крупець                                                       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</w:p>
    <w:p w:rsidR="00E5589E" w:rsidRPr="00611135" w:rsidRDefault="00E5589E" w:rsidP="00E5589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5589E" w:rsidRPr="00611135" w:rsidRDefault="00E5589E" w:rsidP="00E558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5589E" w:rsidRPr="00611135" w:rsidRDefault="00E5589E" w:rsidP="00E558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5589E" w:rsidRPr="00611135" w:rsidRDefault="00E5589E" w:rsidP="00E558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E5589E" w:rsidRPr="00611135" w:rsidRDefault="00E5589E" w:rsidP="00E558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E5589E" w:rsidRPr="00611135" w:rsidRDefault="00E5589E" w:rsidP="00E558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Коваленко О.В.</w:t>
      </w:r>
    </w:p>
    <w:p w:rsidR="00E5589E" w:rsidRPr="00611135" w:rsidRDefault="00E5589E" w:rsidP="00E558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5589E" w:rsidRPr="00611135" w:rsidRDefault="00E5589E" w:rsidP="00E558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Коваленко О.В.,  сільська  рада </w:t>
      </w:r>
    </w:p>
    <w:p w:rsidR="00E5589E" w:rsidRPr="00611135" w:rsidRDefault="00E5589E" w:rsidP="00E558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5589E" w:rsidRPr="00611135" w:rsidRDefault="00E5589E" w:rsidP="00E558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Коваленко Оксані Василівні,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4A5B6B">
        <w:rPr>
          <w:rFonts w:ascii="Times New Roman" w:eastAsia="Times New Roman" w:hAnsi="Times New Roman" w:cs="Times New Roman"/>
          <w:sz w:val="24"/>
        </w:rPr>
        <w:t>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A5B6B">
        <w:rPr>
          <w:rFonts w:ascii="Times New Roman" w:eastAsia="Arial Unicode MS" w:hAnsi="Times New Roman" w:cs="Times New Roman"/>
          <w:color w:val="000000"/>
          <w:sz w:val="24"/>
          <w:szCs w:val="24"/>
        </w:rPr>
        <w:t>______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кадастровий номер: 6823982100:01:012:0026,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 xml:space="preserve">ля будівництва і обслуговування житлового будинку, господарських будівель і споруд (присадибна ділянка)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Шепетівський) район, с.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вул.. Шкільна, 24.</w:t>
      </w:r>
    </w:p>
    <w:p w:rsidR="00E5589E" w:rsidRPr="00611135" w:rsidRDefault="00E5589E" w:rsidP="00E558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2.Коваленко О.В. посвідчити своє право  в  установленому  законом  порядку.</w:t>
      </w:r>
    </w:p>
    <w:p w:rsidR="00E5589E" w:rsidRPr="00611135" w:rsidRDefault="00E5589E" w:rsidP="00E558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Т.В.).</w:t>
      </w:r>
    </w:p>
    <w:p w:rsidR="00E5589E" w:rsidRPr="00611135" w:rsidRDefault="00E5589E" w:rsidP="00E558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5589E" w:rsidRPr="00611135" w:rsidRDefault="00E5589E" w:rsidP="00E558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5589E" w:rsidRPr="00611135" w:rsidRDefault="00E5589E" w:rsidP="00E558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5589E" w:rsidRPr="00611135" w:rsidRDefault="00E5589E" w:rsidP="00E5589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p w:rsidR="00E42B73" w:rsidRDefault="00E42B73"/>
    <w:sectPr w:rsidR="00E42B7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9E"/>
    <w:rsid w:val="004A5B6B"/>
    <w:rsid w:val="00753B3C"/>
    <w:rsid w:val="00E42B73"/>
    <w:rsid w:val="00E5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89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89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269</Words>
  <Characters>1535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4</cp:revision>
  <dcterms:created xsi:type="dcterms:W3CDTF">2021-06-22T10:41:00Z</dcterms:created>
  <dcterms:modified xsi:type="dcterms:W3CDTF">2021-06-25T11:46:00Z</dcterms:modified>
</cp:coreProperties>
</file>