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0D3" w:rsidRPr="00D815F3" w:rsidRDefault="005A40D3" w:rsidP="005A40D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5A40D3" w:rsidRPr="001869AA" w:rsidRDefault="005A40D3" w:rsidP="005A40D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648" name="Группа 116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6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66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n7kdXYAAGBZBAAOAAAAZHJzL2Uyb0RvYy54bWzsfX9uJUeS3v8GfIcH/jlAi5X1uxrTWozU&#10;6oEB2R5gng/wmmQ3CZN8bZJS93ixgAEfwRfxDXyF3Rv5i8zIfJlkRURNSxrIcGoXKo4YjMqMyIzK&#10;jF/fH//py93t7uerh8eb4/2bM/dNc7a7ur84Xt7cf3xz9l/2717NZ7vHp8P95eH2eH/15uxvV49n&#10;//Ttv/93f/z86fVVe7w+3l5ePezA5P7x9edPb86un54+vT4/f7y4vro7PH5z/HR1j19+OD7cHZ7w&#10;Px8+nl8+HD6D+93teds04/nn48Plp4fjxdXjI/7r2/DLs289/w8fri6e/vOHD49XT7vbN2cY25P/&#10;94P/93v69/m3fzy8/vhw+HR9c8HDOHzFKO4ON/d4aWL19vB02P30cPOC1d3NxcPx8fjh6ZuL4935&#10;8cOHm4srPwfMxjXPZvPnh+NPn/xcPr7+/PFTEhNE+0xOX8324j/9/JeH3c0ldOfGHsq6P9xBTf/6&#10;v/7tf/zb//zX/4P/+987/GZcSFKfP318jT/488Onv376y0OYLn788XjxXx/x6/Pnv6f//TEQ795/&#10;/o/HS3A+/PR09JL68uHhjlhABrsvXiF/Swq5+vK0u8B/7F3TOqjtAr8auwH/HxR2cQ2tvviri+sf&#10;+O+c69vwV25yM/3N+eF1eKEfJA+KZoRl93iS7OMvk+xfrw+frrzCHklQmWSXKNl3D1dXtJx3XZCo&#10;J4zifMxlmf2GhvkIkZtShKbOdhCW61yQVJTkHMXo+sELMQnk8Prip8enP18dvTYOP//4+BQ2xSV+&#10;8jq+5EWxhyY+3N1if/zhfNcN87T7vJubZQxv+pjIXEYGRfT97nqH1/YvCKGjE79G5NdlZK6bJpFf&#10;nxG24+iE8Q0ZGQQFOmF8kGUaX9sNvcBvyshc282jxA/b68RvagR2WCqJCltvEYdHKj1RdtLwXKEP&#10;N7Yyw1wh0vBcoY7GtY00XZfrQ2RXaKMZZ5Fbro2xFYTncmUsyyJyK3Qxi7IrlNG0rcSvLXTRdLMw&#10;vrZQxgQ6Ye21uS7c1EgTbnN1dE3XiQxzbbQNVun67m1zhWDXiuptc4W0rbjd2lwlYzPLIyx00jaS&#10;fWlzpUxdL+63rlDK1C3ClGEsTxtpmsZJkmFXKGUYRIa5UuZ2FJdhlyvFjcMgjTBXyjxN4hbuCqU0&#10;TpJhlytlcfMgTrlQSjdJ67DLlbJ0TtRynyulHUZp6/W5UpZ2EkdIn/pkBttZNA19oZRpEPdynyul&#10;I3u+vlP6XClT14jrEF++0wi7sRMZ5koZ5lZch3RQS1PuRmwpYYS5Unonf4mHXCndsEhKGXKlwIiI&#10;5mvIldLRR2x9hEOulEG210Ohk3mURIjDzUkyvajiodDIIg8v14iojiFXR982kjqGXB2taBTGXBl9&#10;Bwu8LruxUAY2kvApGXNdwKJLwxtzXbi+EXfcmCuj71vpYzfmysCqElcLnVrTetYY5uoYOtkMjoVG&#10;RietZ9xrTi8eZ/msNeU6GZpBkuGU62TuZCVPuVKGfpEW9JQrZWk7cRFOuVKGcRAZ5kqBoRa/71Ou&#10;lGHBVNaX4ZQrBYZa3HRTrhRYQeljN+VKmWfZKMy5UkasB2GEc6EU2EFpp8y5UsZePMXNuVKmBRte&#10;2HpzrpSxEa8Qc66UqR9EpcyFUmZ8ZteVMudKGQccH6UR5kqB4ZcM9ZwrpV9mkeFSKKUVz0hLrpSu&#10;78WFvRRKmTtp2Sy5UnB6FJWy5ErBdVKa8pIrxdGZXpAhrsAnKzIts7RTllwpi/zxXHKdzM0k2dcl&#10;14lretFguyZXCt3ZhWXjmlwrE20pYc7wzJSTlgYJwWWEzpHfQORZaGZxkmZcU6gGB2dR2a7JlTPM&#10;jfQpcE2uHde6TtyErskVNAzy1bspNNQuOOBLcy9u84MTl7kr7/PdKB+1nct11MMMSGovL/U9vBjy&#10;OHMdgVLUkSt0BJtWXFrgf/oYPUyH6+h0uvhyz14n/LQ7kBO58d7CT8dH8veRCwrurb33boEFqMhF&#10;JRBj9kTsPW0mMaZFxNE5pnPGmiLiiV2LOjEWCxF7F6o5DFoGRA0tB7elzps07Mm3TZJcMp582zQd&#10;zxNelU2D4Zm6bVMlnwkNBj6RLdzJI+LJt0215anCn7GJO08V3opN5DxV+CK2kJMngsYe3LLmIiA/&#10;gyffNlXyInjybVMlH4En3zbVjqeKG/6WqdL9nrjj/r6JnKeK2/kmcp4q7t6byHmq/bap0r3aj33b&#10;VOnWTOS4FW8ZDN2JPfm2qdKV15NvmypdaT35tqnSndWTb5sq3UmJHHfOLVOlK6cn3zZVulB68m1T&#10;5SDHftw2VboMeu7bpkpXPSLHVW7LVOki58m3TZWuaZ5821TpEubJt02VrliefNtU6QJF5LggbZkq&#10;XY88+bap0uXHk2+bKl1tPPm2qc48VVxMtoydriXEHdeOTeQ8VVwqNpHzVHFl2ETOU8WFYBM5TxXn&#10;/S3k/rRPc6XT/LY/4NnSWX3bH/B86SC+7Q94xnTK3vYHPGeHI/SmPzgdnDZOOh2dcPjd9oY4aZxs&#10;sz8IX3M+tj4g4+B5rsHD2Q65Bu/pbw6vPx2e6LQbf9x9fnPmY6i7a0RtfZCUfnV3/Plqf/RET3Tu&#10;7RtySkOnKY6Kt56Ibu9z4m6BYWTitAIiSXx+8nw7uLyY9BQXjiTxGUnpQO+H0ONOFQQQSeKTSRHX&#10;YlJETXXSkT8Vru+sseLmyFwRU9a5Dqxc1yO0oZP2FLnw08KtRyftYnQdvtG4KuPM45Ml0JKTgbh2&#10;C/wXqrBaPqmCFEdcldSRe9tznXH2UEkRTmdSeDgMUgpKeq5jCOZjbcXpxGeYFi6wYR87XDt1ubYz&#10;+WM81wGnX22sLfykTArfr046kT/Uc+1wnFK5Tnx7cV2Lw45KilwB5opsAIOU7QzcAxYp4oOBK8QW&#10;rV6UZ3yyXHHfZ9K511dW2/NxxrUIaOpjhWeeuY7pFhRfHJ88ABgCJh3g3FCFRVvaq4BSHQzSuLIQ&#10;Hja01ZKbjxQLx4u+DcGLlzYSwAxttRSjI65uxhlTnVZLcWpPOhnC6uIudJOxYVs+S/o0Dv315Cny&#10;bx/TqTaqKD6DqsigMSU2ozallAyEzC59szqsT+ZprCmH5RkpdYHC9EZKLEN1nHx/hZSSKyDOOT55&#10;7nE9uTGdIyJFfDIluei8PAec/LS3k5c3EKYDf2QVn4ElRRECYbpNRoL4DIT4dSDscUbVXh2OpEhW&#10;M7Yc01GuzQZ+M5lT+7UTUjs2kI0tLsU2t34xPvRhDgj66DYrkLUIkm94KXy7+th4DVhfa6QIeoU1&#10;xlSjhUAoQB0d0hQDv+QdigskPnmhsCFtksMs/j4+Ax0FyWnlIUNUfS8fpZD2pJJRjBLsEKdQybzn&#10;nOiMDeRzLT2drjPHl1NrePgA8HSNY2YbbVEDt6a2RFu+iSJmoe+MDooIkja2UPoENMaBZaCoAukO&#10;tk0d48jeIdemK2dcBPEZFsPEF18cmHV5L5QLR68e0vU+corPwJFCW4GSzu2aIBG9Yd0g5qlTIh/M&#10;80QgzvhKdbxsWyQD6Tx7Pn3i+K8L0w383W9HQ0hQSzjR+kOoOnfk4PkZUZKdPs6JfUJda5hYN1Me&#10;FnTUITyi85wpyEiUo3GQcQsl6RDlDPeONiN/fCLKvjEsRttQChNRdimdOq6h+AxriRILA6X1eWnp&#10;uuV5Toaxb6HOQLkYl7kWAvWUA5adPncMNFD2hpFuWz5FI1VNN5i4yIW5D7NxhqNsSf92Soc0xskX&#10;nrG17mZYwYEn0lMMnnzYH6cUZYpajE/WJm4ugSdisQZPCm5jhUwnD0/kFZ+JZ5D81CLOra5PUqLn&#10;iRxPndJxcAhXIkNHZLA9T/haVJ5uoeQgmhE5E7RxOjKGgRIbX6Wc49u5lEG8aeNjyXOfELtXedI1&#10;0L8dias65cjanGaEgFSeI4cHkNtiUbL9nBZ83nWelIQAec6NZevog+UpLY+MG/gqOENb+tvjZZyy&#10;cS3KsObnLsWk4gqOT/5uJp59CpBGiviMlOw5mnvr0IUMhTD3wTgwOGRLBsoN37hgP2f6hOk64qst&#10;pRgblOw4xG3DWHUTpVeT3hfjtu4mPiHiW2fszZkDqktj+OzczPtoaYyvoVv4OLmYDgikVfsZUd60&#10;KqW24bADEvd0ebaOVzJlOus8W/6+U5K1QUmpeZC8Tdmxpd1AyWfFDZR8CrIp4U7dOM6eo8sbeEKM&#10;2+Y+UELNJikNfBJYcATUJT+wDwBZk7r1pgT48HZT70gIZ0rjDo2cu2AZFuv8iWMIrxCccvQZ0QfL&#10;SwnpzQYl3xGwOwzKiU9B2O+69aasfv/2GWn7+tujh3oejDtC11BBANmlzjjPd4499LPDx06zn7g/&#10;8rd4MVw1HerT/NthaPX93iGJOFAOxvWfShUCJXzT+jh7zgHBaU23S13Pqw7J0bpNhj8+6GgcDbcw&#10;Ls9h1Y29cTdEkWE4K+KWpq8lxCPCPhrpqqLqCJnHXkpUYGFQ8r1jGI01j0tZmBESJg0pjRzRh8df&#10;P4dQWYcfZ78YJ0BQhhkhw89YS4myN2cU346qEUNKPKMOhwaDkkMX3WitupFXSGfdN7uRA6NdY+1N&#10;3KC8PJGhbq6lsJJb1B/rM0LCdOCJUhiDMgau4Hc1KKOPxXILY3eEs6JrjRM1BB7WJ6LpxoxGdsbj&#10;HKIPMwZuJ+OsRsU/Yb8ZVzPUlgWxW46tbop+IOPC0+H64l9NGRGqTcD9wRNa9mjm1WbE8zp8fTw/&#10;w2MAg807V/+q+a1F3yrj3oYoXpiwcdrscG7247P2TPQhGnGZbokRXGMXxDO24bDFLT6sGX0NpqwI&#10;Xbtwb7HHQV0EqAsJLzUG18OhGlaVMTrHuV7GUQApCmyYdMNAhWVBafqHo4e/zNNhJ2uLvo+OLeND&#10;1LfsYLDCXvFiYhi4vuVrCSyiOj46xfgjp/5Bpwq5IBfDEvX0cSaGSDXR34yF5QkHw6vQ492ekE6y&#10;6lx6PsAuRmy5JwcBjRE1BsbyGmJ+Q2spBiV/gSddtNRhxjOcg9PLoIwWpDHuwJhRkBEuI8aMej5F&#10;4QttKYijJfjqG4sopvfgJGHMPWZLUKGiPnfsRC9PmGVji/Ucy4JtsWbEeSW44W6lpJCRqk1UZ/hx&#10;Yk1ZkufvH06lFmX0hqP60ng7+zrhJTMMVs+JMjiRW9qMtxG6vKlzpzQW2ke4ORjyHNijgduIxTP6&#10;4ulorr493UYov06n5MzqiT5SKiXuan5GqDQ33k6OYJr7RNFHlWf0o+EWaqwlWkKeJx0JVJ4L+31w&#10;W9bHSWW0nifVyao8B9o+9PaZlKW9fWjZIsNToOt96NijAe+DMU6Yef92TN0YZ8/axPXfeHtPVa6Y&#10;0dJawX/UBjOlsTcHiIkpjXsgStaCZaByXV2eKE1mnsb3aBj4dgeflyGlgVOY4MUzpDSypd1AyXeC&#10;DZR8trQpJ/b7bKDkI+EGSv6+25Qzp6VsoORot00J3bA2Db2P6K3GlEb2Fq6WzNPBOGt7E0Yx2BB4&#10;2HW9Q+3M08oegHnncTbGmWEkV4K3IYtxWKPS9ECJ2nN9RtFzjSiIfhKAmyJcLubJyFnCZ4gpR/Pt&#10;bBngHTXGOfCVYKaQlaqjgVcIIlW6nad6+yAlHG4MnnHudFLX3x55Uo6nThnH6Yx8mTHN3RmWFvF9&#10;1rvlQxz7GBtejGgNNRHwUqIuAfqM6ODnv7BwSOuUHXvH0KrIouR9NI3GCRAJwuEbB5bWLubEbnhh&#10;9G/xiBTlMCMrp5g6IwRKKw9mWPgOh6i3fi2E6zjYEHSI0qU0oGQ/vJ3SHbRVB0rmiWp7nXKGi5O0&#10;OSLwaFEGKY2TScm3CernYPDE0cu/3comG9BPIVBa8VF8tMP6RHaLNXc+fyK2ZchzZv8+gjWGNvHN&#10;8ONEZo/BEz0sPCU1qdCltPB5HmEIwy5R5iXJsyejp60QrGSmtO6bY8O+Y7in9Bnhu8kOHcvDPjpe&#10;yQhIGDNCkNDPiDpv6DPqeC3haVHyjHBBMd7ec2J8O5tfLo52IwCk36TGkd1ULV35VR3BIvi5I+NQ&#10;twy45wXJUzsRnefCt10kA+lznxq23m4Cc22cE103aNUhPV+3IbgSBgtGVVQ6z5492A4FOjrlED1R&#10;yDTRKdFCJYzTSoye8A9TGnqfcHtkSuOrPc18qkQoU18hyJwNNgThAF2bE2LX/u2L8ZGZKO2dVEQO&#10;a1WXlG3tCY1A0dzAQxgIdYs4N7yKF+PTjpYnadoWS95sEKVFyaF7pFSblLyIG2O5U6MbP3PqZKMK&#10;c07FbY2RMhxKK2kLNTjTawpKlKg90LdQosQ1wZo7H9BxsNSXR+KJcouN46TmPNtmNFtGNr2dtpBu&#10;aU6kcMlYI2XXAQpcDB8xDkth0SPB3Ag3z1Tz5Y0ikv/0seJYxwuKmg6pskL2YhwAEggMUnblI6Xf&#10;EBasQ+IKV4K2/KYlWjFnfeimhT90GIARDwRpOI2AFDZaHwCnQYHU+CrCjrIVR4WZMS2kW7K2RsPw&#10;USMuJp0Mk48TKNsUswIPp9bIdTau/fA+x+VimVRqIxXGSm2iVLkOU1xZOG3o39FhimcIVFbqch0m&#10;ds9Q6F/fhkPMTUHykpHkhZRT1hZqS/UNM8RsNJwjjAMk9cdiYdF+0BbhEGNFkKpRs4uYFisWB21D&#10;rugZHgaASmDdYsMvyhsG3mFDsRRY8IYIR2h9bw0xLQxdvQxvGjX+Yq5o7KULq2FHEYqxjdysoYnr&#10;FaLQufYLp0c5rEHdvvYxe4Eq13UJwNsdp2WdlHpKz/FyxQdGVyx1NGNSK9bQD5ylRB0B9L0FFwQf&#10;PdG73hAWYtk8gM449vddNET4yRgApYIGCVidFvp44UOWlrG3qFUbc0UrNnVlpbyKvNtEzGi/uD0+&#10;XoVNTL0sPLRCampBvTAyNIHH4+3N5bub21vqZPH48PH997cPu58PhMXh/+FRFGS3vqPb/ZH+LNoK&#10;+nMgGXDfDMI08Nga/7wgM7P5rl1evRvn6VX/rh9eLfCivEJB5XcLPuRL//bdv1D/ONe/vr65vLy6&#10;//Hm/irifLh+G9oDI44EhA6P9EFdO5YBB3U/r6+YJIA97i8xu8Pr66vD5Q/889Ph5jb8fF6O2AsZ&#10;045PLwggWQRUiABj8fTl/RdwpP/4/nj5N4BFPBwD3AngWfDD9fHhv5/tPgPq5M3Z43/76fBwdba7&#10;/Q/3QLxYsHiwj578/8BGIRP4kP/mff6bw/0FWL05ezpDfz768fungKfy06eHm4/XeJPzYrk//glQ&#10;Hx9uCE3CDzWMiv8HQDf+cegbZCUCrklC3/A7kGQFmI6/MphJRd/wp3u/LE9oHjDGqTVzRd84yYU8&#10;gplgxLaiMLonMupwIHbWxFcnUYqdOgt1VPQNj1a0J4uVROc79a53RaYv4Imuom9QD9YI7kOXnySb&#10;Fg5PoVcsxd0SXUXfwCf8JEM6OifZANBLkiEuVye6ir5RyJD800mGFX0jX150g0iiqegb4Ui3p9Sb&#10;JJWKvpEMekXfqOgb2beJgitpm1T0jdyuUjpiEk1F3yg+xxV9QwK2oFSgtGoq+kbyFeY7q6JvRLzU&#10;ir6hQnWECNE+hod00IsQpNrHCJVOHGJ6+xhJ0Ik5zauib7wAXuHa3H2q6dAFyZnz+1TuZpCzSlPR&#10;sUHOSk1JRDo5B8Er+sYLrXLAeZ/iXLogOXdsn3JUDHLWagoQG+Ss1VQ0rZNz7K+ib7zQKieo7FN2&#10;uC5I5HBQtHGfMqQMctZqytA3yFmrqe2WTl7RNyQ0Ky593KfaQ12QXHW7T6lXBjlrNSVKGeSs1ZRE&#10;qpNzW4KKvrECaeaR9Gj/VfQNCohjIa0BvyGJMFgppAhy2oBfcpRxkEDjKvoGsEK6ir5R0Tcq+kZs&#10;zomG2ka3HvQt4Ywz5DLGe2JMd4pPbl5b0Tcq+oZPzUOWtJ5KWtE3kAmG1Fw9izamhaLESc9JrOgb&#10;jPFVGiQkvuDoWNE3jnR0DDY6JlA3yTsURRafgS4WwlX0jRw8rqJvqKnRFX3jrKJv+DTsaEzikzu9&#10;V/SNN2cVfUNZIei6GIrXKvqGIqWKvoFjXUXf0FZIvODPFX3jjwqODJdJVvQNZS1V9A1YG3SP06sd&#10;cfAL180NlFzBaFNW9A1IvqJvyBasom9gb1b0DcV6V/QNrJCKvqGtkIE7vaGvuV57D2ya1H1A735Q&#10;0TdSAlB0gcQn+2Er+kYUSHyyYCr6BnnrS6FU9I0oj/jkKEVF3zgtlWeiqegbKAKN2VBRNvHJyyd2&#10;VKroG8r5AA2cOJBa0TfkmxiQXEJjJHTW0T0FaKEU8kMr+oa26ir6BqECpyz1aLniM1gwNIQMJ/KK&#10;vqGspYq+ETyYerYR+iiH2JuNlFHRN+CXrOgb8tcQaBGhZKKibyh2qaJvwC5V9A1lhVT0DfLvV/QN&#10;xdJW9A349yv6hrJCKvoGQRwY2IgVfeOMEAGoH63kUqzoG1hGqbo/XsTjM1zIK/oGHekq+kZF36jo&#10;GxagREXfqOgbFX2jom9U9I1fBX0D51YTcyMhZ9AZl4AqRkKyoYSLAmZjIxqHDVSBtxDzVXiOZvlh&#10;/mHuXwHd84dXffP27as/vfu+fzW+Qx7W2+7t99+/dSU8B4F+/HJ4Dn2y7/w/L6FHMsyNAFkCaW/A&#10;3NjdXBLkBW4VFXrDiwCIGgAf8VJBkTxaVj+D3vAJC7829AbQVAO4TRdAIL3qdhdoh0IgSRc4sbvU&#10;2uHLh4c7WiI5Us3hZ2CqMPIFw8yc2rrn6AKTI2gG/Js0XrS6zLqBYhAe5SGAQuZUOcaDyCrHeAC+&#10;l8Aq75Musso727p5FFghkJE6mYqs8p71AIkTWCHuf2LVuHVZ5Z1Tx0XgVABsjNOwzopQ69IL+1ni&#10;lcsdWOwCr0Lw4rhywWPdCbwKyUs6BMzmafRDJy2tXPQiq1zywI0ShpWLXmJVwGm0s6DEAkxDZJUL&#10;Hk0e1kdFiF9JiSKrXO5Yyqu7kMBTEyds1esd9r23zsUuzMU+SoPKpQ7VCKwKsQsLq8DMGAaBFbWp&#10;PI1dmCCVcyUicUMDw/1EJawqoMyfaEhK0rByuY/UDXnF+lHThTQstAKWzEOBkOE6YWkV+BhAbBO5&#10;5cIH8rIwtnzNA8KoFSZK1U1pDm0vKIBQKhOV69pe4paroF0EuVFuy4lbO0nLrETFgJ1b1QI8dzk3&#10;J840X//d0gnc8g2AVi7i2HIt9J2wnfD5zcbWwKqsbyhq65kkAmT29bEVUBjAc5aM9ZBrYXDCR4Ry&#10;/tM7F4YNeGk2COs5kQ1DKwwtV8KMZSTMM9cBEE0FZrkOJnFbFRgYgKUVmOUqGEdJA4RrmaYJiMV1&#10;ZgQAnahQiytMk3qRJrJxlpjlCuiHTmKWK0A8qJTAF32+bHGk/3jJ57vDdTzynRoICs0HIRCcIPex&#10;Q5FvPCh2KsSEiThmSOrEmBARxyRenRgrhohr32t/nf10fNzhfL9nqPZ9Ag3WhcgAr3scX0IkyCBn&#10;dda+1wDtLOTOqL77BOuuC5JhZfcJWNggx0fFb6PYkE8n58rkfULiNchZqymP2SDnbZoiYwY5b9Ta&#10;9/r5mqHvlLd327TKCMv7hNyty/1X6XuNTwTewt+Ir2koS6fj3bV3OAQk1Lvjz1d5iy1PACl0WLTB&#10;BJ0oylBrogxODQwt/j4+Q0g20uGuxhzj7+PzGR0OWeHN8ffx+Ywu2dT4+/gs6eBZ2MTP4Ti25b1w&#10;L2yiA6aRyg44x7TcUuvxOPr4DLNAcbUnM9Cm4YLwZAYq9siLtotLPL4sPvml3H7OaFI3RoBpg1t0&#10;f+l6HQjNBwIxqBgvQaeKnVANKsap16k6TvHXqWh126NvsWZtKrgiNlABVt1mhbVPRMEjKG9RpjL0&#10;GEYFBWjrGp1H6Y0Ab9CoeIEZsODcHgZt9zVe5KfCG41tHo7JSCBReTEVu2VEgfHxwvWTzg5pCF78&#10;8Dmor8UlkQmNsD28EkxoWCFHVyDSfId1okqP29+T70EljGvXdYaRgXeCXw2gFe3VbSx8hwdCJ8Tv&#10;/WTgg1AJkYjIhMb6ozkEjk6fdceYD86hvkybDDwVgSN8ESphjx7x/tXWhwTeikAIf4TOke0FFre+&#10;zOCxYI4wydpkYvkAAOtVOjgtPEO4JXQ68ufRHk2QDPGDE5/hwwO/RaAzJjLgq+n5NbpS4LrwdHBO&#10;qOMbwYf40VlFkwu8F54O/gmdjg3EaJyN4MDw/KhdmPpechtgfEMT79dRbvEZTwuBH7wUOj9ubdwZ&#10;Gy+e3U6nwfi+i9vj41UYshn1lWO7UriTzpIUwUrxYm+J6b+shnIdCoi/a5dX78Z5etW/64dXWLjz&#10;KzTP/W5BPejSv31XhnJ/vLm/+uWhXApgLwO8+jQweZKN/4f1UZDZAWzXv76+uby8uqcR+9zQrVFf&#10;vzFq1Hcl6out/izq641DjfqeU/Bk3aGau0Br1PfN2R/OdzXqG+Ejcyd2Hsmkj2Vyr9eoLy2aGvX1&#10;e0eyMrmZqVHfs32N+pZ5THBanyxKjfoiNpcHHWvUN1sdNeqLfFyOQobLbY36niSSAPu2BbfZxbh3&#10;8fqtx3pq1FdCSqxox5JkKtqxJBn6xsH3tU/BAn3zcQBin4D1DPLg0dsnD5xOXqO+wcPIqexihCR6&#10;DmvUl6HRgoN2qlHf6EFmj3+N+jI0XI36Roy8ELk0Qk816nuku3G5m2rUVw171aivKp4a9Y27KT45&#10;qlqjvv4Qg8OeGetNEdta4XsZKnURGn74+P7724fdz4fbN2dSyPuXVPj6YH+N9a7EehFQeBbr9R6c&#10;XzvW23N2L9KzfGLIb1bhKwROcGJKgbZt9b0CozwAsy3OKzBCvkoakZsnqWYmoxIYlR5/qWApjzQK&#10;Ra9FfZFUEVTU9XZCRdbXlPUKJVRANTvJSaztIm/lSZpS4TLlYmVUgsjp3Hyikmqe4Og8UW2K73aN&#10;UF9KKa/phRKroqq3hyBWSwj//qpeIOYIrHLBi6PK5T62wgS/pqy3l4aVy31bXe84CmvrKwp7x0WY&#10;41dU9sq5JLnoN0d5e6Gi8auKe9HXdX1ZfFVx7+AkbvnS31rc24/C2viq4t4edbare4my2tO2dFuL&#10;e0eJW2F72o3FvaidXh9bvgsclohgyyiJN80B2cQCt0ILzSwVHhfFvW0ncPuq4l63CJ+SrynudYNU&#10;QpsrYWNxL1In16VGOcVJthuLe1Gmv6pP+NZPvEasofWq47K2VzgPlKW9o2S6i9Je6XsCdIfTuDZW&#10;9krDymWPdNlsirg21brew/3H5/V2dNaiuE7KkdYjL0jUD+Qxtdkg56gRTkUhTdkgD4niNcL7Qk0t&#10;B8hSir8uyBrhleKYNcIrSaZGeH/zul6O2ppVvduiu4HKiu0ylVEPxVRGNW+ggidB9WAzlVHJy1RG&#10;BV2gMqp4cbDBJ8yo4aVrKxXv6EVudJEBlVFcxwVDVgFv+Jolkx392fEZ/Nozjj94oyF5xyFrozQK&#10;BXKem15A5eYgVp2qZVOpU8HjsOGNHZBgaZY6L7gctlCh7Y7NK6L06m8cOYBpUKGE0uvIIIsFqUYZ&#10;GZcyGyW8I9tjo4YSjgc/tpSXE1dXfHL0ZAqiNeK5cD14bkYZb8wrsQp5E51VyjvGmkizlpcXJTUQ&#10;U43QyAdb1xvFvPBCBOWiiZjKcaD+VLRTO9TtaXWC8EQwoVHMS1IJHFPnyai1+AzagzeCCY1i3lSt&#10;ahXzwiMROJrFvDD2foxkDrRZd9H7Dr+DTgiz6Tk6o6K2481JvgeVY8uFlM4q5k21zvA/6BwjxrcF&#10;dQAPRZgMGozpHMnJjNVjFfPCSRHojM+Gm4JerGJe+Ck8P3gi1PGhh16gM4p54arwdFYxr0ORLM2X&#10;TIC2bHgLwB+hknFnDbOUN3zYBjgxtJdSFzyMzSrk5c+RVcfL5dfdsuVYVIt4r84vHw6fb+4/nreA&#10;bTq/O9zcn/2ui3h9/4Qa2F0J7MIUPAvs+tN1DewK/kl8ApI3twZ2BW98Dewe7q64a2FaLTWw60tW&#10;N1bu1sDu7SHIa2vT5hrYrYFdOjLnnQNqYLcQBzwsp693DeyeZFEDu0XX23A/rg2byZjE2mf25NTA&#10;bg3sou959JTpMezasFmM1HISRuovpwuyBnZrYNcIL3IwtgZ2gyCShYphmPjkYFoN7OLT/kTYCjWw&#10;6485XhZjDey+qIWtgV09EFUDu1qcrgZ2/yj29qiB3ePL0vvfUWC31ulePBwfjx+evrk43p0fP3y4&#10;uViL/JIOi3bMv3mdrk/eqeHclXAuHJzPwrn+pv5rh3Mn3qXIafRpGqc6XQckBw/F2ybIqF8ExeuG&#10;jkqlwJZfdELsRbZLCq61XUtId20X8oxyHzhu2onMDR6jcY1bEdjtGsLvXOOG2Z24AXVbGFvuaG5b&#10;gFauc8MtJOMGfL31mSIPJ5G1LeAS17nlVVxu9GVcazNF7lbGbZRmStl3ic6NHrxwjV0R7G3bQdID&#10;patl/ERFlKW8bSfNtizmnRzVX62Or9SFR5Fc0yw5OE/jmzxs6Sq/QhsOVYbr2ii6NhMjaXy5Pqgm&#10;bZ1dUdnr0JZfYFfU9iKZWGJXasNDcK7NtkDtnURu5bbwochVbrkufHHXmibaQhPDQtWNq9xyTUhb&#10;jMpuTmodZLnlapCYUVHOiVnv61XXRlaU+YrMChV0Hhh6lVlumkRmhQbanioIV5nlGhCZFQpoYQwF&#10;ZrkCxMXRFRrA0pW45RqQN0LRy9k50QQX0WDZjFA28kmlzSLZ4KLOt4O1Wd+mBYYvkqulbUof0PTa&#10;Dm8V2OWaWMSdUPRz7idqE7G2sYpw8OIR0tfWCGVJp7ENokEv6nxnX7O6xq0o9B2xZdbHVoD4zh5g&#10;eJVbvhlGX4O8NlNymKcpTB7dfJVbrgUy0cLYci1MLVU0r3IrtgNaAAjc8v0AJDmJW66FGcpa51YU&#10;+w6+PnptbEW5LzKOJW75bhhayfIWBb+L76+wpoUx10LvsZRXx5ZrYQH6uDDTXAvdJH3vqU4lqR6A&#10;YNL3mTDFEh0d0daVSghJicw1naQHwrdKdG0jsZvyU6trxNMD6g5O7GBHhNER8ld6q2tEvdKpPNGJ&#10;Y8v1gEx8SXJU6ZGYiZ8tym5PVA6oZ4JaURl2opOPwIUaOpzO1hcJ1UWlt87STiWQwUSFQhRJqagx&#10;yOhELVAB2IndIB7351wLzneUWNsPc6GHcRRHl+uBjnrrK5jKP06jm5BZJ4guV4RrpWsXAWme2M2t&#10;9LEhPLwTXSutYKoeOJEtTmRXqEJml6sC2enSZKlK6vRaXB7XZUelHImsRXGKILulVIV0YEJ9Qcau&#10;hX1dVwXh9KXXYltLo8tVAQMsTdbDIiZ+qDAS+PkSxUQHhvLdMNfGtEhrBfYymwh9IoQJUxnaacaL&#10;eHd1TaEQjWGpEbx5XcO+ymXbnAuldOJ+c4TTmnOUjhWuvGL3OEELYyzv2HRVOK2b2hbjy/2utsVA&#10;MVSFu3+Rm9XBTpFkUOMXolR6nk2Fu5cSlhiLdl/h7p+33/l/AO7eJ0+t2UiuPN/jzrRlezAM8z71&#10;adB3E12JaPPhzrOFO115PPm2vUpXGk8eS7mNweA84Mm3TZVuJZ58W6Yjt2PYp3pofTB0ryDuuDhs&#10;kQzdGzz5tqkyWO8+5YIZg+GpJkxhnZxxrvc4uG8ZO+MS7AHrvImcp5oK9I3BsFZT4a5BzlNdtmk1&#10;wonv6WC8ZfSO8Y/xB9um68+9pFo62G57A8+Yzq3b/oDnTMfSTX9Ap1I/pLKhGM6ZEO6Pj08U7324&#10;unjaoQszSJ/8vx/enD2c7d6/OXtPLwkNrpmWel1TdbC/6u6u35x5VxER3R1/vtofPblPvwIOfBgs&#10;avJj+feJpszgo8CgHyeF/nhikSI+Q4IbACEi1xCtVBIyGCC9RQBQ5zlSZ1dICcE9vR0NAkS4sgTK&#10;OKc4vvjkcY6M2t1aDYHcSJ0APU/4YoJSI6/4jDy5bQvChtbbGUUet1Jr7mztEOyLSyq+NT7j29kU&#10;UVjQGCfDvrctPOP6jKKO4NPXKSe6fXoptXGvxPHFJ48T0UOmTJskUsRnpKSAGPG0Wig5RBCZEt5S&#10;dUYTt9NoEcwwKDmjnjKHdJY8TDRLNQibsDeo7ZDKcWQFJdMZBROfUeXcBwZ7TufHCFDmEuJ2MSH+&#10;L2/dkbtDIU6qvhfhRK8Wi4z3okXG4jPIYvcXi4zbzhhk8H1vmQLZUFqqBreW96hFxt1FLDJuLmKp&#10;C0FFPzhrmdA2o0mY6xNxxUBobQ3HmnVYCOpKod3ot7plZ6hnjSe0jDGii54Q4UP91Q1ruEvga3GX&#10;xSfvNgQYA0drWzZt+Fr2iMZqs0aM0TNEEFGno0AG9DKkvqBxZPEZRogoY6AzPgALtz0b4PzWxoc4&#10;o+eHQKJOR7EnjG803otIY6Az2gnNfCqajNZIiDV6fpyvJNqriVfhhDuVNl9EGwM/OKw1upHP2bMh&#10;F8QbPT8EFHV+3K50xhVRey8ijoFfuj1E/cdnWAcD95ZajCMYYo6eH4KK6nt7voYsRldERB0DP0PO&#10;PZ8AFqNvWrS9FFhUB9iltlKGRhB69COk2KLKkU5GtKRxZ9DXPqKPTGidPKIpbEzLFXYTRRjVMUaG&#10;dBHSlg0PEDFGlYz7MsHA6laBv3QUZVT5RQm2aEalDY+P1w5xRpWOXRboJ6fTxQ6RiDSq/Hgz4ROl&#10;r/54bUQ+o0XIx7sR+0qbMaKRYc0g3GgQ8iqcDBXTF9svV0QcdY58cnOTYfsRkwwcEXQ0OAajicOD&#10;vgxjKzSHuKPBkTfAYqzEyJFCjwZHvkggB8AgjPcIHDN0FfKl0CWHW7TB8cmnBt5WLa56BscgcFxI&#10;jUXBx2CKQaoc23gd7YzvT2yDSEFIlePIXflAqKsQUUq/erz3QZPjzLvVJESYchtH5HmwDq1B+kaJ&#10;tGvMeTtQxLfrMgeYUtiJ+AvDWvT85YD/xVgZK56auMgubo+PV0HAJszZ3183QHho5DFKAGn+iEX/&#10;5erLE3uc8NPup4ebN2f/vGA/Nt+1y6t34zy96t/1wyu0b5xfNW75bhnxIe3fvvsX6v3g+tfXN5eX&#10;V/c/3txf7b7c3d4/vsZ/fHN2/fT06fX5+ePF9dXd4fGbu5tNNRG/6254XrW1fGKlfAJnz2flE+G4&#10;WusnuBlVrZ842xfZHXCWZrkYed0JXRhTFkitn7jknUUNZE5yaWv9BDUKJKdZtlZq/QSOS0keebJT&#10;vsEo/pOIcFWT0lrpIp7oRGaFBmr9xNm+1k94X0K+4mr9BI71uUCKhnq1fuJsX8Cl1foJfNpq/cQL&#10;M0IR0vRBEj9btX7iheBq/URw4OQmuNZPrNT81/oJqZKg1k+gMrbWT3xLXYn0XEkOeFdY0RdFBRyG&#10;2iM0H9zcuiA5I2YPfPNN5CEAvk8xLoN78O3vE9iQTs6R0n0KbBrkIWZS6ydeLALOa9mn8JQuyFo/&#10;IVWW1PoJSTK1fkKSTK2fkCTD6I/7Wj8hVYXy57XWT9T6CVRvWIlvY0xYqfUTSiPTWj9h5qfX+okj&#10;xQ5ikhBnoqEfm09isvKSqOEQsqIsMqR/biCLObwGt1o/EWrznqms1k+EW3wUS3xyvUOtn7hfWza1&#10;fiKuk/jkuohaPxEFEp9BMLV+QjMztX5i1crU+glt0dT6CbWSwPHpsa31E2tf8Fo/8Q+pn0Bczqya&#10;SLUPdJ+iUgP0mGg8gqVcT9H4f3gDFGQPx5/uL2E3Dq+vrw6XP/DPT4eb2/CzXmDRLD/MP8z9q74d&#10;f3jVN2/fvvrTu+/7V+M7Nw1vu7fff//WlQUW725ub395gQUNt5jFbw464auLatXEStUEErqfV034&#10;cshfu2qijU0tfnPUiVZsuZknJm8FnRDTufPEZGo5I1QSFKnJYhNalGWmpLKNkBNiX+wiRX8b4MQo&#10;NRX9mnIJNOSVOmEWsxR7kxdgE6L8vwpqQmyKTVWVmQawhE5NOvOMrQJoQmxLWqhgY5WElAFPB5s0&#10;MrmzPoqOT2Qi7MrXAEygzfW6PmlHp5FNUnfYojxCBA5BfsWJl9jLvQSXEJu4IvvixKyVqgZKcAmx&#10;oT5yM07MJF6UmZFEAdMiSOzvh5YgaJx16f/9lRG9k9YYNUtJwxfnmGe+9iLWAvXksHnBc5yIBhEG&#10;gnorJTJxhSGv8kQ1iBAVRU2EvJEKTIlRhM8oICUUhIrc/o8isgf1NkgTVQAqchWga4iwNApECQWf&#10;IlfCJG6AAlFCxqcoECUmEcugQJRQ8Cny+qBZROIABPNJbgo+Ra6FBagC61uqqIhQ8ClyLSwA/RG4&#10;5RtBqa/ItYBehdKnmNpapCUyLVK78AJSAi0/pC1fYkqI3ceLmggUuEvfdorxpNEpEBW5ItDxQ2SX&#10;74dFBAygFqjpra6dJdlRHDjRKSAVhSq6UUTQyFWBZjJSj3/KAUqvBVKBpItnuBIwh+uHjxJXYhBR&#10;qZ4BS4gYBAWwBI4p0nzRcCWbhwJUUaiDlvz6ziirIxSsikIfE9C/BH6FPmS0igJfAlW90qe1RJjo&#10;8Dlf10eJMDEOkvxKiAkFsaLYHTJAXYkxoUBWFPoYW8lSlSATCmZFoQ807RP0UaJMyKAV1DzptD9G&#10;8TxXlkkoqBX5R8ONAHxYXy/UDfH0XgW2otSHzC/fHxpuRakPEYGsRJpQgCue6UNErsj3BxrHSDAd&#10;JdQEDIJ0wHiBNSF9jXxP3ZOoO/HT+wJsQkLXeAY20Usm/yvBJibxKvwCa0K68OCjmy2vQcTWegE1&#10;IU656EbQi+AuQP3JXkwOT8Fu+X5RSSvtKKq5vGOXwD3wLH685J4th2v84L2QSKTm/4af1rqWY8sj&#10;F2QfW27pidcxgX1T7j02K3HelqiPnUjEseuQPgzok4hjezKduJZeSOmttfRCkkyFrpAkU0svJMnU&#10;0gtJMrX0QpJMLb2QJFNLL6xTDZ+Y/uGlFyL+Tex6iiLXopYzFMfyKfS3wbrAkdkfCVGNHA+yEtQF&#10;opFMaiFdJJ44QaqZQNxU38a54JCrDXNBAH444VLkUX31zHOxMC64j7ZZoRF7cLZG09NUx2E0cOX+&#10;2Ca2BSEM+/kaDcbJke7prIanvBwsVAvuV44ruN44nPtot7R41KXA47PwLHD/p2ngRq+zYzIDySJc&#10;4WwYC8/NArHgQiarBIM1YXTK50qDKd7UYlZqfIbsVEZAMcArGKnE6rrK29voeB77KVutoWMvbH0b&#10;wg3vZWtQ8W7VqRCs3MCrJZctlpDOi8B8NlAxcJnOC8HKDbyoJ7f9RgQrN1ANjARhaBzRSs/MWGRD&#10;6qaub2HEKz07azsNEUvDQL5AxNLzs0zRyJ0NrCI6xCw9Pwv2YmStWqgXEesAYUnVFk3c97hHDFgz&#10;gYhb+vFZmBcT9bLCCrYwLxC5DHTGp2Fmb8ZgYA4gdun5mZgXFGTB+CzMC0QvA52BeUEYDMTPwrxA&#10;/DLQGct+4fVnYV5QBDMwTKBx0frGZ7DCcOQGQgv1goKYnuNs9CeH/zOsVQv3guKYgaOBiODQ1t4T&#10;WsgXFMoMhOlAGGcbnzzrlsLp0IuFfUHRzEBogF+4jnJniKOxEh0Cmp6QIpbqnnI98OmIJdz3upWm&#10;oCZTGocGh3bdTGmgfjgENpnSgjNIRtHEwEBwk3laKh/5swmAZwN/gGBivJROF5Co7PhkpU+sIhML&#10;A0BIYXmYaBhujPUSFh4GBTrDOBHJ1PU+MkioiYkBTA+Wp4WK4UbKbaG1ZOJiRLA9GxgDkanA00TG&#10;QNCTKa21NEYdmdgYEa0MmIjGeZqMvp/7ZGEwIPgZKE14DIQ1mdLCx0iUJkDGGLFaFlNK/HYbIiOB&#10;LDY2zyCllrC4tG+9i5JHlYdhl6I2Kdpp8QySx53M0iavOkTWDMqesWVAaVhaRES9NkFpzN1RViP2&#10;ESj1E+USb63cW8+XAKwVhcwAKGOOxhkr3r8tjmMC6zTGiKhofLU+7aEJq92UOcKikaO+NAhHI8za&#10;gMlYcfJEs15RMu7PftcoGX6H1HqPlXoPGLvn9R7+UFDrPd6c/eF858R6gzxnqNZ7ZIkmtd7jq1Ax&#10;pOTIWu/xMcGN1HqPkyxqvUcEoaEDXMpeq/UeQPvAOT4JpNZ7IAcQrqYkkFrvQShFtd4Djlc4F/Ji&#10;TvJ2pWVC7lEhX/wZDEat9wg3iH2BhQFvmHSkqfUeQv1IbqYQnJfy92u9x7r8CBT2tH9rvUc8IFG4&#10;O8ml1nuURh94vpl0ar0HqjjiuqE4VrZwar1HCEZYmZHenVyhNl6gLNR6DynbuNZ7SJKp9R6SZGq9&#10;hySZWu8hSabWe0iSqfUe1qkmxN33td7jC3IuUm1GSu+r9R5HuldxRj1nc1jJxLXeI2aQxGeQX633&#10;eA4uUes9su0V05X1xCZX6z3YHNV6DzLNpYmp9R5RHvEZTG+t94jyiM8gl1rvEZx/USrxGaRT6z2a&#10;Wu8hJla7Wu9R6z2MqoNa74F69FrvIduQWu+h7qB/YL0HdFRRPR6PH56+uTjenR8/fLi5uDq/fDh8&#10;vrn/eI5CsOb87nBzb0CYvPP/sEoz8I/zg+tfX99cXl7dE7jItwRUevXlKT59G5dzKk54/PSXh299&#10;QcPTl/dfdjeXqHgldrXKY6XKAwkgz6s8fMnar13lMcZyVdf5khuvu90FXKZUvXxBZZ+pm82XDw93&#10;dC+9+Onx6c9XR//z4efYODL1kjylI+RpvrOvMphDyWOewwfPY0p1mWfqnIy+mr7oLqfKE4XmkfLU&#10;VljlyQ+UF7LOKs/ZmkdqqbvCCiWvaVQjSkrWWeWJKGCyzirP7UWLCoFVnsk4T9SYd2VUeVpQj+69&#10;66Oixhtp8CilX+dV9BrtBmqGuib4Astj9r3SVwZW5p0AJEJgVsi+p3S5NWa58NtOZFZI3/dGXmOW&#10;i9+hY7QwskL+DTWlXWOWK8ABi2SdWQHlMQH2YJVZAeUxUQPeNflTDkZSJnViXueVL/2W2pmv8srF&#10;P3ooj5VJFkge1IF2lVUu/NG3919jlQtf2kQFjMfgcQfWWOWil5ZEgeIxSMIqQDzEDUm1wknw/SKZ&#10;nELwksmhdJETr05YXdSX5kQlrVTqg5CoOhjM1QVRgHhg165rETY/49VRM/8V0ZcgHtIci6KOdhZ4&#10;lRgejbS8CgwPAudYHVgB4SFvR+oVkiTmfDvnlVkWCB5oYSGIjPJbTsykhV8UdDjxq0atZU7MPOzV&#10;2sjypd+iyfq6Mkv8DuFjVKB3tOIsqfdRGphPC18ZV4Hd0XpAizVTUdRyOGlc+drvPIDCKq9C+uur&#10;gori09gR/ZY2EuXjnOic8MktUDvATTqgFLAd6F+3PraiiAN9caRVVqB2dB51ZkUBBWYHxCXNFP0b&#10;TjPtPcrBGrdcBeAm2esCs2OQFFogdoCbtNOLEo5BOqw8K+AQ5UaZREmnI5CjVu3GM7iOSdJCAdcx&#10;iue7/BOArvXSSaoA65g89sKKFp5BdXQit3wnoKeTMNNyLzjplEFtH5LcZkmn6Jh2olqATLNuiAqU&#10;jnkQjiwFRsfiW93HHY8bZLpN1M70cF4cH3e4kSGVp2Yqr4MS1ExlKU+uZipLkqmZypJkaqayJJn/&#10;7zOV8WlG3ukv6M1NR57dNXUmhJOPvImnPMwQmceBwX/lcCRgZ/OJoozhw6XoKeE1VCMNsU2W1ZkN&#10;fkXPD65DnR+aWFMDqgmFaFqOAZyLng7+Q52OzqPgNxgdab3oiM6IukW6HpJUx8fvhSdRp+POq53V&#10;XDx1kNW7kc3c5bkzmmjD2+jl0qKTszoP7tTbQt4qHTcyhEtRpyO3COTcwjeu8outCXGUVeliE0Gs&#10;V5UuNu1ENqlGB+xIPz6rAS8d12mZ6qtg4tRouCzUl5KzhYSiz2HirsRx78YdG59hj8P36JkZVHRj&#10;wit16cL5GAamDn/kE6JuKeB99Lz09ZE6PuvbGv7HMHxdmwO328UANfnDAxmmqaupj3tLn2jPjezh&#10;jlNfyv14jYav8EL6sWG/atwQZPBkxjbt+MiKpgMqN45cIWlWI4MnMmih0Rdby8bfagVLbbn9ojQ2&#10;aewnjE6s6vjgjwz8DOOAJrCBDsZYm6/j7QCno07HxgvhX50uwl8g30V7L0FGknkwejLGvprGbLk5&#10;bQsLoL00doI0OlVzdn6XYEaiNYrPmBPopwDvo/rSsA87DFEbGmsV7keVjBCLycQ1ITCK41UcU3zy&#10;2HgnkgdSZei41ScI9YUCHyW/2mhtS21VwxgREtamDD8lE2JNq4Rs/jN/T5xtfIZZw1cZORrWMe1y&#10;49XwV0aOuj049bA2Zg2fZRSPvlgH/mz7duiaeOC3ZI7G8h/5CouOCLpm4LtkjgZmxghwgqBrw+TD&#10;f8mEhn2bYvfoxjCY1Jc+vNrYphNbzAUoq5oY4cb0DOGo1On4e7PAOa/ye3ExiYu1dpP9nXeTDSks&#10;NdHoZaIRnXqeJxp5M1YTjc53NdGIOurWRCN8E0/BsZpolGTRSoFTcgIkqppoFBpTS9liNdEotq+q&#10;iUZZL6+aaJTamtVEo2xd1EQjihqdksxrohHdWnOJ1ESjQhw10Yhyh4JzZR99glbzIO85qS0Ra0vE&#10;sz1wC4JbTF8zNdFIShqpiUaSZGqikSSZmmhUE43O5ppodL+Ke1gTjdblUhONUvg8BJBrohFdDYMs&#10;aqLRs8VRE43WjGtNNDrSnomxfU5E4eS7mmiUzElNNFKzRWqikSqemmhEfXKikYnPYGxeVkCE3+MP&#10;ahuj32MbI+RmwkNW04tW0ouQJfg8vcjnr/7a6UV9TIXkfOuVPkapmuMX9TFC+4XVmnJMNGU8pDZG&#10;3nOah2aQkZiopCprZNsmmtTF6AWnPMNC6LWB/N7EaEQzFF+t/YJRntwi1ctnjFIHoxeMEGFIrxOa&#10;KeT14+j/Joyo6F8ktP4ouxehIdT65IruRU6Q03rzohfzc7nIW6GHi8uFnnoXveSVS13qU/N/2fva&#10;3rhyHN2/Yvh7OnVeqyrYDDDT3RlcoHexmK0/4Nju2FjblVt2Orl3MP99H0qkSqojktWbDJBBqz/0&#10;cRKakqg3ii8Pi6rU3UYVVy74WQGeKItSC3LRol8FchEQPapLvQpctGRVrnVFXn2+2nuOJ1ryykXf&#10;ASup3q9c9tqKoFyAtEx7tFhnleMmaDunAC5C5QSFVb7oGbtlMcACuGjoFcSoEriIgXiWvHLBD1g2&#10;1REW1ah7lVcu+FEFCMoFD7CS+l4sgIvGjbIgqsBFyzHma34CRFh9jLno15rsC+CiaaPwqgMXLTpW&#10;ABfNvw+4aMksl/4M7LLqKOvARUtm+cJHmp7CLF/4CbhoySyX/3rWmOXyT8BFC2YFcNEGmFDVYdaR&#10;i5bM8tW/GZTVX48oWjLLJ0CNBqYcnnSkJOyiJbN8AlSIPwW9aMmtnAFNaPkMICWIYxAX3IqgonlU&#10;9uYpepF2MBboRdOgrNtT9CLtfivRi4DXVl0e5CpJk4DEIrVv+SwMGpLkaVCRdqZRzkpqdVhpfStn&#10;QdCLFrNQoBf1k7J2T9GLtJFSzk/qW69tK6rok6iO6EXLvuVboZuUOVXQi5bc8lnoUI+7Oqdl2emV&#10;oBctueWzoE1pHbxowasAL9KU/XpIUeCFR3rDLrp6WgTONOwizdXfsIs0ybSQIk0yLaRIk0wLKdIk&#10;00KKvmFI0VDFLuKaID50ERN6yEVkTQI6gAdcxInOHm4RnnZgtl7ZAALQ80AFe6Hpv4nZ3x5iUfSa&#10;enhFkcpDK4otUtWIGI0qPhP5Rt9JhCoYHBQAaJ8YI7R/kxe0dqJyUIrILAgyD6SIQ3M8jKI+TpIH&#10;UcQ3o4dQJAg0KCNsCY0T2zt8LTKORgPQsklGWKIQiINOxGAIDjgRFR8gZgA1sXqWSq3YCAyCjWJP&#10;O+yLoU2HijEsbMnCwBh42YLtyQKCUdobk2qzEpUtimGFZx+ocCZYEoONMZLZGAoD45N4u47rVGP1&#10;Wo2ODNmD1WuS8er2wInIHEFSsycKlsZIZsttIi8AuDngRLA1BjIscmsIE8MwOeBEsDYGbp0DTjTz&#10;Ce+BE8HgGPk5W3RmLckDJ4LNMfJz4HrWsugccCJBB/PAidYE2Y7J8MCJYHmMdA440VrWpwPtA+Nj&#10;5OeMdwMEvtA/B6AF9sdI58QNbVif9xCKBKHQgygSBEAPpAhWyNA/WAYd7BMeMAjtc2VNlkQ6fmBr&#10;NHcIqSFMKDlJcpPLN97osEYyIXCIzD3HEFTA17GPIVgkmePWHszINwGZE82mxyQeh3BIG95pmnST&#10;KB5HlRl4ibmjhnVS5Ggfvz3jBro4RbBQMkfnFu/J6RYWhYNTBCslEzo4RR0ZGgNH5/SHpZIJHZwi&#10;0moiR+fshLWSCR2cIj47PZginmgPpYjvHQ+kaPECkc3UMIq+d4yicBa1IKJKEBGOmdMgonC5tCCi&#10;ixZEpEQbtCCiq8dbqhkB7eno32tBRA9XEY2nBRERtlenBv7gzE3LpgURPfKyaUFE2bJoQUSZMFL9&#10;s/BSzGN+YUs4bqUWRNSCiMiUkC+QFkRUyqMFEbUgonqZrxZEpDn3WxCRJpkWRKRJpgURaZJpQUSa&#10;ZFoQUQsigt+lBREhUiC4gVoQkcDLxPiJFkT0QrV6WxDREXioBREloIcY0tCCiGrAQy2ISHz18o2r&#10;pQURqUgpLYjIDEtqQUSmeFoQUbqXyhNHCSJq+EPXh/13iT8UfE4tdKgSOoRHyWnoUAgO/eahQ5z1&#10;sAEaQ3Dv3H55ubimh8AG78RrPJmpjGYMX/0q/KHNllKvEUAdgjhzNxICHZPHHjGclE7fb2K55pws&#10;d+xvAtJIjRnkljEDjEKdWe7aRAFHpWd5an4/Bx96rWcQVGpzvdKY5fEs/TwQzkuNWZESPmrM8sT8&#10;fgImSZ1ZEUw0bQlsoSa0ApSonyatbwUq0RQwKqrsikkAfKvWu3wWxjUhAFXZFdMwAuhEGWw+D2NH&#10;WDRVdsVEjLO2ROgySdM6zITdU2VXTMU4bJXeFQhF/UabigKjqB87AnCoLRPym6TeAfpU6V0JUzSo&#10;S7gofDYRHERtrFR5NzXaD6M61nwmdG7FRPSICFSGmk9Ep04EJQalznXbtSa5ArKonwgypDbWE8yi&#10;UdsTRRU0VBLW2OV7AsHd2iImr08aBcLzNXb5THQDDp267E6wi7RFXIAXIXdNZZdPBcrJa73Lp2ID&#10;MKF65woAo3nWxlogGE09wYbUdkSBYLTutXml1MIk4AEYLwq3fB4iUFBtlRQYRkgX0LjlGyIiBVW5&#10;5TsCOU4at3wWNgHcqsotnwWEDdYHWoIYzdqpWaIYaeuDEiuScLcr7UQvUIzUjuUzsFU3VglipA0y&#10;l/8Wp2B9zxcYRqiXqUgsF3+3CpHMNfkjFeQoDFX+lEaRRIYcDa1vZfiRujYKCCNsZG3HFyBGKKmu&#10;jLXAMOq6XjveChSjQVVuqP7BcbCd3rt8I0wBcLG25YsApE6/VJHdd2yWNkx9YgsYo25QL9USyAhF&#10;zDV++W7oxgCqVlsolK11lMoAVCGlf/mOwB1COEtVfsXlMAE+UuFXzMa01Y7MEs5orZ7n9JQ4jmNW&#10;Ff4C0ajbQs71/pWQRmu1fwWqUY/cco1fMR/rrbbV8OA5jgNqjja/m2I+5o123G3y+egHKLrKeMv5&#10;WGvzS4nBSc79qN7WlLOX6JBDrp3tlH+Y6Ppx0PT1bXFUjar+T3XuM36zdscilfBI15Fc6uuZUu4z&#10;fuprZ1vMx4B3h8KvmI8IDFs7XrbFfPSTJr9tMR+TqhZT5n0aRxeRzWr7FwgERzrzdVdMSAcdtT5g&#10;XFI5R/3x2VE+9LGLq7U25G5VzMm81tZMyDrMOAZkstqgAeGWNd2v1ac7ztuMcDtpqwaZvBndiWGh&#10;BSq2QMWYsrvDizuat+wygS1QUQutaoGKmmRaoKImmRaoqEnmDx+oGOIULypInIyFskv+CPvAJu0c&#10;7osdtO9zzndydwRyweBwuEOXC+QCAmKTk+pM5AkUwyGHGhbIxfXikPNQt+cNlfTawP28oTJg1C4B&#10;Y9mdIUygwJ60znMkH5RO6g8plef9Ao+XdMbzfoFHTDph9gvQAjGWX55fKObrcHv9cvHw9hK9fwn/&#10;P7y9PFxevH97+Z5+J9awYVoqZ3PxmZxklCR3R04yWNCJ6HH/220MEopBMFuywGNw8r5Ak0eS0nsN&#10;D1kkhQ+MeykE8uXAGobeALCWSFgI5MuEDJZF2rTJEW9hbhogIVFAwkm+kSN8ZZEQ3jCbkHE/+tmB&#10;JILDjDnCMG81TS0GSc74DZMQoGuBEH4xm1Cw7SYPPIu3L7nGTI4TQ3v1Uyo+LfKTb5QjnGfcR+S5&#10;W4OZGLUFUGv2FMJ/FjnCQWZyHBmXqKffsJqGC405wqhoERJqYRD46IgHXjQmdEBtCCcqcnQWBWx+&#10;TBhrGWF7iaDlGwUugHb94CAdSRlB2GlsOcIaGpumUVnimeLhQ/4yk45H4mFkCTs4zEx2HXl16eRZ&#10;pUtHRCLfKBq41AIh+cxMjj1zlOe7LmwypKPpbg0XjyWaQXCTZgeBD461yBGeM5ujgECN8H1bTSfo&#10;KzjPbELykNBgehgeTI5kNyRCmN1NQoHswwVpn7bwsAWOcKGZDGfyGqPl2QE5g48t0MGJZvKTM9mD&#10;I4WXLfCDG83mxw8hQoK0JJhg8Rwoq7VIGrvf4ieweB5c4IbARmjmnNsProNA58CGbRi7Cwet2Tty&#10;S6BVB6d1wziQDmoXvG1xLsw2RR2x5QZv2zm8BOrNXkxwt50zzC2UV5KGIzTytwU6Zw6gVEbpenNK&#10;LrfA0FsksDvGHnbOqiOvWxwx4iWsBYCDgo9o5yYmx1vgCM+aw1FmDhqL3TT3Ec41m7BnOc44i0yO&#10;chXTJjEJB4o2CLvNu8HggouUZPM1eY4C5Nk7W5jccJEn/GwOT4Bkhn7Cw2JTppqp8LU5lAJZPHtr&#10;A+642Dr8bTZPgrwO/aRzx5QSXHKREj43m3LNPPuVo012cMsFnuR3s3mGtxKddwT9aPYzPUfge3Mo&#10;eb33g/MUglrHKiX8TDbPWV5N3vXXTVSqhkZ0xgphKY3OaU9uOuaJbWJKaZRn4Ogolljz0k9PSiP5&#10;dcKIvPOVxBgpnVdWR5MYKKdkEBAFVL6siMJlx5TAJTXH3jMeKR5azlqC2455elKSk66fHLRPct0x&#10;T2/sHWtwvfdo7eC9izzhnbPHLtjieFrbNy+sHTx2+OdsnisIJ8zR2jsVVxxk79oUtqy3uFYKuPC4&#10;bcfuIcpLZkuRBdRQQr93lNBwMbZQ/0qoP7SM01D/cDu3UH9C+muh/nkUQwv1j+Cg0ChSUEkL9Q8y&#10;aaH+4YrJU4agSR2XSQv1D8ukhfqTJpyvEqrZkQ6TFuq/a6H+N6yQ7ShMJS0NMj0qAZYt1H9x9rZQ&#10;f3GT5WdNC/VXQt/zm5psispGa6H+ivyKg6qF+ssBTk6ldID3LdT/Q7raWqg/x3IhAqwWbRitsTvx&#10;qNgxb9G8vhNzrE0cvUo78ULYxNF0vhPzrU0cvWU78cPYxA2TWAvBbaH+mmRaqL8mmRbqr0mmhfpr&#10;kmmh/ppkWqi/JhnKcYV/ftdC/etqW8gOJQG1UH/xjcs3Blmk2BrP099C/c2QiRbqb4qnhfpb8Usc&#10;6tNC/ffkiikPqBbqb62cFuovq0W+8Vprof6n+0ii5exowhbqXzmCWqi/ebcT0lZ4hbRQ/39Tc+C6&#10;qYX6t1B/6ypvof6UaACfnHfYRLdGC/X/k3Ha/FFC/XHeEvhCEAX9EJx4+MvrT88vf73dP9J74mn/&#10;7v7hAVuPVCKCaZgH5PDSH5/3D/c39I/hD4cP7398OFz8dkWoD+E/XokF2WH/6ekmMLu7vbr5mX9+&#10;ubp/iD+HG4D4ATmdXYqEof7pcP/28u/b1fbnzc+b8dXYzz+/Glc//fTqz+9+HF/N71DE4afhpx9/&#10;/Kn7B3WtG9/c3d/c3D5R7y6+PD48Pb/BX769vHt5+fjm9evn67vbx6vnHx7vv1cs/+DPbAH+lQB/&#10;xCCcBvgHF+23DvDfSApwxGsIKzJi+eOMDVj+x8ymr8LyB+5KAILtkIEWdkYWVpDFW0zzQNCeaDS4&#10;r/M4KDjMU1gGLLUBibPCDcloiQwGNwL2rHHLAzi7VQweqnDLY0GmaUuwnjVueWw5Mm9DzF+FG1LV&#10;jn2bgNtb51YE5iATjwKbKtyQfpW4jZsAEVrrWwHoj5wxrXMFov+gj5WSqVO7XYf5qncPyedHun7o&#10;CA292r9iKoz+5XOBDEECga7yKycjQnBWxEeJg2kcA5BTFXblbEzabBDyyZFdQEeu9a7A9O+6SZNe&#10;Ceof8Ier7MrJmAOcZ2WwRaR/t9bWcYHpj95pgy1Q/bE2FdkBk+EoE2OpECZEkt1MWLfVsZYzEet5&#10;1MZazITWtyLQH8AnAUq+wu0E1F/pG2XLphHgPAkgqDVu+abQBkohExmziKhaY5bvCG17FXD+OIXV&#10;ceZzoG0GQmjKerYKMZe1nuVToJ/BeQQno7JWmFG+dmp0JNTY2uoosPw36sotsPw74E0r3PIpmAFH&#10;XD/jCiz/aU2o2dW+5ftgWmmblFCW0kC3qPehcMsnYYg1EGpiK+ZgDBDhtc4RVk1qlTNeKuyKEP9u&#10;A3D9eu8KPP8OJTXqkivw/PseQNMKu3wiYGTT2OVboV/jklPYFTOhHb4FqP/QAfVb4ZbPBCo5KEPN&#10;J2KYQ6mc2kRQbn6aCK1rhBaWiEZSXOpdK0D9tSu/QPQfAUCmMcsnIdZ7qKyQAtB/XPfabijD/OdR&#10;ERsy6rORUny3MtJiEmIxhFrv8lmAuqSNlSJskoAHlA6pT2oB6D9uJ23BEdzDkV3Et6/0rgjyn1aD&#10;djUQvkhiN6oqNQEtJDJAjWhTAXCljC7Woar1Lp+KqQ+VaGormGB7js2qmlcB5g80Bu2gI5NxYjdH&#10;qPJK74oAf8DtabuVIoQSO672UmNXXNGzqisVUP4bvXfFVMxY7vVlTGCiqXdb9aAjhIRENtHNpLDL&#10;p2KrbrICxx/s8l0BK8WHGzZPXJHVJLzbECHMf4efWhQ02decoGksuxBddF6oN+CAIvl5wd70TA/c&#10;zwv3ZiSOHV4rmE237/RaIe4N8JzgXcli93H/TDXPdwyPs0ugnfYiaFHQWnRii4LWJNOioDXJtCho&#10;TTL/AlHQ8dJhHeJ/haBNShshaAcVlA7lIzx2jOwRYEgQSDLWkaQMAkJOGzQq3HGThzpNFmymhBkk&#10;3p7CS76xeTxT470Ja7YDNbZiQM9pdvBLyeLNrae7W1qVr7TOMPawfnutM0j1NLsQXgzZRzZwe+wC&#10;zT5N0GhNKcFMFkc0efB6sKgzJYA3bZ6MIT4RYK5NyTCAU5fi4kWO8mV5wgIfWicbu8czKm/jBMRl&#10;p3Wm7AFb7VDGsZNF3qOMq67feiBvhFtKax41hZ0VAvN+pIT93mmdKWEtcecott4RtvBZYydrv0eJ&#10;ZxZGhNXn9ZMMVKCcsaLtxhkFEK4BjzDq4APMRg7HOOkDbJUOYVxxg4f4CQt9GIwHSA1TfpQPIPi8&#10;pmXCHVjSTkASO28B82GIqn1O00LoQD5jMLyA3F3GwOedu8kk8MqLLOnIRovV446Fd5gHoij7C7Yz&#10;e0Uwur1TGQE+lri6AVBj82PAUg8otiNPD50U3p7ml6IHDQw/S+DnlDCAP4ZhZ72dwv5rp3twyIRm&#10;HSmvqGwgRuvskRUXfnH6JvE1zoG0IlMiGvXIqK7qGWSC9W/P/4qhQ50tuSKHIBrFbJjLaUWF84hO&#10;zApyhcpX9DK+oeyDcssYuQ6arYCAOvDfW96KeE5ZY9jyUKGQWWTwLPFIbZGseY0MzomyZtVmdHYs&#10;LH2hXTiZzP6RJkczsU5la2QK5BunAgpSoNs4Nyu8VYEO7iiz3ZGvVWxcW4CEexyWSu8AC8OzFQnh&#10;ujKbHliD7xBRYRL2gmU9IyXSmmR4wWLTcHPZhOThDuveA0+XajkuZDyfBuQSM5uWmwjFVx1C7iNQ&#10;je3BSB4kuc/MpgVIeeOIUbbxyoHkZkMHOdrMdvnuHbyqKAzXjgg+e82yYMglZ7bLd9tACSPWsqGI&#10;FyyGYevARscNQM47k128ecfeORlio1gFdudYL/CqDMXdPsLtYfaNRTyuHZHw85a8gSY/eTWOa2cP&#10;dzC4kpDHtaeW8305Etq8OWtUU5g4bhzlBXD1TOjcOD2XhyAvo9k0dhpzTIXS5JSWbzyte9Zfxq1j&#10;JoDDMnKER9JsWhDWxy28cZZ4pKACNpMtRynpRN5Lk+PIut20whRZTQsG/bRyDho4QsOoydNpc2TL&#10;4UTvIbNpsYx0jhUD7sbYNLyiJseJNWl87ZmZKJIF63Hqvab5GUQeVLtpxt2fBufBNItFZnSq88AZ&#10;G/tIw7fkSOWFwmAm53hacxUBcSvDSihbQL5xK0gBIRDaR9RaxDM7u1DS2+H+tLcCnLxxMPDimqPe&#10;UPQFTeHslEHbJFOdowzBISwc7UucDghu2iFkx4vbRziPhaN9mm3JER9Hbc9MxTwrc9xA+b93UP4w&#10;tS1mvxKzj413ErMfz+UWs/+WUPlbzD5h8GTROy1m/4gsib2ToprIvqtE3bWY/UpeDK7nXHZaxGKL&#10;2YeimicUkan8KLgWs5+fTS1mn9TjtDpazP4tLi8yfSeRtJh9Egm5LJNIWsx+i9mvJK62mH3skpO7&#10;t8XsVxYK+VXSYdJi9inGkTQ2Jc8g2l0bcvlpZDp7KVrM/odTyXBsTIvZX0iG6lnBcrtDPmu05ttb&#10;r8Xsa4dSi9nXJNNi9jXJtJh9yqiqOIVazD6pP+Iai+5PBM2LE9IJiyJUm+iP8yPHV+KldVzOqCPO&#10;gZQtZt9AVgOITZB8i9m38Oc6Qs+A1tFi9p92+8pObzH7UReVA1C+fBBK7gOFlNuELWa/vr74peiE&#10;vRE2UtyndvxXi9lf3tUcOmOHZxEoUxCwHRfWtZj9UwG3mP3qzdFi9q37oOcIuW7rhCRSODrpJ32L&#10;2V9qJy1mv771woppMfssHFbVWsy+dSC1mH1Tf0eOSdhULWa/euK0mH1z9bSYfVM8Xx+zj0SNhq7/&#10;vP/15Yfr/ePr/a+/3l/fvr45XH2+f/rwul91q9ePV/dPTimBd+E/nqmslMDrEuQ/WNNQKUC+AUTn&#10;NcWXP3/8z8OfQkz6y5f3Xy7ub2BWC8/1FqlfidSHXfw0Uj8ky3zrSP2eULzxghgMdH3Jn/pKdH01&#10;YjoLKTmC6weLWR4Lm4fCbjS42Dz8D+BCjLO54JXHIwNQso6fCtNvCnUBqBDjnS545UGYKtI8pjPj&#10;JbD6C155dE2nIVfnQbDHAP0FrxJUXwv8O4XUZ+zPJbdc/Gr1AAVQf8ktnwDMUn0CANtylNoRTn/J&#10;LZ8CDc25Hpe/5JVPgTYDwA84dmzoNZmR8TLNurZiT1D0Gd100S/CYEi8NHTuEwh9tV+59LUxnsTi&#10;a6ufLBWpX+q6KNHz1X7lsh+0iSRYmNSioBAv5FVg548agHOJnM84/EteuexVoHV6QaZ+aUMscPMB&#10;n15f+ISkk1gx9PCyV7nkYXnVeOVHD0PxLnnlktdrKhBMSeqXfrgWy17tWImZr8me3JSpyUFF8z/B&#10;zNdkRkFEidsI0PS6/E8w87U9WcTfz2phC/LtpEaRyx7hkBdzQBn5iWy91eYTwA1Hsm5caZ0rMPO3&#10;K+34OcXM1yRH2Cmpd1tg4dcldxp/r13AAIk6soN3QRstYYKlZo+g+QvhkXsi0SEEQB1uPhdA82DE&#10;9iW/fDIAWaXqCPlsDPOoTW4RhI/sMe1wO8XO17ZFgZ0PftpKVuDzF+MlL9BRfgjgUOb3FEBfW30F&#10;gP4WRYnqy+U0GF8dbj4d206bXYLySKOAasSI94vRkrkm0W0G7QpUAPSX7PK9sVaLD5wC6Gt3RBGM&#10;v9YR7/OtAVgJbSoKAP0ZVQDqU4GsvaNMjgD6y8HmUzGvtIV8AqAvyVoLdgWAPhCflN6VwfgjCusE&#10;TPklu3wqxo22LTb5XQ0YUJVdvi1GdbCbYioAKKH1Lj+lerWilwKgvxxsPhU9CjDVZ/YUQF874ilq&#10;K+2KTi3pQwhViQzQDPmehaWl4fFfPS2Cl+ktRsHLCaTODl6m+mWBXNAsHHKs0kB+Xmg0x0rsEsCh&#10;wx2rLHAX5BGbvMX2a0G0LbZfk0yL7dckw2E3u4Tba2++FtuvCbLF9muS+ReI7VcT7DjQfJdgI8P2&#10;+Kbw/XPwixzj/DlegB5CuBUB8SWRc0eSkyhQDi0Aer9c50IgX+YpgesoMGt6xDoGPIWx3AHQimoH&#10;kPtFM5AW5Rtb5iVABnOzYXpKhEEnPUb4yDfyE3f4DMQ0K6yAXqfED8Z1k46xTqGoO3SM7uUh0CYE&#10;fgfJkYFv8Sxx4h7x7qRxdA4IINmgQUdGe3O8rKEBo/88OhehP6pwiPW3QeEk2tZD52efEbD57fXH&#10;8qPKuuZ4mQ7RbHb8LvcPqPyOXOJ4fUz+qDh3KwcQOLKbPUT1MLkeFn9s0gPijxvNQ+GPywkOCFO6&#10;TOVgY8bzrHcgS+PDpMeRZu3ruA171AmzqOLh5NW2YCoHUzq26EFmxuPGg9qP8oJRzew9I+k6Jxfv&#10;FAcHkte/A9ko6Jy27AGDH84YW/bk+MBJ5MCgckkwB1lf6m/YZwHr+E4mBFm30S/nvOBKEfZhwWjk&#10;thzIAIn27OOdIXDt8ZEhC5zsg45hqW0iLCmfExw+UVL2IuUT01vK8bhxpJ6yWWwloePb34EB7lgW&#10;TnmHnscJX4t1lgjwMR5AJhmDQs82GfxMUbhO+PXAK2NwzoqRt8joINnDIxXanRw4WKrdQ0tkDchV&#10;a7gSeLdx0NLhuwr8PKBlGKOjXDwE/bVA7fcRV0WHyoVGQiMhR5Y5lA1bT4Cgb2/7DeN5dzMqZVjC&#10;gU8sNk3xdyYhK/BQT8QEJuqufKPau2VMXUTj2+uLGNGoAVBlE0IziXcWIPQ9SjmsYc02h0Petti6&#10;B6IPOEy+7zeOLLuV7OZVwmcQ2ciXHzkCo07ON7ufcLuFfgJM3xk7YWqTPIG674xdsNnJVee0zkjK&#10;w9rlycl7ANX3+skg4MDVtzculI94CSBM317FoIxnFRaINyK2DlEVbWfsfB4AY9+5OUTy4+xJSZLC&#10;gbPvtL6Sfq6drY6lxGP3kPbhgQwLBEj7tuC3XNEDSPv2dS8lW8aN00l4K2PTcEeaUt9wOZZx49SY&#10;2IhmQ7ll1sEFz2Zs2kPa3/BOc5H212xwQfqWLUd4QUPTQNq3+7hmjQ9I+/ayWLNiC6R9h1Dg7uES&#10;NcUz8ymMqH27j2TjoeNl6hz7A7yrkdBD2p+lVlaPE8GaQrLIhKZ7r+kV2z5wrpocJ/J90mAGx7gA&#10;0xYTJuuaHOXyjUe61OlBVQCnaRk1zhW7jxRgR32cnEcrPLxM6Bx+o5iQPEj+MVnrnKMP3uDYNNUP&#10;sKZw4O0KV6l9PVCNhDBq1Dg3OcJzLIT26umTwc5Rw3pWCdBHWxeCl1madgj5SHE50vufR23LER5p&#10;IbTPnm5pm5UF27D7v3fs/rBFWkZAJSMAJ91pRkDYMC0jgKD7W0bAw1WoYdAyAijOBup+ilHSYspa&#10;RkAqbkDv5yQvLRyyZQQkeRW4/C0jgI+elhHQMgLCqyBP22sZAfVIZTKxpSMXVjztlmoZARdSRy9f&#10;VnhLH8XXMgIeqdID1VBMS6plBFwFoVBsUxJKywiIMoElJcmELDRKvkLLCAgWp51YK+3g22iK3IkN&#10;1CZuGQFaPCoHw+yS9d4WJLv+dinE0SGPjqAdPEfRaOuQ86Qmy7ZNTlnHsFvvUlycQx7dBQ3tf5Ew&#10;0zICtO3RMgI0yZBKSJsvlUi2Nx879XbI8jznJOBQiF0KzXG4Rz8J6WRncedjKdZOjAHsRmGZNQ81&#10;FUa3O8OxaTtkUZ7TmZYR8HIXcIsibtTFZ8QndfReu4NLkhyINDPHcH8ObFl6nY4k4n9i0uRjbBkB&#10;J7UDWkaALBX5yuoKZ1vLCDhZLy0joFwnMTCgZQTgxA4bpmUEIMo0KgtQqePlLytGvvGEaRkBUQ4t&#10;IwCVjjqOk28ZAW94d7SMgCq0b8sIMA/VlhFwObSMAKsMV8sIuGwZAelRU6pkLSPAPFxbRoApHmCz&#10;hSfQ1DICarXFWkaAuXr+GBkBMLS3ygDfZWWA4EVveQCLPADKnuQ8gL/dXr8Aa/Dh9iK6yuuJABdP&#10;+x/vQHb758Nh//nu9urmmYxjZAoqfoH+QCUaLt5//vf9DcKJrj697IOnQ2D/UTiCqiBHF/cIVzd4&#10;XL1BrYeLa/w1pctew/22Tkmw8nsfD88vf73dP17QD28vD+h24Hv1G5ws0SQlJMQwqy2BPxw+vP/x&#10;4XDx29UDWg7/8bFVkD080W8+7d/dPzyIkYs7x44c6uanw/3by78jWGxc/aXfvno3b9avxnfj9GqL&#10;Z+wrgMD8ZTuvxu3407t/UAe78c3d/c3N7dMv90+3F18eH56e3+Av317evbx8fPP69fP13e3j1fMP&#10;j/fXh72/iciNhETMKYy96P2Zg3y8f7k9XDzcP7693CRJXL2hKf356SZMxsvV/UP8OSvLQd2Xchzy&#10;NctywKgObm3zVTYfvLqnSTjBrFpsJSzbj7/sr//7mZZi8S+/c5N1HRy9YWJPd1mXUgRll11/iruM&#10;lr3srAyN9UOKXcc+TbFf44qAnvH/2MqRCKpjIurmjtD/0WTIN8qjMIvYOo0XDqyMV0+wxzVeeQqC&#10;2q88wpGi1mqM8twPZXhwk6QuaWxgNc9oqlLKw+i6WR0ZxXp5rIo6HDQqZXCUTe7yOlPiwGfyeeUS&#10;xxgJML0m9EXGTW1R5WK3xpiLXl0KRRGOkzUKva7hEP8hcIhjqAxf8qRaXJCicHkBRQP/P0DduLx4&#10;//byfTzgSNlnWvqRrmRapxTYERY1HZ7HqI1o+g8EUGxoiREXtHgkKQ02R1IHmUEIw7kLhsJGvrFl&#10;dAztnkNDhw/3TVjIN2clG9dp8WxuKYhSGpNvbJRdsHxvqI2KMDIBC59vk6/9B9cbD/tPrB7+E1TF&#10;8JJoqmJFVcTFeaoqhvOjUAi/nao4oDhPoSp2lA5CL7I+eXG/Slfs1rHuBj/wcjWw0BaJ7O6iX0V4&#10;p5wsV12w2UOeaYVbqb2gnEadW668dFMsPVXhdqK/UAWkWt9ypbGj+hKopVDhVmgwyJxQuOUKDCCn&#10;tJEW+iMQcBRuhf6I16vGrtQhx1Gbh0KHpMhGZbAE4ZF0zQ7Aplr/iqlYrUO1l4rwynpuPcov1eei&#10;0CW3sRJSjV0xGUAA1Njls7FVl12pTwLCTWGH1/FRKptYWqzSO0L+PAqPKhzVB0vpDolurcqOzD6J&#10;bDvTg6y2jMtE7i4kFdY6l++KzVrtW74ruHRMjVs+EWsgMSh9y+dh2mpbrKjvNm+0TVEUeOPCMZW+&#10;UVhTktuEukb1vhUJ3VOn7QgK3E3cxq02UgLJOZJBvPXDpCjzBvQ4rW/5LIzjpHHLZ6FHySVlpPks&#10;jKgapPStOJtUbmT1O4401iqqzEJR603d90WtN2iFSteKWm/ahFICSeqYJrKizhuwFhWRFVndqsQI&#10;BTC12Pf0UK7tUJhHj2QoBFoXP6GiJWbDRLWdasyKIm+xnGBF+kWNt3Gt9awo8dbpF2q+ByZ1MssK&#10;b2vtJCKcwzTQNQ5nZaD5Huh77YYhlK/EbYOKSAq3fA76WMyuJrd8ErahtlttEopMbqCqKVNaJHID&#10;hFPTa4rSbromQpHyaai4xDXJFZXdAJ6n9S6fhw4w4IroisJuE07A+vqlKMpj74a1toCLNO5ZXcFF&#10;YbduXGu7nnJ6UrNrtFrvXVHYrUN5BGWwlPOT2G3QqsKumIp5UnuXn0lbiFhhV0zFOpgCa+uOwN1S&#10;74DVqi28orJbt4FSUN8VlFR05NdFRKXKtihKuwHGWZNeUdqt61U9rqjtBjg4TXxFJjcAg7XxFsXd&#10;qLy5Mt5NPh14QWhHVFHdrV+puhfhdx7lN8WihxX5FeXdMLHaTU3Yhkd+a1XTJBjLjK7PdUMYXZoh&#10;9A9hCFVr5NB7BVaAXQK0tXMFW/q1ll/K0Je7VDTBFiSH0O8Awhutxg45djtNUzTjYN/a5IxOvYNm&#10;fQ53Uq2Je0KTdrjjaAzkYvF2yHHyBfLzhkoqcCA/DyqBlFwiT1C5dmcYg3eXcisdch5qQsN1yHmo&#10;0DTPkXsryKbtppZ+rUnmXyD9Oh5PX+F1C7ZVcrsFxbbmdosU2PfdOrmZNL8baOMuBq2cWOJCki+7&#10;pGCdDqcJWbN5BwuFfJlyJr2U2neh7amWQKSEShlPBeElX+HJFcBQwUrOPqGQL1NOjAYPMGOH50QI&#10;a6GfXokIGMmZMukC0qp8ufWRcd5hG7ahqLtx4rFP3tgJHTz0E2ZzW0oDl0Fxa30gTQ3vTBr7lNaI&#10;jES+PCIY4ZnSQa7vUvGXEVNgzmZPLytqfUzRONKqfLl12OyZ0qnE0vWyQkanFl/XMXx9Nzg1DSJ2&#10;AfXTq02Gihu8QlBJwx57h4URxj4knB4Zs3x57PAHREoY/G2eK1YMyPzgUJJ1nUbUO3WB4D1gQqjB&#10;1mRuuWABKtvYK35L5kdqGnvY5igz6VWDoeIqkaNTVnHDCCeotmLLB16JyJFKvVijpioXoemVEz+w&#10;5i1J8rQYwoERGMJDYdMx4Pw2KdOyauQbV8+aoTK2K4cf+b4wK/BlmO3OVL2c6JxsaAL1D3TwgVnj&#10;lYoP8HrYdPx4WEOZNfnxolk7ux/uk9A/+EdMflLtwbtF6Eym8c64Iqz+pVoPTmWsiV8/KNlp8+Mr&#10;ieJizXbJB4r+wedi0qGCSaTDtWTxG8moQ/yce2OUCl/OuqcbgPhRsQezXV73g1NTD26ewA9+HJsf&#10;X2soxWnT8eXbx7BtPRaH/IwYR+e1K4ebU7NwFHXLa5eLtjhXxMjV4JyjV2pzxIBVfbBcR9feknHh&#10;YbzWvEapOYsuTin8TCYrPsmgWdlkfKt6JVNjz+CPMrmRNxXT3uNVZg4znjqDozvzPQ6/lcmNH8eD&#10;U0OTX4qjc1UwyBX8W2ajrBCglo9Jhjs2SMQ7wOAni3TOyoXuFejmZN+Ri06+rC6xNj/HyG917eL9&#10;EvjBZWaPg7XEdTJYSHvyje32DHCwdiYDvrfQLpxrZrukmNGK2iS8NGlPvtwuXzzbFKQk/y5fpuNx&#10;wA1ntkulhqndrXMxDqxYoIaYvUipTFI4EeGxs1vmBdh5xd2o1GHgSNq2tdvSiwnePZtQ+tg7z7VR&#10;3rS981aEozD20VPFUUYqEg7OuwrFypkQpktr1HAqMqGzdGZRXuEKMjnCIxc5ekUU4YBkQuccXMsh&#10;PTmH+ZoiH+g+nZy5hrOSCeH/tcSzgZwjR0cV2mCKAyHJyeTIByxMDfbMbGXheofTVh7bXoFSOEFj&#10;H+HlNPuIkvc87LWzDVEYl0W+do4AcpnG1uETtVvvZL43ziXUwTnNPJ1KWni/89jhQbVb77kcWrd1&#10;9ljXMzpot3X0S3LHxn7C32q3PrBugHqdHqW8T7dOxThy3obWyTtrt54U4VWC4JWLQb58cY5c2A4V&#10;g22dmVy93LrzSkVogFAm6ExpVb7c+sy6pDjq9YsbjmFu3dGxaxZQaVW+3DpVygx7fe1VXf4dllKx&#10;xhztr9JqC8v/zsuoxVd8C8uvhOVj852G5Yfj4luH5QfA2HDzx8dSlilNx3kIzE/H+VcF5kOfpDDC&#10;EdcDnaV5xD1Or2NkSMT5RwDLggwXUSIjNgo3aCiJDNbPGFez5IaL5Ug2UZRTrWu4ABKVxglzldHU&#10;+eDgSzQDJwss+wRVKFEZ8sLEJLIeN06IHFpyozdGojMERlpDorP4FRNgTGc+Axa/fApGFJdR5qAI&#10;yKeFoY03nwhrvPlkWP07czrKkPxyxeGCbZFNf4jIJsw0YjK+wtkcjp/obMZerjmb6UiIChQWGSuk&#10;mrM5cqOT/UgripF8WS3jUBThKP8q30gVn5w4ukxFOPWQtpVNSfcAKYM+pYzap8QZwjyTfGQU8o2j&#10;SdLxeUrrFTk2BfN7VzCD0awpmBUFE3fgqYIZrHffWsFMBjVU+op6XwIJOSqYYtv8SgUTqYR17StX&#10;cKL2EEvf5EromcpNodsERWTJKtdrNC01VyxxtMTo9CWrXKWBRUAZX6nQDDF0fsms0Gd0BTpXLwek&#10;xFAc/pLZiXaJDDhF9rnwJTuzwq6Uvz6V+QRoc1lAhuBOonSScOSfPjyKWdAGms+BoZWTr/GoRmvM&#10;ijlY6cPMJyEfZlMovzxdNIXyLMyQoGKF6EXst7pCyRHXovup2qRoQbYNmP0SOM5M3Q8HGatp8RxQ&#10;rZBJTcMxZHJEGBp2KbRJL3YMrvnYtoxY9EL5sn6IMyPwc5o9Tyxqo02B/N4VyOA+bgpkRYHERXaq&#10;QIZYhW+tQG7FXVOBDoGi9S2hQ4aRUzHDrOfKYaHDaJmEuQYDOA1OnFzwyhUYhPEGRWGJQpLrkN3Q&#10;cXL+glmuwCBqSmGWazDwqXGG6IJZrsAg9EthlmswcOVxqu6CWa7AIH5NYVZokYhS0YRW2CgRhqex&#10;K+YAuIRQ/ELY/anil08Cogk1dsUsIOBXY5dPA4IiNXbFPKwktXYhukKT3HRaVjJig44KJ+K1ODN0&#10;yS6fCoSoKr0rEEO2IyevL7iRVzKpudutyi2fiY0Ahiy55RNBEcNa5/KZ2AADoT6viM88do5inzV2&#10;+UwArFZjl++IAGlTz0mm2kVJJvOo7S+KbkxkCKvRJpZc2YluklT9heygPB3JKL5eGSyCFo50I1Lw&#10;67IrUEMoWUBjl0/FoM4sRdykQVDmg8Yun4p+ox10FKuRsQNdfSrIQnqkU486Uu+OZLMKo1Mgh2Cx&#10;10VXAId0s9o50j1Tq9oqKYBDKFVIGWmBHdKra7hADzHywgv4kCH46monZ4kfoqetk1s+DXVEtrwi&#10;uWIe9Kx6io1K7BDvoLArMESMpP8CRGSetWuCohxTqwYmAYVLJ7oE6LDYsAWKSKdDJlB4TGKH0ERt&#10;sMWW0AEdKIA1sdsKxsmyd8VU6HATMK0f2XUrnBP1qS2RRHQ0jAJJBBZ8TQWgyLw0DASqaudTASXS&#10;9YO2aakS6pHfmVgiUMVUfsV0GFAn+XQg60ZToEo0ER2JheLijuMYJ+3iLuBEdJyYAk2kQwCyMr0U&#10;CZia1UFsKDMhkXWTupgpyC3R6SpUiSZCmlt98RVoIjr8TwkmQmZYhV2+N3RsohJLZBZsjcVWK7BE&#10;dNwkCr1LMsFNoB2iJZRIr920JZLIWj3iCyQRRB4r9w9ZXLLeCfDHcrD5vtDghBQUkSWzfCJyZs0u&#10;+kexizYIEcBv4MyHtXOX7Kc2HAS9AAK5ONoccpzZgVwC1h1yHASBXML/HXLcf4FcAgRs8gYhoiEw&#10;NAgRTTKkAtISS4HT9hLj5J5dyl9xyHkBp1gYm5zzFnbJheGQ815NaSUOOQ8V+lPMnnDIea+m9DOH&#10;nIcKMLVzuHNiyi6FodvcObVgB/3lLO48VOgnZ5HzUFPqodMZHioyuDLuXx3VFUE/TAiRgfPgpWHN&#10;CdcJoe27AhlUcyx/L1ll4KPVSY6FKTtK0s0d5GsGRm0WoTjV5MsBZwPSPKmDnduy5E55OQgwkAeO&#10;XuIwuhbH4mUiw0oOTRN97J1MQzKns7SdVM2eEAlpWpzka5iZmaOTzU3G98DRSw8P+BPUNMGgxMUt&#10;MyJfnpmeAQBGB16CLPWhaS8jvuvPzVAlRAvqI9CP7T5StSEi9EAAYP6FgZQIHXgJZEPF1ePBFHSY&#10;msDRwz3okF0ZCb20pRWnEXrIDMgCiwKHO8AWz4rVAg87AtAoUeAeGAV5FsJgPHSLLe8EDy1DPHoe&#10;+gZ8ELFdZwtuBQ3AgwfZ8J4GrK0tRPgrQss+hAkXRkbmnR0psOGEZGDX2McEfBuxaTgvzIleS1qg&#10;BwVD2J60DbBn7Z0VivYFQhh5rWNixoREjliUJqH4bj1QHfhMIkcPp2dOSA1OhjUBPYU+ehEh8K8w&#10;oXPJTDKFHuaRoHvgWLHFA19MbNpDZholU9UDexol/xRlGsyZgd8mNu1BUg28CV2UKxhGmaOzcOHj&#10;YUIHi0uKu7rwXnIZoSKQvQsl5hwVhuxd2DHog49rJovCg0qTLQPnkDkxkn/uwbmR84/2qgcQx/vK&#10;RZzjK9BPDOXZw71uyxoeqdBDcjmZI+5T9qqTETuk5FUntwDeK27aydtNu8BLBR5Zv3Szi+HpivPi&#10;JSyPZPGkCfRyoCcqlhEInS0tWcDk9jIFPjH6EGLm7AthZm2w8/LJ4UGLffRS1NeSm+9lvcM6HTl6&#10;ifQJkcDLzU+IBF62/0Yy8z38AAINCTPjIxLwYeudT1sZNaFLWBcrvHixabjpTEIgEkS9EdAO9n5N&#10;+mDnoUWQzy+2Dqee07qAxnmYFlCthacDk0Eewtg6XIB26/DYMiXUC0uceKVEfT28D21KQRLxIEc6&#10;emKG5dHj9rZ5CkaiB4xC3sfI08NagRGADyIPvgXolHzAeIgw5KuMrXsgMx2yOZnSwa3pRj5jPCQc&#10;AE3xa8BR/ABtEY8OD6unGxkt0AP/ISdoGI2HJoQ9xu9D58XSidLp4R2RwzQ07b446dlMq807tKBM&#10;xT66KhC9r4kjvKf28p3PRNELyC2Bo4dqRQHkROihZGEXxLXroW4hJiduHA/FCzC6cZl5qGDdmsFB&#10;PJQxaGixjx5qGTl4w6g9FDQQynXrHCyCS+mitKXrFreFeVQJUpBnSDoCeHj8onAcu9Ra4Ey9AbMa&#10;6yC/RaMsFpjTrBhcT8la3P73Hrcfnhwtbr8St48r/DRuPyzvbx23DxtoPMSD6pXhiuCQo6D9oKHE&#10;s+ar0j67UKKPqvOCmRazT2XaUBEcSlFQGXMydDJFsVCATYUTruBE0uuccJIlMoUTLqFEEnqj9QqX&#10;UCKMNeYq/cJFnohMbrguEqHKDQsjERmjLCP2VeFD/0vcVNmTMS9RqR0rCnxaPcsnQOeWz4Hes3wC&#10;9CWWz4DOKxe/ziuXP/U+W68tuOmPEtz01f5mrJzLUCg+nHW1pE+swKhcxyMTLWoOZ1ZHE504C+Ub&#10;nYaRKp2t4Cf/Ll/Jqfy9lNjrtvbII7GpgkRw4XjchM7mJtI7j4p4lvp0Ux2/d9Ux4ay939/8v/88&#10;XBz2L28vsXR/uz3gh7v94f9fXnw+XH18e/n8fz9dHW4vLx7+z9Mz3hLw94DsJfxhnMJr7pD/y/v8&#10;X66ersHq7eXLJbLZ6ccfX/An/P6nj4f7D3doKaZsP+3//Oll/+v9Cy2jo0LLf/j8/PFPQcfDDxdf&#10;Hh+ent+ABr18efn45vXr5+u728er5x8e768P++f9ry8/XO8fX+9//fX++vb15/3h5jVBW4afPh72&#10;17fPz/dPH/7r7urjLdLFWSGEBO5v0BvkK6B3UXX82+31C3LwH24vYqhHXXe8eNr/eAey2z8fDvvP&#10;d7dXN+hZNEIWv0B/eP6Idt5//vf9ze3byyuMOOSri2KIHl98gSWCrZ5hTx01yoD2TyplsvLJ7308&#10;PL/89Xb/eEE/vL08oNuB79VvwGmK+1JI6KR83j/c37y7f3gIfzh8eP/jw+Hit6sHzEv4j7dyQfbw&#10;RMRPe/o12en0N0A5YSwowjv5dLh/e/n3LQIxVn/pt6/ezZv1q/HdOL0CWunm1arb/mU7r8bt+NO7&#10;f1AHu/HN3f3Nze3TL/dPtzyv+Mvz5vXmcPUZ0xin9vHq/hvst8f7l9vDxcP9I5CykySu3tCU/vx0&#10;g2FfvXm5un+IP78uu4+VGqQh3yCVsJJpzuMye/ny/ktYZRH/nRZE23xvrv/jt2zzQaE+ebdFg36x&#10;lbCGP/6yv/7vZzktwOO/kpjP2mTY5NhKp1uMdl51i11/iluM1oBsK3pe8eL/cMO93oHviaqP7RxO&#10;g/w1lj8boqrPV2hOlL8acIDh0VZjlb/awAT6dIVV/mQgJgqv/M2g8sqfDAav0zdDpVf5g0EfYP5g&#10;UIZXPNboTVoTFNnq09SoQi/eanqnisea1qtc6mqvcplrjHKRq4xygevDy2VOU6zIKhd6wQynXFr1&#10;V3fxfskhARF9WsOtidttJ745O0Y1GlR24vayiSFkbOSdON9tYgiSiMW8ahNDVEQsVlGbmJYgUacA&#10;KYecx5jC3BxyHiX8YvH2dch5nKkchUPOIwVSWcYdM41f4wOOdIoL0hCg+YX/Q4s7XF68f3v5nn7n&#10;6s3HqxdaDfLjxeegx2DLISaYtj79w/EBVj6VsMC44SNF+ajCRgzi5UNEfXyFfU/zcDahtCztyTf2&#10;UNq1qeLUH0chPOT7+3l9i/ZIBCSKZb/a4+wbKIuH/SfWCf8J+mFwRTb9sPI4w7l5qh8GX94/Rz/s&#10;w0Y8vsHo5Rv0wxRxJW+w/5WCGPULPqty1S9XVcbVllJd6ROP2qOyCWEkjQZccJlXeJUKosorV1ZU&#10;XktlZdmpU2Wl0qVcVYk6z5JNrqgoI8uVFENKhXaoi9yQeVN66lpdXen5asWBVkzUG7AsaoqDXMuy&#10;J9CipjkEXkEhiEtMVR2E8Jyr9xyarG+iB8i31AcqhO2C/t4v6ORL/lcx4MAU9eHN5w+wo9JhBrvu&#10;3f31T1cvV/mf8fPnj29u+/3d/uHm9vCn/xE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Cwmn7kdXYAAGBZBAAOAAAAAAAA&#10;AAAAAAAAAC4CAABkcnMvZTJvRG9jLnhtbFBLAQItABQABgAIAAAAIQCe02Rt3QAAAAYBAAAPAAAA&#10;AAAAAAAAAAAAAM94AABkcnMvZG93bnJldi54bWxQSwUGAAAAAAQABADzAAAA2X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FCM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4Mp7B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lF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I68kA&#10;AADeAAAADwAAAGRycy9kb3ducmV2LnhtbESPzUvDQBDF74L/wzKCl2I3FYwauy1SiB89CP0Ar0N2&#10;zEazs2F3bWP/eucgeJth3rz3fvPl6Ht1oJi6wAZm0wIUcRNsx62B/a6+ugOVMrLFPjAZ+KEEy8X5&#10;2RwrG468ocM2t0pMOFVowOU8VFqnxpHHNA0Dsdw+QvSYZY2tthGPYu57fV0UpfbYsSQ4HGjlqPna&#10;fnsDn/Wbe1/dnp7i5H5Dp0m9fu5fS2MuL8bHB1CZxvwv/vt+sVJ/Vt4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/7I6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JccYA&#10;AADeAAAADwAAAGRycy9kb3ducmV2LnhtbESPzWrDMBCE74W+g9hCLiWR3dIQ3MjGhCaUXEJ+HmCx&#10;NpaptTKWYjtvHxUKve0ys/PNrovJtmKg3jeOFaSLBARx5XTDtYLLeTtfgfABWWPrmBTcyUORPz+t&#10;MdNu5CMNp1CLGMI+QwUmhC6T0leGLPqF64ijdnW9xRDXvpa6xzGG21a+JclSWmw4Egx2tDFU/Zxu&#10;NkIO73jYX8fzdjfhiF97w6/lUanZy1R+ggg0hX/z3/W3jvXT5Uc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HJ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CPM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R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3Qj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/yncYA&#10;AADeAAAADwAAAGRycy9kb3ducmV2LnhtbESP3WrCQBCF74W+wzJCb6RuUqlI6ipStEhugj8PMGTH&#10;bDA7G7Jrkr69Wyj0boZz5nxn1tvRNqKnzteOFaTzBARx6XTNlYLr5fC2AuEDssbGMSn4IQ/bzctk&#10;jZl2A5+oP4dKxBD2GSowIbSZlL40ZNHPXUsctZvrLIa4dpXUHQ4x3DbyPUmW0mLNkWCwpS9D5f38&#10;sBFSLLDIb8Pl8D3igPvc8Gx3Uup1Ou4+QQQaw7/57/qoY/10+bG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/y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/08QA&#10;AADeAAAADwAAAGRycy9kb3ducmV2LnhtbERPTUsDMRC9C/6HMII3m21pt7I2LVIViuChrSDehs10&#10;d3EzCcnY3f57Iwje5vE+Z7UZXa/OFFPn2cB0UoAirr3tuDHwfny5uweVBNli75kMXCjBZn19tcLK&#10;+oH3dD5Io3IIpwoNtCKh0jrVLTlMEx+IM3fy0aFkGBttIw453PV6VhSldthxbmgx0Lal+uvw7Qy8&#10;Dc/hdVkuTuEzzmc6PVn52Ioxtzfj4wMooVH+xX/unc3zp+Vi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f9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HocQA&#10;AADeAAAADwAAAGRycy9kb3ducmV2LnhtbERP32vCMBB+F/wfwg18GZrqqIxqFBXCBhuMOcHXoznb&#10;suZSkmi7/34ZDHy7j+/nrbeDbcWNfGgcK5jPMhDEpTMNVwpOX3r6DCJEZIOtY1LwQwG2m/FojYVx&#10;PX/S7RgrkUI4FKigjrErpAxlTRbDzHXEibs4bzEm6CtpPPYp3LZykWVLabHh1FBjR4eayu/j1SrY&#10;f/TVk38s94N7u7ycc62NftdKTR6G3QpEpCHexf/uV5Pmz5d5Dn/vpB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x6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TKcIA&#10;AADeAAAADwAAAGRycy9kb3ducmV2LnhtbERPzYrCMBC+L/gOYQRva6pokWoUcSksy1509wGGZmyq&#10;zaQksda3NwsL3ubj+53NbrCt6MmHxrGC2TQDQVw53XCt4PenfF+BCBFZY+uYFDwowG47ettgod2d&#10;j9SfYi1SCIcCFZgYu0LKUBmyGKauI07c2XmLMUFfS+3xnsJtK+dZlkuLDacGgx0dDFXX080qKL/m&#10;3/31pn3p9sPC0tJcVh9Gqcl42K9BRBriS/zv/tRp/ixf5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RM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8T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T2bTO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fx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iwMUA&#10;AADeAAAADwAAAGRycy9kb3ducmV2LnhtbESPQWsCMRCF74X+hzAFbzWrVJHVKNKyUEovVX/AsBk3&#10;q5vJksR1/fedQ6G3Gd6b977Z7EbfqYFiagMbmE0LUMR1sC03Bk7H6nUFKmVki11gMvCgBLvt89MG&#10;Sxvu/EPDITdKQjiVaMDl3Jdap9qRxzQNPbFo5xA9Zlljo23Eu4T7Ts+LYqk9tiwNDnt6d1RfDzdv&#10;oPqafw/Xm41V2I9vnhbusvpwxkxexv0aVKYx/5v/rj+t4M+W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iL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Zs8IA&#10;AADeAAAADwAAAGRycy9kb3ducmV2LnhtbERP22rCQBB9L/gPywh9q5u0jWh0DUVIqY+NfsCQHZNg&#10;djZm11z+vlso9G0O5zr7bDKtGKh3jWUF8SoCQVxa3XCl4HLOXzYgnEfW2FomBTM5yA6Lpz2m2o78&#10;TUPhKxFC2KWooPa+S6V0ZU0G3cp2xIG72t6gD7CvpO5xDOGmla9RtJYGGw4NNXZ0rKm8FQ+j4H0e&#10;P+9FcotybSg+vXUn9mWi1PNy+tiB8DT5f/Gf+0uH+fE62cLvO+EG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Bm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sPMUA&#10;AADeAAAADwAAAGRycy9kb3ducmV2LnhtbESPT4vCQAzF7wt+hyELe1uneijadRRZURZPWv+cQye2&#10;ZTuZ0hm1fntzELwl5OW995steteoG3Wh9mxgNExAERfe1lwaOB7W3xNQISJbbDyTgQcFWMwHHzPM&#10;rL/znm55LJWYcMjQQBVjm2kdioochqFvieV28Z3DKGtXatvhXcxdo8dJkmqHNUtChS39VlT851dn&#10;4Jqex0e+bO0uXz0209V6GfSpNObrs1/+gIrUx7f49f1npf4oTQVAcG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Gw8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5usYA&#10;AADeAAAADwAAAGRycy9kb3ducmV2LnhtbERPTU/CQBC9m/AfNkPCTbYVs8HCQsDEBDlARD1wG7tj&#10;W+jO1u4C5d+7JCbe5uV9znTe2VqcqfWVYw3pMAFBnDtTcaHh4/3lfgzCB2SDtWPScCUP81nvboqZ&#10;cRd+o/MuFCKGsM9QQxlCk0np85Is+qFriCP37VqLIcK2kKbFSwy3tXxIEiUtVhwbSmzouaT8uDtZ&#10;DZ/bsXraLl8fD+vNF46s+dmbSmk96HeLCYhAXfgX/7lXJs5PlUrh9k68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95u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wWcMA&#10;AADeAAAADwAAAGRycy9kb3ducmV2LnhtbERPS4vCMBC+C/6HMII3Ta1SpBrFB+qyJ1cFr0MztsVm&#10;UpqodX/9ZmFhb/PxPWe+bE0lntS40rKC0TACQZxZXXKu4HLeDaYgnEfWWFkmBW9ysFx0O3NMtX3x&#10;Fz1PPhchhF2KCgrv61RKlxVk0A1tTRy4m20M+gCbXOoGXyHcVDKOokQaLDk0FFjTpqDsfnoYBd/J&#10;FY/uEK+3Y+3pPZnu7edxr1S/165mIDy1/l/85/7QYf4oSWL4fSf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RwW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8bMQA&#10;AADeAAAADwAAAGRycy9kb3ducmV2LnhtbERPzWrCQBC+C32HZQq96UaroU3dSCkK3mpiH2DITjch&#10;2dmY3Wr06buFgrf5+H5nvRltJ840+MaxgvksAUFcOd2wUfB13E1fQPiArLFzTAqu5GGTP0zWmGl3&#10;4YLOZTAihrDPUEEdQp9J6auaLPqZ64kj9+0GiyHCwUg94CWG204ukiSVFhuODTX29FFT1ZY/VsHJ&#10;LVZ6LLf42W5fD40xy9OtWCr19Di+v4EINIa7+N+913H+PE2f4e+deIP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BvG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RC88MA&#10;AADeAAAADwAAAGRycy9kb3ducmV2LnhtbERPyW7CMBC9I/EP1lTiBg5LAwQMKkhIXKE9cBzsIQmN&#10;x2lsIPTr60qVepunt85y3dpK3KnxpWMFw0ECglg7U3Ku4ON915+B8AHZYOWYFDzJw3rV7SwxM+7B&#10;B7ofQy5iCPsMFRQh1JmUXhdk0Q9cTRy5i2sshgibXJoGHzHcVnKUJKm0WHJsKLCmbUH683izCvbl&#10;mV5TfZnb2UYfTt9fYTy9GqV6L+3bAkSgNvyL/9x7E+cP03QCv+/EG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RC8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kev8YA&#10;AADeAAAADwAAAGRycy9kb3ducmV2LnhtbERPXWvCQBB8L/gfjhX6Vi8Khho9RQXB0lbwA31dcmsu&#10;mNsLuWuM/75XKPg2u7MzszNbdLYSLTW+dKxgOEhAEOdOl1woOB03b+8gfEDWWDkmBQ/ysJj3XmaY&#10;aXfnPbWHUIhowj5DBSaEOpPS54Ys+oGriSN3dY3FEMemkLrBezS3lRwlSSotlhwTDNa0NpTfDj9W&#10;QYu7R3Ixq+/JR/mVj3ar86eOe/Xa75ZTEIG68Dz+V291fH+YpmP4qx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7kev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ZfUsIA&#10;AADeAAAADwAAAGRycy9kb3ducmV2LnhtbERPTUvDQBC9C/6HZQRvdtMcgqTdFhFaPGr04HGanWbT&#10;ZmfC7raJ/npXELzN433Oejv7QV0pxF7YwHJRgCJuxfbcGfh43z08gooJ2eIgTAa+KMJ2c3uzxtrK&#10;xG90bVKncgjHGg24lMZa69g68hgXMhJn7ijBY8owdNoGnHK4H3RZFJX22HNucDjSs6P23Fy8gWnf&#10;Hk7l8dO67zDKrnmVUzmIMfd389MKVKI5/Yv/3C82z19WVQW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Zl9S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Lq3sQA&#10;AADeAAAADwAAAGRycy9kb3ducmV2LnhtbERPS2sCMRC+F/wPYYTealYPq6xG8VGhlBbxdR834+7a&#10;ZLJsUt3+eyMUvM3H95zJrLVGXKnxlWMF/V4Cgjh3uuJCwWG/fhuB8AFZo3FMCv7Iw2zaeZlgpt2N&#10;t3TdhULEEPYZKihDqDMpfV6SRd9zNXHkzq6xGCJsCqkbvMVwa+QgSVJpseLYUGJNy5Lyn92vVbDe&#10;rMxl8L2dH2VYvg9PZvS5WH0p9dpt52MQgdrwFP+7P3Sc30/TITzeiT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S6t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ujOMcA&#10;AADeAAAADwAAAGRycy9kb3ducmV2LnhtbESPQWvCQBCF74X+h2UKXopuVBokukoRRIUWrBW8jtlp&#10;EszOhuwa47/vHAq9zfDevPfNYtW7WnXUhsqzgfEoAUWce1txYeD0vRnOQIWIbLH2TAYeFGC1fH5a&#10;YGb9nb+oO8ZCSQiHDA2UMTaZ1iEvyWEY+YZYtB/fOoyytoW2Ld4l3NV6kiSpdlixNJTY0Lqk/Hq8&#10;OQPd4eNS7LrQ7K+z1/A2vWy3n/ZszOClf5+DitTHf/Pf9c4K/jhNhVfe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7oz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j5CccA&#10;AADeAAAADwAAAGRycy9kb3ducmV2LnhtbERPS2sCMRC+C/0PYYTeNOu29bEapRaEXgr1cdDbuBl3&#10;FzeTbRJ121/fFAre5uN7zmzRmlpcyfnKsoJBPwFBnFtdcaFgt131xiB8QNZYWyYF3+RhMX/ozDDT&#10;9sZrum5CIWII+wwVlCE0mZQ+L8mg79uGOHIn6wyGCF0htcNbDDe1TJNkKA1WHBtKbOitpPy8uRgF&#10;y8l4+fX5zB8/6+OBDvvj+SV1iVKP3fZ1CiJQG+7if/e7jvMHo/QJ/t6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4+QnHAAAA3gAAAA8AAAAAAAAAAAAAAAAAmAIAAGRy&#10;cy9kb3ducmV2LnhtbFBLBQYAAAAABAAEAPUAAACMAwAAAAA=&#10;" fillcolor="black" stroked="f"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vfcYA&#10;AADeAAAADwAAAGRycy9kb3ducmV2LnhtbERPS2vCQBC+F/wPyxR6qxtDq5K6ivYBgnrwcfA4zU6T&#10;JdnZkN1q7K/vCoK3+fieM5l1thYnar1xrGDQT0AQ504bLhQc9l/PYxA+IGusHZOCC3mYTXsPE8y0&#10;O/OWTrtQiBjCPkMFZQhNJqXPS7Lo+64hjtyPay2GCNtC6hbPMdzWMk2SobRoODaU2NB7SXm1+7UK&#10;jquhGW8Npd/rv8WnXr9Wi81HpdTTYzd/AxGoC3fxzb3Ucf5glL7A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Jvf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yn1MQA&#10;AADeAAAADwAAAGRycy9kb3ducmV2LnhtbERPS2sCMRC+F/ofwhS8aVahrWyNIorUSw++6HXYTDfb&#10;3UzWJOrqrzcFobf5+J4zmXW2EWfyoXKsYDjIQBAXTldcKtjvVv0xiBCRNTaOScGVAsymz08TzLW7&#10;8IbO21iKFMIhRwUmxjaXMhSGLIaBa4kT9+O8xZigL6X2eEnhtpGjLHuTFitODQZbWhgq6u3JKvDz&#10;72V949Ohzm5f1/D52x3HaJTqvXTzDxCRuvgvfrjXOs0fvo9e4e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Mp9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+P6MQA&#10;AADeAAAADwAAAGRycy9kb3ducmV2LnhtbERP22rCQBB9L/gPywh9KXVjHrykriKFQqEiePmAaXaa&#10;BHdnQ3aq0a93hULf5nCus1j13qkzdbEJbGA8ykARl8E2XBk4Hj5eZ6CiIFt0gcnAlSKsloOnBRY2&#10;XHhH571UKoVwLNBALdIWWseyJo9xFFrixP2EzqMk2FXadnhJ4d7pPMsm2mPDqaHGlt5rKk/7X2/A&#10;5d9u/jWNG7ke9Sa7edm9bK0xz8N+/QZKqJd/8Z/706b542k+gcc76Qa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vj+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NrKcUA&#10;AADeAAAADwAAAGRycy9kb3ducmV2LnhtbERPPW/CMBDdkfofrKvUDRwyFJRiUFuElKVDQyrWIz7i&#10;CPscxS6k/HpcqVK3e3qft9qMzooLDaHzrGA+y0AQN1533Cqo97vpEkSIyBqtZ1LwQwE264fJCgvt&#10;r/xJlyq2IoVwKFCBibEvpAyNIYdh5nvixJ384DAmOLRSD3hN4c7KPMuepcOOU4PBnt4NNefq2ynY&#10;Vr3N69K8hcPXx/Foy9uODlulnh7H1xcQkcb4L/5zlzrNny/yBf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82sp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lNbcUA&#10;AADeAAAADwAAAGRycy9kb3ducmV2LnhtbESPQW/CMAyF75P2HyJP2m0kcICpIyA0DQmJEwwOu1mJ&#10;aQuNUzWBdv8eH5C42XrP732eL4fQqBt1qY5sYTwyoIhd9DWXFg6/649PUCkje2wik4V/SrBcvL7M&#10;sfCx5x3d9rlUEsKpQAtVzm2hdXIVBUyj2BKLdopdwCxrV2rfYS/hodETY6Y6YM3SUGFL3xW5y/4a&#10;LJzXehudQXc8HPuNn/39TKkx1r6/DasvUJmG/DQ/rjde8MezifDKOzKDXt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U1t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0bkcQA&#10;AADeAAAADwAAAGRycy9kb3ducmV2LnhtbERPTWvCQBC9C/0PywjedGOEaqOrWEEQSw/VUjyO2TEJ&#10;yc6G3VXTf98tCN7m8T5nsepMI27kfGVZwXiUgCDOra64UPB93A5nIHxA1thYJgW/5GG1fOktMNP2&#10;zl90O4RCxBD2GSooQ2gzKX1ekkE/si1x5C7WGQwRukJqh/cYbhqZJsmrNFhxbCixpU1JeX24GgWn&#10;6wdfPif7tXsPP7Y7+jo9z2qlBv1uPQcRqAtP8cO903H+eJq+wf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NG5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xo8kA&#10;AADeAAAADwAAAGRycy9kb3ducmV2LnhtbESPQU8CQQyF7yb+h0lNuMksqIgrAxESEi8kgB7kVnbq&#10;7oadzjozwMqvtwcTbm36+t77JrPONepEIdaeDQz6GSjiwtuaSwOfH8v7MaiYkC02nsnAL0WYTW9v&#10;Jphbf+YNnbapVGLCMUcDVUptrnUsKnIY+74lltu3Dw6TrKHUNuBZzF2jh1k20g5rloQKW1pUVBy2&#10;R2dg/jKe/6wfeXXZ7He0+9ofnoYhM6Z31729gkrUpav4//vdSv3B84MACI7MoK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fPxo8kAAADeAAAADwAAAAAAAAAAAAAAAACYAgAA&#10;ZHJzL2Rvd25yZXYueG1sUEsFBgAAAAAEAAQA9QAAAI4DAAAAAA==&#10;" fillcolor="black" stroked="f"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lfksMA&#10;AADeAAAADwAAAGRycy9kb3ducmV2LnhtbERP30vDMBB+F/Y/hBv45tJuoFKXjTIYik/dVHy9Nbem&#10;rLmUJGb1vzeC4Nt9fD9vvZ3sIBL50DtWUC4KEMSt0z13Ct7f9nePIEJE1jg4JgXfFGC7md2ssdLu&#10;ygdKx9iJHMKhQgUmxrGSMrSGLIaFG4kzd3beYszQd1J7vOZwO8hlUdxLiz3nBoMj7Qy1l+OXVZBO&#10;u6Zepc9kDq++7rxrnj9OjVK386l+AhFpiv/iP/eLzvPLh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lfk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F7MUA&#10;AADeAAAADwAAAGRycy9kb3ducmV2LnhtbERPTWvCQBC9F/oflil4q5so2Jq6ikhbtBdrFPQ4ZKfZ&#10;YHY2ZLcx+uu7hUJv83ifM1v0thYdtb5yrCAdJiCIC6crLhUc9m+PzyB8QNZYOyYFV/KwmN/fzTDT&#10;7sI76vJQihjCPkMFJoQmk9IXhiz6oWuII/flWoshwraUusVLDLe1HCXJRFqsODYYbGhlqDjn31aB&#10;T1evxw97m3and8PbfGMmn6VRavDQL19ABOrDv/jPvdZxfvo0HsH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4X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40D3" w:rsidRPr="00D815F3" w:rsidRDefault="005A40D3" w:rsidP="005A40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5A40D3" w:rsidRPr="001869AA" w:rsidRDefault="005A40D3" w:rsidP="005A40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A40D3" w:rsidRPr="001869AA" w:rsidRDefault="005A40D3" w:rsidP="005A40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A40D3" w:rsidRPr="001869AA" w:rsidRDefault="005A40D3" w:rsidP="005A40D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A40D3" w:rsidRPr="00D815F3" w:rsidRDefault="005A40D3" w:rsidP="005A40D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5A40D3" w:rsidRPr="001869AA" w:rsidRDefault="005A40D3" w:rsidP="005A40D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5A40D3" w:rsidRPr="001869AA" w:rsidRDefault="005A40D3" w:rsidP="005A40D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A40D3" w:rsidRPr="001869AA" w:rsidRDefault="005A40D3" w:rsidP="005A40D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5A40D3" w:rsidRPr="001869AA" w:rsidRDefault="005A40D3" w:rsidP="005A40D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A40D3" w:rsidRPr="001869AA" w:rsidRDefault="005A40D3" w:rsidP="005A40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0D3" w:rsidRDefault="005A40D3" w:rsidP="005A40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69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hQs5HcAABJZBAAOAAAAZHJzL2Uyb0RvYy54bWzsfe1uHsmx3v8AuYcX/GlAy3e+Z4SVD+zV&#10;ygjgJAb85gIokpKIUKRCclfyOThAgFxCbiR3kFs4547yVHdVTzc1VTXWrg0j6DWwQy+LNd1V1T3d&#10;9fV8/09fPt4efr5+eLy5v3t11nx3PDtc313eX93cvX919t9Ob17MZ4fHp4u7q4vb+7vrV2d/uX48&#10;+6ff/sf/8P3nTy+v2/sP97dX1w8HMLl7fPn506uzD09Pn16enz9efrj+ePH43f2n6zv88t39w8eL&#10;J/zfh/fnVw8Xn8H94+15ezyO55/vH64+PdxfXj8+4r++jr88+23g/+7d9eXTf3337vH66XD76gxj&#10;ewr/fgj/fkv/Pv/t9xcv3z9cfPpwc8nDuPiGUXy8uLnDSxOr1xdPF4efHm6+YvXx5vLh/vH+3dN3&#10;l/cfz+/fvbu5vA5zwGya47PZ/OHh/qdPYS7vX35+/ymJCaJ9JqdvZnv5X37+08Ph5gq6OzvcXXyE&#10;iv7tf//7//z3//Vv/xf/+z+HphmXlqT0+dP7lyD+w8OnP3/600OcKn784/3lf3/Er8+f/57+//tI&#10;fHj7+T/fX4HzxU9P90FKX949fCQWmP/hS1DGX5Iyrr88HS7xH4e+G0ao7BK/mrp+XIaorMsP0OhX&#10;f3X54Uf+u6bp2/hXzdTM9DfnFy/jC8MgeVA0I5jc4yrVx18m1T9/uPh0HZT1SIJiqWIoUapvHq6v&#10;yYwPXR/FGahElo+5ILPf0BgfIW9XhM04nh0gqaZrophEjHPDMmz6IUgwSePi5eVPj09/uL4Pqrj4&#10;+Y+PT3E1XOGnoOArHvsJLN59vMXC+M35oRvm6fD5MB+XMb7pfSKDCSUyaKHvDx8OeG3/FSGkkgi7&#10;o8qvy8iabppUfn1G2I5jo4xvyMggKNAp44Ms0/jabugVflNG1rTdPGr8sAmu/Kajwm7JqGjdqcMj&#10;lSZ+TacNryn00YytzjBXiDa8plDHsWmP2nSbXB8qu0Ibx3FWueXaGFtFeE2ujGVZVG6FLmZVdoUy&#10;jm2r8WsLXRy7WRlfWyhjAp1ie22ui2Y6ahNuc3V0x65TGebaaI+w0u3V2+YKwapV1dvmCmlbdbm1&#10;uUrG46yPsNBJe9T2lzZXCn0TtCl3hVKmblGmjM1yXUjTNE4qw0Ipw6AyzJUyt6NqhvgKrG9uxmHQ&#10;RpgrZZ4mdQl3hVKOjSbDLlfK0syDOuVCKd2k2WGXK2XpGlXLfa6Udhi1pdfnSlnaSR0hfefTNtjO&#10;6tbQF0qZBnUt97lSOtrPt1dKnytl6o6qHeLLt46wGzuVYa6UYW5VO+xzpXQjlpQywlwpfaN/iYdc&#10;Kd2waEoZcqVgE1G3ryFXSkcfse0RDrlSBn2/HgqdzKMmQhxuVlH3qoqHQiOLPrxcI6o6hlwdfXvU&#10;1DHk6mjVTYGOu8mg+w478LbsxkIZWEjKp2TMdYEdXRvemOui6Y/qihtzZfR9q33sxlwZsCrVWujU&#10;us7YYJirY+j0bXAsNDI2mj2PuUbGWT9rTblOhuOgyXDKdTJ3upKnXClDv2gGPeVKWdpONcIpV8ow&#10;DirDXCnYqNXv+5QrZVgwlW0znHKlYKNWF92UKwW7oPaxm3KlzLO+Kcy5UkbYgzLCuVAK9kFtpcy5&#10;UsZePcXNuVKmBQteWXpzrpTxqF4h5lwpUz+oSpkLpcz4zG4rZc6VMg44PmojzJWCjV/bqOdcKf0y&#10;qwyXQimtekZacqV0fa8aNhwP6+aAb51mNkuuFJweVaUsuVJwndSmDFfD+uKGzvSKDHEFXgmnZdZW&#10;ypIrZdE/nkuuk/k4afvrkuukOfbqht0cc6XQnV0xm+aYa2WiJaXMuTnmasGktUFCcJl0mob8BirP&#10;QjNLo2mmORaqwcFZVXZzzJUzzEftU9Acc+00bdOpi7A55goaBv3qfSw01C444GtzL27zQ6OaeVPe&#10;57tRP2o3Ta6jHtuApvbyUt/Di6GPM9cRKFUdNYWOsKcVlxb4n96Lh+nigzidLr/csdcJPx0uyHt8&#10;DK7CT/eP5OwjFxTcW6fg3QILUJGLSiHG7Im4Y++fTYxpEbE4x2xi2BQRT7s4w1iIeNlFTGZA1NBy&#10;9FnaAyENB/J9kySXTCDfN82G5wmvyq7B8EybfVMlnwkNBj6RPdzJIxLI90215anCn7GLO08V3opd&#10;5DxV+CL2kJMngsYe3bKu4XZiufumSl6EwH3fVMlHEMj3TbXjqeKGv2eqdL8n7ri/7yLnqeJ2vouc&#10;p4q79y5ynmq/b6p0rw5j3zdVujUTOW7FewZDd+JAvm+qdOUN5PumSlfaQL5vqnRnDeT7pkp3UiLH&#10;nXPPVOnKGcj3TZUulIF831Q5yHEa902VLoOB+76p0lWPyHGV2zNVusgF8n1TpWtaIN83VbqEBfJ9&#10;U6UrViDfN1W6QBE5Lkh7pkrXo0C+b6p0+Qnk+6ZKV5tAvm+qM08VF5M9Y6drCXHHtWMXOU8Vl4pd&#10;5DzVGJ1093e6MITB7Jsq3QcC+b6phtM+0dNpfs/ow1k+/sG+6eKuEUdEB/F9b+AZ0yl73x/wnBsc&#10;oXf9wXpw2jnpdHTC4XffG2TSONlmfxC1zcfWB6QaPE8yeDg7IMngLf3NxctPF0902pUfD59fnYUY&#10;6uEDorYhSEq/+nj/8/XpPhA90bm3P5JTGipKcVS8dSW6vcuJuwUbIxMnCxASeX4KfDu4vJh0jQsL&#10;iTyFlA70YQg97lRRAEIiTyZFXItJETW1SUf+VDR9540VN0fmipiyzXVg5TY9Qhs2aU+RizAt3Hps&#10;0k6i6/CNilXKzOXJEmjJyUBcuyUmTkBfQiJPIeWTKkhxxDXl2pB7O3CdcfYwSRFOZ1J4OBxSCkoG&#10;rmMM5qtjxQU2ruMG105bru1M/pjAdcDp1xprCz8pk8KZbJNO5A8NXDscp0yuE99emq7FYcckRa4A&#10;c0U2gEPK+wzcAx4p4oORK8Qmu57oXp7RBlrc95l07m3Lans+zjQtApr2WOFIZ65jugXJi+XJA8BG&#10;wKQDnBumsGhJBxVQqoNDKpaF8LCjrZbcfKRYOF7sZQhebNrI/HK01VKMjrg2M86Y5rRailMH0skR&#10;ViersJmcBdvyWTKkcdivJ09RePuYTrWiInlGVdGGxpRYjNaUUjJQM6brkvCSJ/OEfTJPx6YamKdQ&#10;2gLF1iuUMENznHx/hZSSK0DGJ08ep9hTM6ZzhFDIkynJRRfkOeDkZ72dvLyRMB34hZU8I0uKIkTC&#10;dJsUAnlGQvw6EvY4o1qvjkdSZKo5S47pKNdmB7+ZtlP/tRNSO3aQjS0uxT63fnE+9HEOCPrYe1Yk&#10;axEk3/FS+HbtsbENeF9r5AcGhR2dqcoOgVCAObqOTeqYvENiIPJkQ+GN9JgcZvJ7eUY6CpKT5SE1&#10;1HwvH6WQ9mSSUYwS7BCnMMmC55zonAUUEi0Dna2zhi+n3vDwAeDpOsfMVvaiI9yalom2fBPFPcde&#10;GR0UESXtLKH0CTg6B5aBogqkO+xt5hhH9g41bbpyihHIMxrDxBdfHJhteS+UC0evHtL1XjjJM3Kk&#10;0FakpHO7JUhEb1g3iHnalMgHCzwRiHO+Uh2bbYtkIJtnz6dPHP9tYTYDf/fb0RES1BJPtOEQas4d&#10;OXhhRpRkZ49zYp9Q1zpbbDNTHhZ01CE8YvOc2WeAO4ht7M1CSTrEc4Z7x5pROD4RZX90doz2SClM&#10;RNmlXGqxIXlGW6LEwkjpfV5aum4FnpOz2bdQZ6RcnMtcC4EGygFmZ88dA42UvbNJty2fopGqZm+Y&#10;Lc7mkefsnOEoWzJQUjqkM06+8IytdzeDBUeeSE9xePJhf5xSlEm0KE/WJm4ukSdisQ5PCm7DQqbV&#10;wyO85Jl4RslPLfxapn2SEgNP5HjalA0Hh3AlcnREG3bgCV+LybNZKDmIZkTOBGucDW2GkRIL36Sc&#10;5e0jzggm5cT392lC7N6mZAcGJa7alFQ8EcY5IwRk8hw5PIDcFo+S989pwefd5klJCJDnfPT2Ovpg&#10;BUrPI9MMfBWcoS377XIZp2xcjzJKae5STEosWJ783Uw8+xQgFQp5CiV7jubeO3QhQyHOfXAODA2y&#10;JSPljm9c3D9n+oTZOuKrLaUYO5TsOMRtw7G6idKrSe+Lc1tvJj4h4lvnrM2ZA6rL0fHZNTOvo+Xo&#10;fA2bhY+Ti+uAQFp1mBHlTZtSao8cdkDini3PtmFLpkxnmyecRfHtSLJ2KCk1D5KndGybsuOddgcl&#10;nxV3UPIpyKeEO3XnOHuOLu/gCTHum/tACTW7pDTwSWDBEdCW58A+AGRN2rs3JcDHt7t6R0I4Uzp3&#10;aOTcxZ1h8c6fOIawheCUY8+IPlhBSkhvdij5joDV4VBOfArCerd3b8rqD2+fkbZvv1081PPg3BG6&#10;IxUE0L7UOef5rmEP/dzgY2ftn7g/8plhcVw1HerTwtux0drrvUMScaQcnOs/lSpESvim7XH2nAOC&#10;05q9L3U9Wx2So+09Gf74qKNxdNzCuDxHqxt7526IIsN4VsQtzbYlxCPiOhrpqmLqCJnHQUpUYOFQ&#10;8r0DBaje23n3RsKkI6WRI/rw+NvnECrrCOPsF+cECMo4I2T4ObaUKHt3RvJ2VI04UuIZdTg0OJQc&#10;uuhGz+pGtpDOu292IwdGu6O3NnGDCvJEhrqnTY4etr234pAwHXmiFMae+yCBK/hdHUrxsXhuYayO&#10;eFZsWudEDYHHFYdouv09guM1fY/sYUrgdnLOalT8E9ebczVDbVncQDzHVjeJH8i58HS4voRXU0aE&#10;uSfg/hAIvf1oZmtz4nkdvj6Bn+MxwIbNK9f+qoWlRd8q596GKF6csHPa7HBuDuPz1oz4EJ24TLdI&#10;BNdZBXLGdhy2uMVHm7E3lJQVYWsX7i32OJhGgLqQ+FJncD0cqtGqnNE1nOvlHAWQosAbk70xUGFZ&#10;VJr94ejhLwt0WMmW0ffi2HI+RH3LDgYv7CUXE2eD61u+lmBHNMdHp5hw5LQ/6FQhF+Xi7EQ9fZyJ&#10;IVJN7DfDsALh4HgVerw7ENJJ1pxLzwfYxYkt9+QgoDGixsAxr0HyG1pPMSj5izzpomUOU85wDZxe&#10;DqXsIEfnDowZRRnhMuLMqOdTFL7QnoI4WoKvvmNEkt6Dk4Qzd8mWoEJFe+5YiUGe2JadJdZzLAt7&#10;izcjzivBDXcvJYWMTG2iOiOMEzblSZ6/fziVepTiDUf1pfN29nXCS+ZsWD0nyuBE7mlTbiN0eTPn&#10;TmkstI5wc3DkObBHA7cRj6f44ulobr493UYov86m5MzqiT5SJiXuamFGqDR33k6OYJr7RNFHk6f4&#10;0XALdWyJTCjwpCOByXNhvw9uy/Y4qYw28KQ6WZPnQMuH3j6Tsqy3Dy3vyPAU2HofOvZowPvgjBPb&#10;fHg7pu6Ms2dt4vrvvL2nKlfMaGm94D9qg5nSWZsDxMSUzj0QJWtxZ6ByXVueKE1mns73aBj4dgef&#10;lyOlgVOY4MVzpDTyTruDku8EOyj5bOlTTuz32UHJR8IdlPx99ylnTkvZQcnRbp8SumFtOnof0VSN&#10;KZ3sLVwtmWeDzdlam9gU4x4CD7utd6ideXrZA9jeeZxH58wwkish7CGLc1ij0vRIidpze0biuUYU&#10;xD4JwE0RLxfz5OQs4TPElKP7dt4Z4B11xjnwlWCmkJWpo4EtBJEqe5+nevsoJRxuHJ4ydzqp228X&#10;npTjaVPKOBsnX2ZMc2+cnRbxfda750Mc0YcuzB1RT/tUSU0EmNL5ao908AtfWDik7bl37B1DxNej&#10;5HU0jc4JEAnC8RsHlt4q5sRueGHsb/GIFOU4Iy+nmDojREovD2ZY+A6HSL99LYTrmHXkxXEHVK/H&#10;t1O6g2V1oGSeVAFjUs5wcZI2RwQePcoopXFyKfk2Qf0cHJ44eoW3e9lkA/opREovPoqPdrTPwUul&#10;BkGcEWJbjjxn9u8jWONoE9+MME5k9jg80cMiUFKTCltKC5/nEYZw9iXKvCR59rTpWXqHJTOld98c&#10;j+w7hnvKnhG+m+zQ8TzsY8OWjCwxZ0YIEoYZUecNe0Yd2xKeHiXPCBcU5+09J8a3s/vl4mg3AkD2&#10;TWoc2U3V0pXf1BF6xoW5I+PQ2T9ldVA7EZvnwrddJAPZc5+OvHs3k5MDNNF1g6yuGZzcGlwJ4w5G&#10;VVTmOKeePdgNCnRsykE8Ucg0sSnRQiWO00uMnvAPUzp6n3B7ZErnqz3NfKpEKNO2EGTOxj0E4QBb&#10;mxNi1+Hti/ORmSjtnVREDmvL5qgrTCR0AkXzER7CwNGJos5HtuLF+bSj5Umatr3JIjNLFAnfojWd&#10;mYqfgml6YTdQshEfHXOnRjfM0/lszKm47eikDMfSSlpCR5zp7RnxYRq1B/YSSjxxTfCkxDxxsLTN&#10;I/FEucXOcVJznn0zmr1NNr2dlpB9WllJ4ZLxRsquAxS4OD5iHJai0SPB3Ak3z1TzFSwPyX/2WKkp&#10;kZA6l5lwjo9ckUBginVa2JWPlH5HWNgdZFrQq8NVdrHG+9BNC3/oMAAnHgjSeBoBKfZoy/6x5Ylc&#10;cbOzSSWnDlydkMuEdEtWwehsfNSIi0knZ8vHAZP3FLcCD6dW4To71354n8VcvC2V2kjFsVKbKFNY&#10;w8SJaEhRdr6jwyRnCFRW2uYyTOyeodC/vQwHKigMpo0aTOdALMUQVFtqby6DZKPhHOEcIKk/Fg+A&#10;1oNlhIPEiiBVp2YXMS1WLA7a9vkEGyVLAJXA9o4NvygvGHiHHcVSYCHIFUdoe20NkhaGrl6ON40a&#10;fzFXNPayhXVkRxGKsZ3crOEo9gpR2Fz7hdOjGtigvb/2kr1Aleu2BODtlml5J6We0nOCXPGBsRVL&#10;Hc2Y1Is19ANnKVFHAHttwQXBR0/0rneEhVg2D6Bzjv2AMWB7xU/OACgVNErA67TQy4UPWVrO2qJW&#10;bcwVrdhMy0p5FXm3Cclov7y9f7yOi5h6WQRchdTUgnphZGgCj/e3N1dvbm5vqZPF48P7tz/cPhx+&#10;viAQjvAPj6Iguw0d3e7u6c9kr6A/B5IB980gTIMAqvEvCzIzj79vlxdvxnl60b/phxcLvCgvUFD5&#10;+wUf8qV//eZfqX9c07/8cHN1dX33x5u7awH4aPp9UA8MNRKhOQLEB3XtWAYc1MO8vmGSQPS4u8Ls&#10;Ll5+uL64+pF/frq4uY0/n5cjDkLGtOUZBAEYi4gKETEsnr68/RIQPOIHiX759v7qLwCNeLiPeCfA&#10;Z8EPH+4f/vns8BlYJ6/OHv/HTxcP12eH2/90B9iLBUaE9fQU/g8WDG2FD/lv3ua/ubi7BKtXZ09n&#10;6NNHP/7wFAFVfvr0cPP+A97UBPHc3f8OeB/vbghVIgw5jor/D5A3/k4QHNhUnkNwhI8RCQpAHX9m&#10;OJMKwRGO+ME2V0gPCC/1Z64QHKtcyC2YCUbtLYqddyWjNgdqe018ehKl2q6zUEeF4Ah4RSfarpLo&#10;Qrve7dbI9Blc6SoEBzViFYQfugEl2bTweioNYyn4lugqBAe+46sM6fycZAM4L02GuGGtdBWCo5Ah&#10;OamTDCsER25edI1IoqkQHPFMd6L8mySVCsGRNvQKwVEhOLJvE0VY0jKpEBz5vko5iUk0FYKj+BxX&#10;CA4N3YLygZLVVAiO5DDMV1aF4BDQ1ArBYeJ1xDDRSWJENvJFjCueJExlE8fA3knCCTYx53pVCI6v&#10;0Fe4QPeUCjtsQXL6/CnVvDnkrNJUlu+Qs1JTJpFNzpHwCsHxlVY56nxKwS5bkJxAdkqJKg45azVF&#10;iR1y1mqqnLbJOQBYITi+0ipnqZxSirgtSG5Dc0ppUg45azWl6TvkrNXUe8smrxAcGqQV1z+eUgGi&#10;LUguvT2l/CuHnLWasqUcctZqyiS1ybk3QYXg2MA1qxAcMdZvWxAyCUMKA45mxSGR0g4SclyF4ABg&#10;SFchOCoER4XgkA6d6KrttOypEBxtheCI+XHIahavgiS9yZPbuXL9OvKfnXzSCsGBNDDk59qptJIb&#10;ijonOzGxQnAw0Fdpj0h8odrECsFBCZVxiUoWdYXgyJHhKgRHvGXI8pFntJkKwVEhOEKGtZiFPOWr&#10;z9V8FYLDkFKF4MCnGHUp4p8QG5JntCW0XowVbBWCw7ClCsEBW6oQHJaFyAV/rhAc36uwreg0EUu/&#10;KgSHYUsVggO7DVrI2SWPwF6L180dlBWCA+0dnZZnFYIDVlchOIx9qUJwwEIqBIdlIQIqUiE4LClV&#10;CA6vE3eF4FDP0BWCYzP0kFpF2BGeCsGxLb0KwfFSHGPyjA4y3DJiqk+F4LjQRCR9alAEansbKwQH&#10;TpAVgsM4G6F7UPRHVwgOS0oVgqNCcJidsyoER/Qh2qfBQSABfcCKCsEBnyydEs3EhQrBgX2pQnDo&#10;EaBx4OaqEJK9NldYjwrBYcizQnAgMl0hOHQLCQdpSssENo8dUasQHHQ7qxAcui0Bkie2xK0QHMbt&#10;DE2QuW9vheDQbalCcJwRLIB1nK4QHIDLSNX94peVZ/TPVggOfLQqBEeF4KgQHJOHKlEhOCoER4Xg&#10;qBAcFYLjV4HgQIqKC7yR4DMoeExoFSPB2fzt0CrwFmK+idFxXH6cf5z7F4D4/PFFf3z9+sXv3vzQ&#10;vxjfNNPwunv9ww+vmxKjg5A/fjlGhz3ZN+Gfr/FHMuCNiFsCae8G3gjFyxV443uG1AD0yM0VXDtf&#10;A28EEKZfG3gDgKqxfr+LOJBBcYdLNEMhnKRLnNeb1FTsy7uHj2QgOVjNxc+AVcG9kFpXMtLM2tQ9&#10;xxZAFBht8SkWzNTSPT/vzI1BBIyHiAuZt8PMER5UVjnCAyC+FFYQbWo+qrLK+9o286iwQucnn1Xe&#10;sR7NDxRW6Aq1sjo227LK+6aOi8KpgNcYp2GbFQHXpRf2s8Yrlzvg2BVeheDVceWCh90pvArJazoE&#10;0uY6+qHTTCsXvcoqlzygo5Rh5aLXWBVgGu2sKLGA0lBZ5YJHi4ftUZGHMylRZZXLHaa8uQoJPzVx&#10;wlL9cMC6D1tzsQpzsY/aoHKpQzUKq0LsimEViBnDoLCiJpXr2JUJUjFXIlIXNGDcVyrFqgA0v9KQ&#10;lLRh5XIfqRfyxu5HLRfSsNAIWNseCnyMplNMq0DHAGibyi0XPsCXlbHlNg8Ao1aZKNU2pTm0vaIA&#10;iqUmqqZre41broJ2UeRG6Lwrt3bSzKzExMA+t6kF+O1ybo0609z+u6VTuOULAI1c1LHlWug7ZTkR&#10;Huw60yN2le0FRU09Ex0iQ9tjK4AwAOmsbdZDroWhUT4iwDxd37kwaMDX2wbBPaehDUOrDC1Xwgwz&#10;UuaZ6wCgpgqzXAeTuqwKBAwg0yrMchWMo6YBgrZM00Q1+zYzwoBOVKjEVaZJnUgT2ThrzHIF9EOn&#10;McsVoJ55StiLPjdbHOjT+e7igxz51vaB+AmAdl+1U4VAcII8SX8iu08hJkzEEve1iTEhIpYUXpsY&#10;FkPE0p/KJsaiJOLa9fos3n0/3T8ecB0ISGEkGBxfYhzIFmPteq11o2Vg31NCdrcFyciyp4Qt7JCz&#10;/QLueo+auC75lMB4be6167WmVfrGhR1p35aEFniRfN+mRN+pwH2fVhlk+ZTAu22t/ipdr/GJwFvY&#10;B/At7WTpdHz4EBwOEQT14/3P13kjrkAAKazZeCtFGWhNlNGpgaHJ7+UZA7JCh7sarxb5vTyf0eGQ&#10;FVeV/F6ez+gcLHZ5LzwLu/g1OI7teS/cC7vogGhksgPUMZlbajwus5RnnO3I7XgcwGm4IAI3Bxh7&#10;ZKNNG5e8TJ78Uu6knwAM5NfyZDLBmJYFI7+WJ5OJ+8vW60BYPhCIQ8VoCTZVP8a17FAxVL1N1dE1&#10;yB0XWfcOKtisTwVXxA4qIKv7rGD7RBQ9gvoSZSpHj3FUEcVZ5cWbLj5ilvWzgTnI4NwcBk33LV7k&#10;p8IcnWUej8lIHzF5MRW7ZdRJ8vGi6SebHZsh+RzM1+KSGPXU4yRizpVFQn4Hm5CuQKT5DnZicuTm&#10;9+R7MAlbtt0GbR9swp7NCf4Hm3CKKws9kB2O+H2YDHwQJkdJRwT6uj0ZmkPk2DiEjPjQNAA4sOQI&#10;T0XkCF+ESdijQ3x4tfchgbciEsIfYXPk/QLGbRsFPBbMEVuyNZmeGwoCs96kg9MiMIRbwqYjfx6t&#10;0QTIIJ8IecZPBfwWkc6ZCOp0It3RVgpcF4EOzglzfCP40PjozGDJBd6LQAf/hE3HG8TonI3gwAj8&#10;qFmY+V5yG2B8w1GOsiI3efKndo784KWw+XFj485ZeHKGWk+D8r7L2/vH6zhkN+b7eH97cxWDlhcv&#10;Hx/ev/3h9uHw88XtqzMt2ElnSYp3pWhx2Inpv2wGcrHcj79vlxdvxnl60b/phxcw3PnFsVl+v4zH&#10;fulfvykDuX+8ubv+5YFcCl8vA7z6NDB9ksfwD+ujIHu4/+nuCkK8ePnh+uLqR/756eLmNv6cxXxp&#10;xCHFeHfMN6yMGvN9FvPFOorAvG8erq/f3T98PMQ7f435nlPoZNudis07uUlrzPfV2W/ODzXmK9CR&#10;uQs7j2PSpzJZTY35ktHUmG9YO9ouk28zNeZ7dqoxXzoaralOAGpcd5Qa80VkLg851phvZh015otc&#10;XAkqhqtjjfmuEklgffviSOxgPDVy+bYjPewjOKX4hE1OCW242teY71eZDZQoRpKB8yh6GmxB1piv&#10;Fjdlh+ypIh1TeIkOFbI31phvyEKPW9Dq5asx3+hPFf+n56oXuhrzZZSzVPJg+9NrzBdb0ROlftWY&#10;r+DjxbilE3iqMd97+oxJNIZtqMZ84zlRxCLPKJ4a8zVjgjXmK+Yiz2g2NeYb5YEQrBvpTfHaWt37&#10;1wW8s0jvX1/dG67HNdL7LNKLzI/nkd6QZfRrR3p7zuxFwVhICvmbVfcqYROcl1KYbV9tr8IoD7/s&#10;i/IqjBBjTyNq5kmrl8moFEalv18rVsrjjErBa1FbpFUDFTW9nVKN9S0lvUr5FPDMVjmpdV3kq1yl&#10;qRUtUx5WRqWInE7NK5VW7wQ350q1K7rbHZXaUkoZTC/UWJEDNBH1EMRm+eBfX9E7oFRrm1UueHVU&#10;udzHVpngt5T09tqwcrnvq+kdR8W2vqGoF10Kt8X1DVW9eiZJLvrdMd5eqWb8psLeYVIs7JsKe4dG&#10;45ab/t7C3n5UbOObCnt71NhuLgDKaE8rrtlb2Dtq3Iq9p91Z2Iu66e2x5auggYkoexkl8KY5tJMm&#10;t0ILx1krOi4Ke9tO4fZNhb3NonxKvqWwtxm08tlcCTsLe5E2ua0DyidOst1Z2IsS/U19EnxH4jXC&#10;hrYrjsu6XuU8QP6NxAvAexovxI0SmfY9GfM1sLOqVxtWLns40bNh4dJUa3o3ipbprEWhvZQfbYf2&#10;kKQfyfdFAmt8V4sEtjEf/oTKrT0hVcA7xNi0pKfbauLarBNODHu41/iupiYujzqlXre23Gt8VxNk&#10;je8itrQ3ust0aU8WP6g8oz80UnnVvEzl1EIxVcqUkTfJM38jPAmm/zry8qp4mcqpnotUTjQXBxt8&#10;wpz6Xbq2ggp2aIYmcIIAlVNYx8VCXvFu3OKdiqwZxx+80ZF8w0XKTlkUiuMCNzvY23Bxkk1FlXs0&#10;MpsKHoc9VCMOsi4vuBz2UKHljs8LPocdVCOHL+05wukQeDnCH6UYVb7RsnjkGRfRyGXMTvku8HjC&#10;S536STgeAplTwDtOUbRONBeuh8DNKeGVLAuviDfReWW8gk7t1/GyUbqFvCMfbBuvkBdeiKhcr5B3&#10;oN5UtFI71OxZewg8EUzoFPKSVCLH1HVSTEWe0WTgjWBCp5A3Vap6hbzwSESObiEvNvswRreQV7zv&#10;8DuY4umwbQaOjVNN2/HiJN+DybHlIsrGyw6CdyK+Gv4HmyPvHi7IATwUzNEp5G3JyQzr8Qp54aSI&#10;dM5no5miXrxCXvgpAj94IswZo4490jmFvHBVBDqvkLdBgSzNl7YAa7HwEoA/wiTjrhpuGW88L8Aj&#10;YXKjDngYm1fEy58jr4aXS6+7Zc+xaE3tkyVeC3jvzv6xC3hD84Qa1n0W1sX6fh7WDdt0Desq3kl8&#10;AFZnqN4nM6NSGOVezhrWPWihtxrWvfh4TfUs+Cgmw6th3YtQ+lrDuqtNjDWsW8O6dGAuanxrWDcX&#10;B/wr64KpYd1VFjWsW9SxxdtxbdWc1/axH6eW7X5VWFvDulq8sLZq1iTDnflOqbOcHZKurZr/5q2a&#10;o9Nx9expRbtMV8O6HAivYd0a1qUWAKHuVoJhtue+hnXv8ibxNay7lt5KPCWaUw3rmhGwroZ1rahk&#10;DeumivZyWdWw7rrhxI3m+eEvyqvW6F4+3D/ev3v67vL+4/n9u3c3l9fnVw8Xn2/u3p+3x+Z4/vHi&#10;5s7p16w1pf5FNbohd6cGc58Fc+HsfRbMxQUcO+SvHcydOPUCB9/Af63RbYDgECB42wQV9YsgeJuh&#10;ozIpsOUXre0rkemS4mFt1xLCXdvFHKPc5ZsXrzRDwGbc4laEdbsj4XZuccPs0ksbYG0rY8vdzG0L&#10;sMptbkX96Ahcve2ZIkafXtq2gEnc5pa7+psxlHBtzRR5Wxm3UZspZd4lumYMoIVb7IoK3rYdND1Q&#10;qlrGT1VEGe9tO222ZSHv1FDt1eb4Sl0E9MgtzZJ7cx3fFOBKN/kV2oANKNoo+jUTI218uT6oHm1b&#10;uUX4t0E7foVdUdeLRGKNXamNAL25NdsCrXdSuZXLIgQiN7nlugiFXVuaoKKaVRPDQpWNm9xyTWhL&#10;jHyzGTNdbrkaNGZUkLMy60Ot6tbIihJflVmhgi4AQm8yy7cmlVmhgban6sFNZrkGVGaFAlpshgqz&#10;XAGqcXSFBmC6GrdcA/pCKLo4N426BRexYH0boUzkVaXHRduDixrfDrvN9jItsHuRd6otU/qAptd2&#10;eKvCLtfEoq6EopNzP1GLiK2FVdT4LgEZfctGKEM6jW1QN/SixncO9apb3Ioi3xFLZntsBXjvHICF&#10;N7nli2EM9cdbMy06OU8B1XyTW64F2qKVseVamFqqZt7kViwHlP8r3PL1AAQ5jVuuhRnK2uZWFPoO&#10;oTZ6a2xFqS+yjTVu+WoYWm3nLYp9l5CEs6WFMd+U+oChvDm2XAsLUMeVmeZa6Cbte081Ksl6AQSm&#10;fZ8JSyzR0RFtW6mEjJTImmOn6YFwrRJde9TYTfmptTmqpwfUHKzssI8oo6NM+PTW5qjqlU7liU4d&#10;W64HZOFrkiPUq8RM/WxRZnuiaoB2pqgV4YOVTj8CF2rocDrbNhKqiUpvnbWVSuCCiQpFKJpSUV+Q&#10;0alaoOKvld2gHvfnXAtN6CaxtR7mQg/jqI4u1wMd9bYtmHyE6+gmtEtRRJcromm1axcBaK7s5lb7&#10;2BAO3krXahZMlQMr2dKo7ApV6OxyVcBDoU2WKqTW1+LyuC07KuNIZC0KUxTZEb5bogOUgsYuV0Xb&#10;Yn/dVgXh863s1DPrkqsCG7A22QCHmPihukgZXohjJTow1O+GuTamRbMV7JfZROgToUyYStDWGS/q&#10;3bU5FgqxGJYawZu3NRxcofvmXCilU9dbQ/isOUftWNGUV+weJ2hljOUdm64Kq93Ulhhf7g61JQYK&#10;oSrkwVeZWbUlhpZ/VFtiaJL5/w/mPqRObe2RXHV+wp0pxlHtJDSGXz6lHg02OV2JaFvCnWcPd7ry&#10;BPJ9TYnoShPIpYzbGQzOA4F831TpVhLIpWbZ5s6tGE6pFtoh56ni4rBHMnRvoMHgYrCLnKeaGnw4&#10;g+GpJixhm5zxrU84uO8ZDKPQnwDnvIucp5qK853B8FRT0a5DzlPFwXnPYARG/EQH431/wIqlg+++&#10;P+D50sF23x/wjOncuu8PeM50LN31B3QqJWuDByD/A5wzIdw/Pj5RTvjD9eXTAYDDIH0K/354dfZw&#10;dnj76uwt/U1sbc201OWaKoPDVffw4dVZcBUR0ZphGYPw6BsRB4vEDUkgW2mepTAgMBjGSaE/HqdQ&#10;yJO5DolrjFZiJkIhT6FkYPQWAUCb50hdXSElBPfsVjQUJBRKmZO8VZ789pFzgluvGVCDUCHzhC8m&#10;KlV4yVN4cssWhA29t3NXBdxKvbnzbodgn5iUvFWe8nbGC6ewoDNOhntvW3jG7RmJjuDTtyknun0G&#10;HaX2bDI+efI4ET1kyrRIhEKeQkkBMeLptU9qEEFkSnhLzRlN3EoDzSWcuVMUnN5O7SBsljxMNEp1&#10;CI9xxVHLIZPjyApKW6cIRp6icvIOYohYczY/clyDzjUhbhUT4//60h25MxTipOZ7EU4M7/XIeC16&#10;ZCw+h0w6v3hk3HLGIYPve88UaA8lCTvcWl6jHhl3FvHIuLGIpy4EFcPgPDOhZRYs3rNPxBUjobc0&#10;qKNZ4AhDMC2FViMRuvsM9asJhN5mjOhiIET40H71kTXcoXOsOUYEGCNHb1ke2zjrHtFYiyNijIEh&#10;gog2HQUyaPmibYrJj++ZCCPadNzybEhnXNlX5Bn3F8QZw3sRSDT5zRR7wvhG572INEY6p5XQzKei&#10;yWmLhFhj4Mf5Sup+NbEVTrhTWfJDtDHyg8Paohv5nD07ckG8MfBDQNHmxzVtM66I1nsRcYz80u1B&#10;9CXPqLeB+0otzhEMMcfAD0FF8709X0MWpyMioo6RnyPnnk8Ai9MzTfZeCiyaA+xSSylHIwg9hhFS&#10;bNHkSCcjMmn4ym3bR/SRCb2Th2yFR3fniquJIozmGIVh4/Sf4gEixmiy455M2GDtXYa/dBRlNPmJ&#10;BFs0orKtOgoQcUaTjl0W6CVn00l3SEQaTX68mPCJsq0/hEvIFBBrNBlCYXEmI9aVNWNEI5kQG6dN&#10;yFY4OSqWJpa49jlK5pNbMzl7P2KScYwIOtpjlNPv7LTukzZoDeKODkdeAItjicKRQo8OR75IIAfA&#10;IZR7BI4Ztmb4Utgkh5vswfLkMzovKwpAOhyjwHEhdYyCzYxikCbHVq6jnfP9kRaIFIQ0OY6UL4ql&#10;AEJbhYhSCqG9Scy8WoObwhI4wpT7OCLPg3XoDTI0SeTp2PNuMDx5uy1zACmJV8U7lff85YD/xbGM&#10;DU+NGFnthPeP3gkv6LYWT0hZxJ8eDjdX6On5dfFE+KrX4onYa6sWT8ApDiNZUzvgKc0SMfKiE7ot&#10;JrpaPHHFZUnUO2aVS1uLJ0JjP3zHM1upxRM4KyV55JlO+QKj4E8iamrxBIUQVnmoVUQUP1jJavEE&#10;rb9aPIFLTr62avHEM4HU4gm6gucmUosnnkuEWttnO6uaeE7h0URXiyeQ1AQnShIIOTSVI3Utnoje&#10;m3wZ1uKJjYL/WjyhlRHU4gmUxdbiid9+H3P56JOOlL6txGCOdlc80a8qCjgGdUKIKcYG7IxTToc5&#10;Adh8F3mMflc80a/kTl0EEOY5JbQ+W+500SVyZC3tkTsnmZ1S+MrhHkMvFU/0KzXV4gltS63FE5pk&#10;avGEJplaPHFnHlJ4G67FE0AlrsUTMR2iFk/Q8V6SMeQp2fm1eKIWT+Da99wsavHEM4nU4onYoPyZ&#10;WGrxRLxNiljkGbfXWjwh8pBnlEstnhB5yDPKpRZPpA9RKZhaPGFtM7V4gtEzSqOpxROW0dTiCXYE&#10;i9HIk29GqBwKefe1eGLr4FeLJ1Bu4ZRa/QrFE7i4U7eMEKCjH0IHDQrW/fT49Ifr+4/kDLu7f3Nz&#10;e4ulTrc46quBBhNHB4LhGP7hBfB4f3tzRTyIxcP9T3dXgdmH64urH/nnp4ub2/hzcCUQ4fWXJ+7n&#10;gZ8OPz3cvDr7l+W4/Dj/OPcv+nb88UV/fP36xe/e/NC/GN800/C6e/3DD6+bf6WhNf3LDzdXV9d3&#10;9NrDl4+3d48v8R9fnX14evr08vz88fLD9ceLx+8+3vyj4k2E2qJaMvGsZILCxM8BJ1oys1+7ZqKV&#10;ir6/OeBEq3bbzNOS9+JNqMncedITdZtRkp6K1HC1/2yeerYTbUJtiV0k6O/Dmhi1fqJ5TjK1lVEm&#10;WRRLoBev1gQzyxPbizOhyv+bUCbUfthUUJly2FoyobU/Z56vVWBMqB1JCxXsrJHQejrTsSaNTG+q&#10;j3rjlUxFXCEv4cpsH7YEOlxv65NWdGI2aY1hKX8iUamYIciuWKnUNu4lroTavxXFxSuzVktHLHEl&#10;1F76bS5/jReVr6dJYmtRJPbXo0oQKs629Kk7QXqlOq5c+H2j2Rj1SfF55XmvvQqzQO04fF7IBUlE&#10;g4oAUdREqBZWlEQMKjpFASehL6QCTmJUkTMKNAkDnCJXwKiCelBbgyQPA5siVwEahiimUdRDGNAU&#10;uRImdQEUYBI6NEUBJjGpMAYFmIQBTZFXB80qCAewl1e5GdAUuRYWAApsL6kh14IBTZFrYUGljsIt&#10;XwgGNEWuBbQp1D7F1DAumci0aJ3CCzQJNI/QlnxZEaE2HqemL+mtqG3Xvu0FnoSBTpErAs0+VHa5&#10;JhYVK4C6n66ja2dNdgWihIFPUaiiG1XwjFwV6COjtfcvECUAUqDp4hmkBLbD7cNHCSkxqIBUzzAl&#10;VPiBAlMCxxRtvmVlhIFRUaiDTH57ZZTAEgZMRaGPCcBfCr9CHzpQRQEtgZpe7dNagkt0+Jxv66ME&#10;lxgHTX5lgYQBVlGsDh2broSXMAouCn2MrbZTlfgSBlxFoQ/061P0UQJM6HgV1DdpXb6jep4riyQM&#10;wIpisxqB9bBtL9QIcX2vgVhR6kPnl+9WFmRFqQ8VfAy9cNfxWZgVz/Shglbk6wM9YzSEjhJlAhuC&#10;dsD4CmZC+xpRF6l1Kk2nfnq/wpnQgDWe4Uz02pb/jTgTk3oV/gpmQrvwhI5NybwGFVbrK5QJdcrF&#10;9bpXcV2o3e8qbHJ3KvtWaBWVRtiOqprLO3aJ2QO/4vsrdihekJ8z+CCRdc3/DT9t1SVgyVNW976k&#10;bhhPyBjflwEeifel6WMlEmdpOGQni2OZEbE0HbKJa+GFlgtbCy80yXAjqFPqHmybGFo7xXWxz3xr&#10;4YUmd7qz0spOLUZtuXNvxBNundjsKKrzxcpupir8wH3fllQLLzQ11cILTTK18EKTTC28sLYmaT8K&#10;XIx9mxMaIMbN7O+OWqFXuHLDU5S4Fvtx3Jf5FPq3gbnAkTlIA7XIcpDVUC4QSmJSxF7iV0PyVuTJ&#10;+SuJJ06QJiGXOvoQFxxy9REuCLsPXyqKPJqvnnkuXoUGt9AmpHuTn7TfbJ1+p9Jz1AO24NbYLqwF&#10;f5ldUAtypAe5eL1O2Ry8RvPcqhxXcLtnOLfQpjikKT+BMPGgLHD/p2ngRm+zY7J0DBULlWe01Hho&#10;8hEsAjcPv4IxYDz0CtaE0ySfvNCY6CQ3NRm3POP4+aPp4FZwnY2XM8TL22l2Lq2Uva7Q0gbbXoZw&#10;w4d5OlS8Wm0qBCt38GrJZQvJ2rwIx2cHFWOW2bwQrNzBi9px+29EsHIH1cAgEI7GEa0MzBwjG1Ij&#10;dXsJI14Z2HnLaRAYDQf0AhHLwM/bikbua+Bt0YhZBn4e4sXIWvUALwTmAGFJcy+auOVxn9oFyCKW&#10;Z1zMiFuG8XlwFxPBgMOCPbgLRC4jXboTyvvkyZsIezMGB24AscvAz4W7oCALxufBXSB6GekcuAuC&#10;XyB+HtwF4peRzjH7he3Pg7ugCGZkmPDiRHDyjALEETQSeoAXFMQMHOfU20E4yZM5Bgco5uxBXlAc&#10;M3J0wBAadLQPhB7oBYUyI2E6EMrY5MljbCmcjjF6sBcNopmR0MG9aDrKnSGOjiU2CGgGQopYmmuv&#10;6QFNRyzhvrd3aQpqMqVzaGh6AuwOPPEn5vkWgU2m9JAM0qbowl8guMk8PZWP/NkEtnNIhAz5s1sZ&#10;1RENj2a0XkBE2fJkpU+sIhcGAxhI0TxcIIxmlGoJDwqDAp1x7ohk2pIf2dPiwmEAzoPl6QFiNKNA&#10;driQGIKz52NiIDIVZ+SCYiDoyZSeLY2iIxcWQ4DKfFwM2vSDzU8e/AKCn5HSRcZAWJMpPWiMROli&#10;Y4wC07K4UuK3++gYCV/x6POMUqJIp2OfUuVMWGHmHiLapGinRxkljzuZczsSq0NkzaHsGVYGlM5O&#10;i4ho0CYonbk3lNWI3QaU9olykVsrd9ZTN7AZ2GTM0TmLyf3b4zgmnE5njIiKyqvtaQ/sd3JljrCo&#10;cLRNg6pA4qwdhIwNJ49s6xUg4x8dICMskVrtIWUcDJBBCQLPqz3CVlarPV6d/eb80KjVBnnGUK32&#10;yNJMarXHNyFiaKmRtdrjfYIaqdUeqyxqtYcA0NDxLeWu1WoPNEjFKT4JpFZ7IJsHjqYkkFrtQQgp&#10;tdoDblc4DPJSTvJ1JTMh56iSLU6Bg5WuVnvIRlzgYJAzVJFfrfZQqkfybQqheS17v1Z7bMuPMrzW&#10;dVmrPWRdUrA7yaVWe5SbfshjS9Kp1R6o4RC7oShWZji12iMGGOwc71rtoSXg1moPTTK12kOTDGJg&#10;FJqhK+2excepNad4tvfrMWLgp1Z7fIX5wanHp5Qfam96COgGNY37csc57eSEKOIerdZqD2151GoP&#10;TTK12qNWe1AvxOvLp8MtpSkfnsK/H16dPZwd3r46exu9P6klY2zTSM0XYxrXh5BYsYQujGspR0zf&#10;2kgEWEkkJYBJa7WHjl1Rqz3EWOQp9hUTUmq1B1bl0wFIOJzB5KSI12qPe3JuRJE1tdpDjKdWe8Aq&#10;yi2mVnuIPOQZV02t9hB5yDPKpVZ7xJuqSEWevNfWao9a7aGmVTe12gO3qlrtoV+EmlrtQdXotdpD&#10;30NqtQf7iuXLK8/4Bf47VntARxXR4/H+3dN3l/cfz+/fvbu5vD6/erj4fHP3/hxlYMfzjxc3dw58&#10;yZvwD6s0gy85L4FFQlMtoJPIMzRxOafihMdPf3qIoBRPX95+OdxcvTqLheG1xuN5jQfSYp7XeIQi&#10;tF+7xmOUUtUGDeZwXA4IM4dLuG+ocvkyFMZKKdaXdw8B+iaHwbn4WZpGpj6SazJCnuQ7hxqDOZY7&#10;5hl8qGZJqRzzTF2T0VMzzDWnytOE5pGy1DZY5akPlBWyzSrP2JpHaqe7wQrV2GlUIwpKtlkh0pmo&#10;wGSbVZ7Zi/YUCqs8j3GeqCnvxqjypKAenXu3R0XpDOuwQkrkBq+iz2g3UCPULcFTf6aVWeiTvsUs&#10;F30LgAiFWSH7npLltpjlwm87lVkh/dAXeYtZLv4G3aKVkRXyP1JD2i1muQIa4JBsM0O9/SqzCZAH&#10;m8wKGI+Jmu9uyZ8yMJL8qQvzNq9C/tTKfJNXLv4xwHhsTLJA8aDus5uscuGPobX/Fqtc+NoiKiA8&#10;gMWpzDAXvWYSBYLHoAmrAPBQFyRVpyfB94u25RSC17YcShZZeXWKdVFPmpVKs1TqgZCoOmyYmwZR&#10;AHhg1W5rkZqKrrw6auS/ocUSwEObY1HS0c4KrxK/46iZV4HfQcAcmwMr4Dv05Uh9QtIsm9DKeWOW&#10;BXpHg6/Vtsgou2Vlphl+Uc7RqF81yn1ZmQXIq62R5abfBryfrSVZYncoH6MCuaNVZ0l9j9LAQlL4&#10;xrgK3I42gFlsjqsQvzau3Pa7AJ6wyauQ/rZVUEF8Gjs6HWoLiXrmrHSN8sktEDvATTugFJAd6Em3&#10;PbaihAM9cTQrKxA7uoA4s6EAip2tMzjCsrdtllJ9El0fEA62uOUqgPC1/ZoygRK3oVEUWqB1gJu2&#10;0osCjkE7rDwr31DlVoB1jECN2tw3nkF1TJoWCqiOUT3flVpQT1IFUMcUcBc2tPAMpqPTzmVF4Qb6&#10;OSkzLddCo50yqOVD0ums6RTd0laqBag02+ZGGU4rs0E5shT4HEtocy8rHrf1dJuoXenhurh/pIA6&#10;+rzGlD0c3ffk4KXWqtLoxE4I5OZXJ7SR2cUd2wCleaJyehc5LCyQS5cSezB0hCby1G/VIcf3KpDv&#10;myq3zTvhqLtn7NzJ85S60DiD4akCdG4Pd+7xdkpNx2zu3DXphGLiXdyx95NkUqzH4c5axflxF3ee&#10;aurvZ3Pnri0nnAL3cOceuafUqcfhzlPFSW4Xd55qzVOmLLuQhML7DHcTPKXmqrbcuWEv1afukXvN&#10;U9YSYOmEQGsVZ4A9gqQjQCDft1a5rdMp9Ty1tbqdp4xPM/7sF/TlpiPPAYma4VtPRrdmYcaowEzX&#10;CkwLRwKWwkpRxg/gUgyU8BoypfxensIRpyBw9Lqywa8Y6OA6tPkhZZ74TWhrFfUk75Mnv5eT4OE/&#10;tOnoPAp+Q9KM8JEn8+OGZNTj1nwv0/UJ4kL4yFP4xffCk2jz466rnddYPHWPlQ+fvE+eIpeo4c5p&#10;oD3zPgR/oj0+7tLbQt6mXLiJIVyKNh1jrbTwjZv8pC0hjrImnTQQhL2adNKwE+cNiw64kcFenMxK&#10;OB6jmcpBQbQgz6iNiffj9BmUX8uTycjZAiPF0ckcGx+tZO0KE3lGZvA9BmYOFe+HtnThfIwDM8c1&#10;Sqdfkwrex8DLto/U7dle1vA/BmbOah2k/7vNDR7IOE17b+o5nzYd90Tw8owK6LmJfTqIya/lyWQU&#10;JKCdyVYUvJCRzJYbggyBzFmmHZfWoeWAZWkdR66QMmuRwRMZXkqweCYdb/5eG1hqyU0igbvR5sfX&#10;KXRhNengj4z8nM0BDWAjHTZjax4NLwc4HW063rwQ/LXppBgCvU2t9xJcJG0PTj9G/jTB82hy48a0&#10;LXYA66V8n4Dv0STj+1uXIEbEyuUZrZ3vy/A+mtziOuwwRGtorFW4H00yQismazpCMCY7XonkgbQJ&#10;uc0nCG1DgY+SX+20taWWqnGMCAlbY4Sfkglh0yYhb/+Zv0c0IU/ef6RBMbyRJsc+rXLn1fBXyhjt&#10;/WDtX+3MGj5LEY9trAN/tkMrdEs88FsyR8f8Ry61RT8EWzPwXTLHdKUTQcszCnwEMEHUtbPlw3/J&#10;hM7+Nknn6KOzYVJP+vhqZ5lOvGMuQFi1xAg3ZmAIR6VNx9+bJd1fRSbyjLL5+mIiv6+dZP8fe1/b&#10;G1eOq/lXjHxcIJM6r1UV3Aww090ZLDB3sbhTf8Cx3bGxtitrO93ZHcx/34cSqSPVEcnqSWaRe1v9&#10;oY+T0JREvVHiw0ffOZNsPEo2lNEpyggL+ynKKOwuDWX05qKhjIhMt6GMsCEuwayGMkq26LWoKd0A&#10;JKmGMoqc1BpUrKGMhLmqoYwyGq+GMkqMZg1llI2LhjKikNGCMG8oIzra5hahO/O0+zaUUUMZEXAo&#10;3qwc5ELQDvw2lJEWn29siJplGhuiZpnGhqhZpqGMNMvwa8KHFDuyF2y+3D+AmivehzviMSDaUEYU&#10;bWgoo1OWoQDQgmUaykjCOxL+ieGkhjJ6jA/pRrM0lNExQGcD5V1DGRVjo6GMThfXvqGMeISUiysw&#10;ESFWj+xGO1bfUEbFDBMQRvIUxazyjYt0QxlZQBFkRDLypKGMwmZWDp6GMrIGz/8vlFFjMLp6On6P&#10;DEYRQt2wRafYItwynGKLAmL2W2OLRgFBMtK6wmCU8ji+isEIxAvVbHLswSngkgiMwlVMHpfB4TFJ&#10;afnVgGMlmcRftNKUB3gUlg0ge5OiGTQoIU97pShHtmiZ8pmixF20UgTfLRWn0CjAb0si4H1TalQw&#10;FymkHyVvEaig6o0j8GcqsVPsVD6WJbRFq/YRlD/p6hX2FqRNZ0LCWrTWlVtdY6gpXqPudqq5csPP&#10;CuVE+Ri1cBat6lVwFoHLozrUq5RFa1WF6TV79floFzDRWldu+g4sSfV65bbXRgRlASy9iBLrqnLG&#10;BG3mFJRF/VYZqcj/XgpkCp5VAwvKoqFXuKJKyiKm4Fnryg0/YNhUW1i8Qo3eqc+fE8oixVpVyqJ1&#10;vXLLjztlAlUpi9a68jE/YZrV25ibfqvZntJH0oiYdoouympIUkgjUgxWUBbNv42yaNXKgrJoBmtZ&#10;tZV1yqK1stz8W23g1ymL1spy+29nZVzgMa/FZomyaKWsoCzawbTVZtY5i9bK8tG/G5TRX4cTrZXl&#10;644KBaZzdRoaibVorSzvAJXcT+EtWmsre0AzWt4DSAZiAOJKW4Eomkdlbp7yFmkLY8FbNA3KuD3l&#10;LdL2t5K3CExt1eFB2dipE5BSpNYt74VB45A8RRQxp9LabnkvDButbmUvCG/RSlvBW9RPytilPPGs&#10;pcIZuNaWz4Rem1b0kk+mTXiL1tryqdBNSp8qvEVrbXkvdBtl/Sifm94Ib9FaW94LWpdSHnRqaKIt&#10;WukqaIs0Z7+OJwq6GmvRl8eLy8fVu4QNT6TF+RueSLNMwxNplml4Is0yDU+kWabhib4ha9FQfV4S&#10;ccvz4EQs6HEW0W0SQDgeZRGnOHuMRZH/aLuxqQPg56FI3BeaIdgYcvS4imIGu4chilIeT1EskV6L&#10;sAIx8GZR+8HJ/4f3SVI49Vi64DCSlMNPxAwfHj0Rs/94uCGQC1KhHjkR74weN5Fwz+xsozHXVucw&#10;RTHhlcd5wgxjDi8R0yAktKJEG+UbQ9Ydu42gM7F6Kj2xYnMvCCuK3e24Xwx94Egxe4Vt2Z6JkOzJ&#10;1NMNCHrdnpi4YQxStimGDY590IU1wbIY7hijmM2eMDBmwJt1GGBh2NraRibrwei16jby6PZoieg6&#10;gqxmdxRuGqOYbbeJogDQ5tAS4a4xiGGQW02YmIDJoSXCbWPQ5tESzbzCe7REuHCM+hyWjZm9JI+W&#10;CHeOUZ9D1LOVQefQEuHaMepzaIm2dPOJzvBoiXDzGOUcwNBWxqdD6oPLx6jPae8ObF5xvNsjGfeP&#10;Uc6hJtqxP+9xEwk3oUdOJOhdj54It5ChfrgZtLl6pMEQtNeVrUDbcNdozhByQ8iELkMRbiNZEAxE&#10;5pxj8imgyOxlCDeSrNFD+vBOQNeJZtEjjwdXcEgT3imafJNoHseVGXiIua3G7aTY0R60PTMGugxF&#10;uKFkjc4u3jP1lstQhFtK1ugwFHV00RhGj7P646aSBR2GIvJqokZn7cRtJQs6DEW8dnoERdzRHj8R&#10;7zsePdHqBCL+VGMn+t7ZicLC2hBEpwgiTPRTBFFY3huC6KIhiJQofEMQXT7cIOO7IYiEV6agI2oI&#10;okhHpKJ+4NelUGlDED3cXwZ7NQRRNiwagigzRnr2LBwTc8AvLhKWqdQQRA1BRPcI+QAhvttlrW0I&#10;ooYgagiihiCK12Dt3bMVjKy9e6bBOzhkcmjvnq0eMos3uwdAq2P8wGbGaQgibYg1BFFDECHo0hBE&#10;gAmEGFBDEL2NOJ2GIMrZkBqCaCFDagiitxKClanSEEQ0PEqrNASR2EO+cbQ0BBGuQ8Qk8o2maQgi&#10;E5PUEESmeRqCSJlWCoKoMQ99r8xDIebUcEOnuCGc0E5xQwGz/c1xQ5zvsIsXbwvxULdDFa4IxZyA&#10;q1/FPLTbU9I1XnQN8M08hgSIYwohAb1JifT9DoiHk1BTHtXfBY6RmrI8H7zfgkChriyPa+LRRqVm&#10;AG8tNZtDAL1WMxgqiW03mjLggJNUPw9EwVFTlgfU8Cy0UrM8G7yfwEZSV1YgiaY90SzUjFbQEfXT&#10;pNWt4COaAjtFVV3RCXgbWqtd3gvjlrh/quqKbhhBcaI0Nu+HsSMWmqq6oiPGWRsitJOkDhtmYu2p&#10;qiu6Yhz2Su0KbqJ+p3VFwU7Ujx1RN9SGCaVdp9rhXWWldiVB0aAO4QJgNBERRK2t9NpuKrQfRrWt&#10;eU/o2oqO6AEHVJqad0SndkTBVNTtt5rlCrKifiKykFpbT9iKRm1OFI+f4fVgTV0+JwDr1gYxJQ8l&#10;EwOYr6nLe6IbsOjUbUcZNYu6nTaIC9oiZK2p6vKuwBPyWu3yObEDjVC9cgV10TxrbS24i6aeqFFq&#10;M6LgLtr2Wr9SUmGyyAB2F0Vb3g+RIqg2Sgr2IiQKaNrybogcQVVt+YxAdpOmLe+F3UD0I1VteS8E&#10;npWa2Ur6ollbNUv+Im18UEpFMu5+o63oBX+R1p8F9mivTqySvkixGJHjLvXCKli3WMFehGcy60OD&#10;ImxJWbcJMOaa/ZEEssip9qcEikybuuOX2CN1bBTkRZjI2owv6IvwjLrS1oK9qOt6bXkr+IsG1bmh&#10;Z8aXxnZ67fKJMAWqxdrYLdBHnb6pIq9vKZYmTL1jCwKjblA31ZLCCGlBmr58NnRjoFOrDRTK01qs&#10;MoBPSKlfviZhDyGGpaq+YnOYQByp6Ct6Y9prS2ZJZLRV13M6SiztmFWHv+Ay6vawc71+JZnRVq1f&#10;wWfUI6tc01f0xxZUmXX74cCztANujta/u6I/5p223CFdNNcHR1dpb9kfW61/KSU42bkf1d2asvWS&#10;HLLHtbWdMg+TXI8HD5T67YulalT9f3rbPtM3a3sskggXuW5QDwCUbJ/pU087+6I/Bpw76v27L/oj&#10;UsLWlpd90R89yMUUfUV/TKpbTDn3qR1d5DSrzV9wDyxy5umu6JAOPmq9gtikco364bOjTOiliput&#10;1uRuU/TJvNXGTMg3zDQGTrJaozvKqE2CxtEd620muJ+0WYfU3Ezu5GKhoRQbSrGhFIEkq5HdNZSi&#10;BiFrKEXNMvz8SEMprjC/dEjBNfohkYvY+M3fPUoxgBRryxKzoBxSPMI2JHnnZPdE1uKIw6sI4ufB&#10;bJkJ4wDf+RxULrnOpD3RYdiVIc84iAtxhyPOTYVje1ZluKn785rKVFGHRIllV4bYgELlyes8pzrB&#10;6aTWklN53i9we8lnPO8XuMXkE2a/AC8Qbfnr8wshep5url4u7gl9ffES/v/07tXTq4sP7159oN+5&#10;fPvp8uWWZenHi19B/0LhrItbCpLhBp2EHo6/3ORguj3dwKNxcr5AkYtIiQhBhCyKIgbGtRQB+TKq&#10;hkk3QKklFhYB+bIg02SRN21qxFmYiwY9SDSQaJIvo1Z4NesRDbMFmfGjn2PAD+0WTfIVHAwXjVOJ&#10;qZFKDJac8c6aVUdEzaIg4mK2oLDaTWiVpRGRM9bo8LVMTOrVT3igwNTIPlaP6JgtyHwtIFmzuxDx&#10;s1hHBMhMjSMzEvX0G1YdEUJjjbhUtASJrzD0zOiYB1E0FnTobIghKmp0BgXu/FgQMUyrjkJl1w8O&#10;GRJiaVEjgmWmRtyGsiBaZRXNrhHFy0w5bonHjiXqEDAz1XUU1aWVZ5M2HZl58o0zECG1IEgxM1Nj&#10;zxrl+K7OaUTVosYtQjyWaQZhTJrBHGkKUhAIjaHImS0o9E8jYt+WxkR6heCZLUgREiq6x8WDqZHu&#10;DUkQ1+6moJD1YYO0V1tE2IJGhNBMhTNFjVHy7NCbIcYW5BBEM/UBxBDkPCJSRNmiHIKllmW2TBBH&#10;HJCmnBDiOSRWW7E0Zr+lTwjxPKLAHTGNUM85ux9CB0HOIQzbMWsXFlqzdhSWQKkOQ+uOGSAdvi5E&#10;22JfmGWKO2LbDdG2c3QJyZs9mPayb9uTYk+3srCGYzSKtwU5pw/gVEbren2Kf4+D3RskuHeMNeyc&#10;UUdRt1BFhNXMzsBCwUu0sxNT4C12iLMddp30HDwWa+x1iL0FjQiu2YI923HGWmRqlK2YJokpOBDa&#10;IMw2bwdDCC5K0p2vqXMUCs/emcIUhos6EWdzdG7jbMe9uj10KRQXdSLWZuucJNVo9sYGwnFRJ+Jt&#10;tk4iuw72pHXHtBJCclESMTdbcss6+43jTXYIywWdFHezdYazEq13RPpo1jMdRxB7cyR5vPeDcxSC&#10;W8cuJeJMts5ZTk3e9tdN2G/DCn7GCGErjc5qT2E61olpYlpplGPg6DiWGPNST89KI8V1qI9Gb30l&#10;M0ZJ55TVUScGySldCIgDKl92RBGyY0kwkppt7/n+BQctZywhbMc6PSvJStdPeD/JLj0R7Xpt79iD&#10;w5vpzozDKhPr6Z2D4deLpMN4Hshpg+URn7NbtKHHzqjft96quGGEvXunsGe/xb2lQAiPy3buPcR5&#10;ye5SZAA1ftDvnR80bIwN53+K88eCd4rzD9tow/m/+m9vLhrOP4cwNJx/pAWFO5GAIg3nH2zScP5h&#10;f8nTihrOf51q1XD+5Abno6R4pLjh/A8N538tpMsN579eQBrOv5KZSrdAySFpOP80gRrOv+H8ice/&#10;4fzrsPyG879oOP9H8keBQqshHuO9+UHubm3cXQyVHSQIYwvzFfIhoWYc8Rg/OKQYtCMu+DyJtDji&#10;3M4EhXLEuaWAJ8VbelucEu9xs93YiFfIZI4KHRJWzTYkgx8O6RVCR5x7NYWxHHHu1YQMs8U5WnJA&#10;/O+cQUDJ4TQIENY8S5wHcGMjbmzEhxQNtEckYxUazn+1zjBG84A83XMmX8P5a/4AJbjSKtZw/nV/&#10;KaSGkoEazl8C4/JlsH3D+ccVSMwi32iehvPnBVrMIt9onobzN80jwPyG88eJ9mTkNJy/ue40nP9j&#10;TJorh03D+dPlUGmThvPnocKY0Ybzt1aWhvMHOaKDyR8bzh9Jgg3nr6YzNpw/ztT96GHdG84fVmo4&#10;f3UafT3OH6qJeeGP/8Y/BDYG/Hz1+fnlLzfHB/KWHo/v7+7vsSeS40QcDfOABF764/Px/u6a/jH8&#10;4enjhx/uny5+uSTKh/AfH+4Ksafj58froOz25vL6J/755fLuPv4cGkv6br68MDcEfrr4/HT37tXf&#10;95v9T7ufduPrsZ9/ej1ufvzx9Z/e/zC+nt/j+YYfhx9/+OHH7h9UtW58e3t3fX3zSLW7+PJw//j8&#10;Fn/57tXty8unt2/ePF/d3jxcPv/h4e57ZfEPgb6G7j9F9yOmdYLujwwJ3xrdv5Pk38jUkLH4I5Eq&#10;sPgvOU1fxeIPxpVAAdsh9yxMi48J7YPUwgSCmuaBSD1RaIhd54DLAiu1iVS8FW1IQ8u0gcy9rg0X&#10;4kms20SG0Io2JBglsWnaE6FnrW6wVRJDzm3g36xoQ85GEpsmMPbWtaHzkxgScwMTb0UbEq+SGPZY&#10;Iget1a2g8oc6rXLE0ZD0DXpbKWU1yXUd+gsglUr1EPJf5PqhIx70av2KrjDql/cFcgOJ/rmqr+yM&#10;SL5Zq1/eGwM4UxV1ZW9MWm8Q50kyyxB4kWu1K9j8u27SrFfS+Qfm4aq6sjPmQORZaWwB8++22jgu&#10;2PxRO62xBZ8/Ol+xHdgYFpsYQ4XYIJLtZm0gIwF2kcIsCxSjtbYWPaHVrUD5IzUykMhXtJ3Q+Sst&#10;JUREagHWE61uQEwsclpDCyp/ysVUZhhx3aRCtelVEPljFVbbmfeBNhmImymVCL6uQJRbM1reBfoa&#10;DIBN0sZ8rBVllKmdxEbii63NhILFf6eO3ILFvwPTtKItX5RmEBHX17iCxX/aEl92tW75PJg22iQl&#10;fqXU0D1e+lC05Z0wxNcPamYr+mAM5OC1yhFLTSqVn7WoqCvw/d0OtPr12hVM/h0e06hbrmDy73tQ&#10;TCvq8o5AmFZTl0+FfotNTlFX9IS2+BZ0/kMHvm9FW94TeMNBaWreEcMcHsmpdQRl5aeO0KpGPGFJ&#10;aCTHpV61gs5f2/ILLv8R1GOasrwT4ksPlRFSQPzHba/NhpLLfw6vUNTU5bNhJBJ3paVFJ8RnEGrq&#10;8l6Au6S1lSIqycADHg2pd2pB5T/uJ23AFRB/xEE1dcW+sBm0rYFuHFPtRtWlJoqFJAaSEa0rQKuU&#10;ycUXqCq2K3j8pz68QVMbwUTYsxSrel4FvB88DNpCR/CfpG6OJOWV2hUs/niDSputBA9K6vidl5q6&#10;oitm1VcqSPx3eu2Krpgx3OvDmF5NS7XbqwsdcSMksYl2JkVd3hV7dZIVDP5Ql88KXFF8vOa7iUsi&#10;sAznNmDZ+O/wUw17jE4LSBq+FbGxb+gSEj4TXBmFz8MGw5ykuUGgwxXWp+PzxRfCN2FYhN5pEGjw&#10;tdL9m1iGzgNhKJ6HNWwQaA1r2KjONcs0qnPNMg0CrVnmvx4EmsIuyYf4p7izyWkj7uzggtIavhBj&#10;R2yHUEJCQFbzRaRExYDuER4VFv7J45umG2yWxDUIfKEQwqmhj3BMjZsJbrMdkrENU3lOs8Ncimug&#10;uHWDKVr2bmmJfAXYwgT2kPRKZ3rqafagDjhoxrbjXthuu5CyTxM8WtNKuCZjnR6xHm7UWRKUm7ZO&#10;Zg+fiCrXlmQCwKlLoHixo3zZnriBD6XTHbunE8czjKVxwlLvlM6SfUqKklLlm0qPbacbeU9nHHX9&#10;3qN3I8ZSqideE3ZGCK73oyTu753SWRK3JW4fxdI7YhV2rBTbTrf9niSOWWgRRp9XT7qgguScHjEQ&#10;g8tXDM/8fwgNOGXzvj7g2shuDnH+o+gBd5WOYBxxCCOcKeiSBCaqPM+QRF5BQ8MjY+2EHrHz6siL&#10;Id7rcxojgg7ZM+ISPIDcWcY907mTTNhVPfrIju5oYR63LTzDPPpEmV+4O7NHBN31o1znTQTEWOLo&#10;hhNu62OqUo8itqNIDw0Hb05zsqxHCow4S9CXMnZl0slXJp8wxnszhePXTvUQkInms62yoQcD0Vpn&#10;jmzoroaM4mhjRnlnQdrQVSK0eWJMce6J8ZD36sZpsM6U3FBAEHVL2d7STfLl7kIkKMrZrslensOw&#10;F8o9s+OmBGApTb6xVIEFYUpaY33PUxELmynGTU2vLUlh8o2FIrLELRXPUv5dvlFuy2NkcFaULbs2&#10;ozNjcdMXykWQyWwGeXLUY9v0YI3US76xfnCQgtzO2VkRrQpyCEeZ5Y68rSKSao8BYjwOQ6p3KIUR&#10;2YqCCF2ZRQ/swXdAVJiCvbBYz8iHtMZCeoYCYS5bkCLcND9oZFsa4RUFwd4li+fVgEJitkbeifDs&#10;qiPIdQSfsd0YSYKk8JlZtFAo7xwzyjTeOGTc7HJQoM0sl1s8eHlSTNQO+J7dKWwYCsmZ5fLeNtCr&#10;EGYn8+6xdwij41Cg4J2pLu68Y++sDLFQjAK7cuwXeO8Lxdk+Iuxh1o1NPG4dk/DxlqKBpj45NQJS&#10;b4+BjhAUmHHj1nPLeb+kyKFdNL+ZNu4c5wVE9bHonbPjAPHMgg4XOmYaC6Yn0mSVlm9crXv2X8a9&#10;c02AgGXUiIik2WrBXI97eCnWoJanFDCZbDtKkueE6KWpcWTfbtqgi6yihX1+2jgLDQKhodUU6bQ1&#10;cr7c1OE8ZBYtNyOdc4uBcGMsGlFRU+PEnjS+ds9MTDky9V7RfAyiCKpdNDPuT4NzYJrlRmZ03uVB&#10;MDa2mppv2ZEeFqLpCuykXcctvx8gYWX1ck2eDoKgvURtxTyzMwvl0QiEP+2pgCBvbAyiuGard4S+&#10;oFbPzgNou3RV5zhDCAiLRnsTpwWCi3YE+XEFt44IHotG+1y0p0B8bLXdM5XrWVnuGh3/907HH7q2&#10;AfZPAfu4XzgF7If51wD774iPn8IXCvQJDksGaNHBoplYA+wTO2YD7FfBtgRxSQPKwLA3wH4lxwbO&#10;Q2Y7NbejAfYRdV4ymBpgvzBHA+wTKGEZHnQdkGZVA+yHd0coHpls0gD7rw4NsI97hHzW0NVhGiEN&#10;sH8Zpk0D7AMkcDJQ6EHaNFDoWkiDxOMeI8k1wH5CPsdLrYNcFzXAfry8a5zlKz5eDpEfEizJGSvx&#10;KvKA00K8I3bE4036AdCUc8QbYF/DDHMAoXGWrwYwA/AOKfpjj0jG0hwSsM8R5wGMwMM5A5jhbod0&#10;9W9r55jCAUmbZ2mPt/aHhCxztPNcbZzlp8T1jLs+pDipbcgG2H+hXMGQWgXKJSJSCuwgDbC/EHJK&#10;tCsG97tNigI2wL4a9wVzjQT5G2DfsFID7DfAfjUpSVDzfQPs0+Z0sgZLSkwD7JcsyQ2wvxoqDbB/&#10;apIG2F+vKA2wrzopDbDPJ3jZg+TL54EG2E+7c2mZBthfrzOMSffQsA2wbyTsN8C+uSA1wL5pngbY&#10;N83TAPumef5TA/bh4jVe/efjzy9/uDo+vDn+/PPd1c2b66fLX+8eP77pN93mzcPl3aPziMD78B8P&#10;kuwRgTdg8s/o/cP+hTcC5Bsu2d8Qvvz50/98+mMApL98+fDl4u6a0uNIX4Ppn8D0KYPvFKYfsrG+&#10;NUy/J/5u5MIMMQGoyqsvmVNfyauvsUOjAgntstDqh/SNHGYFsEMS22lEsSXCRvg/V7pygA2oJOvM&#10;qTnwD2lhzHS60pUjkVUcMlgHUuUXQv2Vrhx/2Wmc1SdwM61eJZ2+ltRwis1n1s9VzQoyffXdAIVK&#10;f60t7wD0Ur0DcP+7WG0h0l9ry7tAI64FkceiLLHor3XlXaD1wAkiX7MZTeLU69qIPeHPZ17TVb2I&#10;fSHp0ni5T8jz1Xrl1tfaSFmgqUBkJ0Ss2rpeue3VcVHC8NV65bYftI4kQphUMeEfXtWrYM0fNerm&#10;kjOf8XhrXbntVYr1gjFfa2IBwAdxen3gE4dOaiKTDq9rlVu+A2u6oisf90zCu9aVW15/TYEISlK9&#10;9MW1GPZqxUrwvWZ7ggilIgeVx5+Yz5JYt9dsRpSfSWwEXXrdZids+dqcpMTUpG1Wn7QgNogkhix2&#10;ZSYV4PvtXutPUDYs2rpxo1WuYMvfb7Tl55QtX7McsaYsjQALft1yp2z5THG9GnCEb0rqQFiotVZB&#10;36/15V3RgaRBq1/eF+DxYK72tb5iQoDLQdOX98Ywj1rnEoRqaW+n8qETeU6SA/GGNi0KED5WZ20k&#10;K8T5q/ZS6nQqF1mL2sp0Sp2vjb6COn+PZtSHC0BcS7EgwFCbm3fHvtN69xSJz1z3q9YW1Pm7QdsC&#10;Fer8tbp8bmzVZweQ3b80FuQT2h5RUOdvda77fJMAoYTWFQUSfwb/f70rFOr8dWPzrpg32i59Qp0v&#10;2bIrdQV1PrielNqV1PkjntQJbPJrdXlXjDttWpRI/Eke9Viry6fFqDZ2V3QFqCS02uWrVK++5aVQ&#10;569rl3cFeBA12+VrFFgUtCWemESWNUB9zIe4qZIY1OVzFtcsjYn/8nEF56WzGA7ZlAl9DiSWDltB&#10;/DwEbYdRGsSFKsYGfjKz4SFRGzriGGVB+3lgYeYeOuBcc05TmVXugKPLWeLc1AbsP0X/ctzskLgI&#10;7V5l9N0hcbLZ4kwoc4DTfk43NWC/lvLQgP2aZZhF8dCA/adT+3cP7A9E/LUnfJj87JAII8MqBi8E&#10;X8b2fy1x/xyCIgsrP0Nf6CCEXRFZnEIXtoiUWBAhAgRvv+xxIiBfgdfDUQs6sTjHVVYE5CuC0Z3A&#10;ZbksxyIg3ygo3HBz2i7l3+Ub5ejBqVCwQw1HR4koZ5cr5HUzuNKshtDplPThct2Uo2fughwcbUuf&#10;sOt53LO8+dFFvKmPnRMcS2wmPLoPpvp1Dv0f3UFDzufnj3YGO7/dXvbkRpebP7pwYOa36eDYd3N5&#10;+TlmBFZ+exyw/ehN3XPsDFpVScCU8SnfOE65fuDjd+wS2+uz8Udvsts4VMBR3exxqYfO9UD9sUiP&#10;gj8OAI9/Pw6nweGSZCmHFTOuZ71DVhoXih533dY8jCHFHucSSyouYt6rFizlsEnHEj2yzLjceCT7&#10;0V64VDNrT6EuzGVn5eKZ4jBA8jxxyBopIkOrjG17enyY1hjb9hT4gJRDgErRCkg5nPqSyGOvBXT1&#10;Dl0OyzjdbpOUvV7QrTCk7MWCrlIhZNuBLiAhZC/vTH5rt4/TKe2KMyG1LYQhRXWyhRDwCVJ2pTpe&#10;Mb2hHJcbx+qIC8Ui7U2z493fIQDu2BY4t1qLRM/tdJi5hfLY4c7v+ZSMZ7ysQhFnii11uGAHHhmD&#10;s1aMPEVGh8MeEalQ7uQQwdKrPWECgGzVaofQ5O5wHjflOMPbo1jGZXS0i8edvxWS/T6yoKgIe8S5&#10;okYEsswq7vi9EHDn29N+x0ze3Yw3MqxGIyYWiya2XFOQmbzhnsgVmLgl8mV3mzPfwZ1vjy9SFJad&#10;3nuCaMPbDMjzbZUd4glRJ26zzeZQtC1KevT54MLk/X7n2BKZwXFkDBvETi1jUmwulE7BN0eS2w4a&#10;faftxKZN9gTfvtN2OYxRqM4pna+8hq2rkwK8VPrerScfUCiw55TOWxxI9e1RDDcllo4B4rWIny+g&#10;97Od0nk9ALu+15ts+XH2rISYYrASGPad0jdSz60z1TGUuO0exz4ikFy4Y/g930KBY9/eWeWxltHj&#10;2Ee0Mha9c1zrHT/EMu6c1yV24tnsHccfkc1YtMexv+OZ5nLsb+VGYePsPIiChqIpzGmOtS17fODY&#10;t4fFlh1bcOw7gkJ0j5CoWfTMqzA49u060h0PTfCpc+4fEF2Ngh7H/iyvZPVYEazlcuZ3kMGxb89E&#10;RGJj0VhXTY0TxT6pMYNzuYCrLRZMt2uy3ck3bnvyQg/SC5yipdVYV+w6yoXK5BxaEeGNdfQ2vVGu&#10;kLz0o5E3e7TeNjiiwbFoejnA6sKBpytCpfY2Rq8jhJ7B6+amRkSORdAePX26sHPcsJ5dAooO20Wz&#10;l+EL8pLiCtL5n1tt27HjV8qg0dk813ezMmAba//3ztofpkhLBzhNB8Bac5oOENaIlg5ApP0tHeD+&#10;MrxeQJEFBXtEEJQE29Eh9xhoSYriBZo2ODpJToV90x6wSCEKoGnD8S3J6XXDRrFI4aVdTRt8/UVO&#10;AUW1dIBrXlEOdIRL9tKwkC0dINmLbqKSvVo6AC89LR2gpQOEs0Oes9fSAeowZbpfS0sIrvA02HNL&#10;B6CXc8JxLx9WOEgv5mvpAJFwP/eOWjpAfIWAgE1pnrV0gDBQ6NYz2YSuZxQ3mq56kxwuXxRHuqUD&#10;XHwBsj/eQx7kAtRGU9NZDFewLR1glSjBSJiWDrCyDF+8HhJkxx5iLR1Aw5kjSBsmXwoA24akPFqa&#10;qylQ44jHCNAhobQc8Ri4bjz/q/He0gG0AdzSATTLcHS6pQNIvEu+jE+KS9nU0gFKuzA6r6UDJDbT&#10;Am7f0gFO7BIdiJYOQLhp8o1aOgAQ6y0d4G1cNXg1dfBzLR0AtwaMXrIhNy0d4BjeaHqhe5aWDhCM&#10;UfovLR3g39QEg5YO4MHCWzoAsZ+m2yCZWvKNmxoe9YqHp5YOYNDTd5KI0dIBlpdnyoHU0gFMfHFL&#10;BzDN09IBTPO0dADTPC0doDAPfMb2JsB3+SZAiKK3JIDTJADctsUkgP+4uXoBy+D9zUXMXKtnAVw8&#10;Hn+4hdjNn56ejr/e3lxeP+OeKkyB4hfoD/Qyw8WHX//9eH3z7tXl55djYD0Swn+8F0GH7+gBj6DW&#10;Rr7T8lIAecZXuAbcpvRX+b1PT88vf7k5PlzQD+9eERVT0Hv5C8iZYs6UiJDC7EkJ/OHp44cf7p8u&#10;frm8R8nhP569hdj9I/3m4/H93f191Bj/Bu9PMAEUfrr4/HT37tXf4XuNmz/3+9fv59329fh+nF7v&#10;kdL+GvQvf97Pm3E//vj+H1TB9JzFX+8eby6+PNw/Pr/FX757dfvy8untmzfPV7c3D5fPf3i4u3o6&#10;+jOInpZGCuYU2l7U/sxGPty93Dxd3N894MooWeLyLXXpT4/XoTNeLu/u48/ZaxxUfXmFQ77maxwI&#10;dkNbm3mnMw+Xu6fpNyE7sJhHGLOf/nq8+l/PNA6Lf/mNM6zrEOINvUpj9wozT6ZYlzIDZYpdfY5T&#10;jGaBTKuMhPVjQq1jkiY017ghfmf8P5ayCOXZH90cSP9RZMjLy/GXBapO05XnfnRzT5kkNV158oFa&#10;rxzbSHi1mqI860NpHtImkw00NTm0VFGTA+iMlhUZN4qq4vkNapXSuOL5DU3XmRYnutjMDPWBkFsc&#10;bSSe9JrRiYEs6SIUc21Q5Wa32pibXh0KlBq8lFiOUXh0jX74d0E/jJ4GsOorKB5pnF7cEh8Vljda&#10;PBf6xnjjFwTg1dAyyI7HIlLe6SyiDiGDCNoBn+hmnSNDiw/XTWok39iIqEomrnpJLmJnagPrBm1x&#10;2hVXzIt3CxVjZAaWyn+bNO3fudP4dPzMvuG/wE8Mx4jmJ576idhZT/3EkLxSeIPfzk8cInv3chTr&#10;QFoRzmJ94nL7Kkex28a3Nvhol/uAhatIYrcX/SZSOuViuauImR7SSyvaStcFT2jUteWeSzfFvOOK&#10;thPnhV49qtWt8F3oTQm8jFHRVrgvSJhQtOXeC2imtJYW7gtYbxRthfOIc6umrnQgx1Hrh8KB7Lr4&#10;WFGlsUXKdhffSavZrnAiQRQWXnip6Sv6oseTS/W+KBzJfXz9qKau6Ayw/mnq8t7Yq8OudCZB26ao&#10;I2aW5HTu4nNildoR22cSC68a1RtLWQ5JbqvarnjObT9TZn+tK8r87S7kEtYql/fEbkvnsaq2fFbw&#10;czE1bXlHbEHAoGjL+2Haa1OseNNt3mmTonjUjR+LqdSteNVtCo+B1Vpa5HFPICeoT38iBEqdNe61&#10;llJ+xiIG8yra8l4AY5xiN0rfWLSNk6Yt74U+PJ9UbWneC2CL1rQVa5OqjS4jlrrF94kqvVC876bO&#10;++J9N7iEStWK9920SV+87qaZrHjbDczPSgcUydyqxYqn3fqeTsk1+1PKyWKx8ChRzWC5+YeJ6C1q&#10;yoqH3eITghVlxDS4FLnValY869bpG2o+Bya1M4lFKhUK30HpTOI2TGJbLM5KQ/M50PfaDkPMXknb&#10;LryqVTVb3gd9fMCuZre8E/bhPbeatiKBG0xqSkuL/G1sCJpfUzznpnsixJefmopNXLNc8ZobCPO0&#10;2uX90IH6W+kISsVJxU5YAetLG/HFJTG4DtoALrK3Z3UEF4+5deNWm/VEzpeK3aLUeu2Kx9w65EAo&#10;jSXK06Ruh1IVdUVXzJNau3xK7GFiRV3RFdtwD1gbd0TolmoHt0sbeMVrbt0OTkF9jlEu0aKvi0RK&#10;lWlRPOcG6mbNesVzbl2v+nHFe26ggNPMVyRwA4Oltbd40I3eM1fau8u7AycIbYkqXnTrN6rvRZyd&#10;i/2m+NBhxX7Fk27oWM3DIUTwom+reppFEne37XPfsN2CfnmsPRbTsq61vLmWda1ZpmVda5YhBxnX&#10;44fE0WwnOresa82Q5EqSIeErxlt125DMMX9IkWBHHBte0C5BDEecezUR9Dri2K6C9vN4L5hH+QBf&#10;7JymMvv8Ib2GYFeGH2M4JOJeR5ybClfprMpwU+EJnSPOz4Ec4OicJQ6vkwwJP+Ysce7VRAptN5WZ&#10;xQ/peSVHnJuaMgeC+FeH3MLdKsXcgmNbi7lFCdgBHo30ihZ0g2w0Ank/bDSJH8mXsfu4nQ7Wpdts&#10;W3Imv5TKd+nsKWEgSsKljF0mpcqXS8elN0viRGNKTtxP3ewQkuOdIxw/Qj29ZyFwSc6STkJeN3L2&#10;PO6GZRBKS+TLLRonbvvktZ0YwUM9cW1ut33gp0/c9z26gXnJ4b3LGJH6yZfriUt4Lt1hq+/Sgy8j&#10;usDso55OVmT5MS3AUqp8uXTc2bOk8/pK18sIGZ3397qO/H4qfXDeMaAbfpZ06Mm7ju5Bg043BwYD&#10;I0o6zPoUD4iSuPC37blhx4CuHxxJul2nevbOW0CIHrAgru2tztzLUzGd86TAnq4fqWi8PGdrlJ70&#10;XoChB1WixvQktAwf+cZhtKPbEip6g6Ow1RhEJVjQWTzoZYuo0Qn3b3lKkj2tkhHACAoRobDl6HoQ&#10;TdknCiNpqnxjk7dMwb/fOPoo9gV9iGWY5c5EUUZysJDVDiLyD3KIgZly/MoDoh62HB8ethFVqeIl&#10;ZIPYOrMf4ZNQP8RHzHLlhQdvF6E1mdo7Y4uw2pved8AGYcox59TkPMIlWxIhYk19fGBHzMWUw6sl&#10;oR20LVn6RrrUQXtHZ98Y5VUvZ9zTDkD66IEHs1we94Pzjt5IoQnoQxzH1sfbGp7ftOV48+0jYFsd&#10;fwgIhXI7r1xZ3Jx3Ckdxt7xy+aEWZ4sY+QU4Z+mV9zgiWlVvLOG+YGR7KPPeafsX0WrOoItdijiT&#10;2VW8knXe41m8qyY/XhZO+cYFlPsT8SizUIqm0nDDqcwavsCYhFHu+M68jyNuZWrjt50G591MPimO&#10;zlbBp6wxneHEEPKNBmGHAO/3mHXDHhua6i1giJNFOWfkIgYS5OYI01HHpDysOEfYty5HMQz0GEJm&#10;djvYS9wiNGb1bM/PHG6dzkDsLZSL4Jqtj++EdunALt0gXx6fvPHsE0hJ/l2+LMftQBjOLJeeFya7&#10;7J2NcWDHAu+G2YOUnkYihRSxs0vmAdh5D7rR84ZBI3nbVp+kExOie7ag1LF3jmujnGl756yIQGGs&#10;o+eK4+moKDg45yo8UM6CwAxYrUZQkQWdoTOL84pQkKkREbmo0Xs4EQFIFnTWwa0s0pOzmG8J+UCj&#10;Z3L6GsFKFsSlnmWeHewcNTqu0I7JdwAMtjccBDajRrKTVfReBq63OO3lsL11BgWCoLFoRDnNojt6&#10;ZC40e+tMQzyGyybfOksAhUyjTsRE7dI76e+dswmBG4JP+jscui1j4vzObUcE1Zbs+Qm0bu+Ys+v5&#10;Mdhu7/iXFI6NbUe81S59YN8Ab3R6knI+3TuvxFHwNpRO0Vm79OQIb5wH5bqRH7MDLZDtM1Ool0t3&#10;TqmABohkuruVbUm+cXvCFUucRBKo1zduBIa5dMfHrt2ASqny5dLpdcw4O7yXln/DTancxiz3r1Jq&#10;w+R/50+n4VYCa0/D5J9i8rHqnGLyg2f1rTH56cYVjy9QTyyo/JHWcsqQBpCEV76vQuXDmSQMIdSG&#10;hTSH22PpWuAjkdsfha7EsAslMVKjaIN7ksRw9RlBNWtt2FUWsYkgTrWqoR+SlKYJq2QmU9eDVS/J&#10;DJwpsK4TTnJJyrAXOiaJ9dhuAmxorY0OGEnOMBi5DEnO0ld0gNGdeQ9Y+vIuGPGgjNIHSGXL66f2&#10;aIHGt9qbd4ZVvzO7o8TjlyMOu2tL7mzJnRdPIJJ4dfHh3asPcZUlDhdOBKUfiWwhLD8x0oy5XIs0&#10;05IQvScMMl6TtUhz1EYHukVWvCL5sk/GkQHRKP8q3ygVnUYsXVyu/Kt8o1SqIU0rW5L2AfIEfUlp&#10;tS+JNYR1JvtI/eTL9fztpVfs2LzL7927DDdmzbs89S7hsZx6l+kJ46v/8cvfwKtD689XM4OkqzTL&#10;u5Rbza/0LpFEWHe9cu8munBItQqu7kIhcqZnUzg2wetaq8qdGs1FzR0arCsRl75WlTuWuAtQ2ld6&#10;M0MEza+VFc6M7j3nvuWAZBhC4K+VnbiWyH1TbJ8bX/IyK+pK++tdmXeA1pdFkic2JEokCbvhSZ8X&#10;bqXa0LwPDJecooyLD61ZreiDjd7MvBPyZjZv8vcCkkdPA7/4NVQhwcMJuEXMt7o3SWmM8MDE8VNd&#10;yeSAmR5ddOdoOTPFsJCxjxbXAfX+MXmwWIZMjQCgYZaiIVhgbEFMuaLF4hTKNzmxmIDkOjva2Bv/&#10;Jwtt3uP37j2GwHHzHk+9R2x1p95jOOt967vJvURpKowh8LLC3WSKynyV99gNI2dghi7X7ibVBMfc&#10;fQGLBudLrnTl3gvQu8FLWJOP5A5kN3Sck79SlvuQAEspynL3BaE0TgxdKcu9FyC+FGW5+4IIHmfo&#10;rpTl3gtga4qywoUEOEUzWnE7CfSdpq7oA3ARwusLaPtTry/vBIAINXVFLwDnq6nLuwFYSE1d0Q8b&#10;yahdma5wI3edlowMSNDibQKmxQmha3V5VwCZqtSuIArZj5yzvtJGwcjk4+73qra8J3bCE7LWlncE&#10;AYW1yuU9sQP1Qb1fActcKkeQZ01d3hNb4UhY1y6fEYHJpp6KjOj1Uuw8avOLQI3JdEDTaB1LEewk&#10;N0mG/qp28JwWMYLVK40FVmGRG5F5X7ddQRZCOQKaurwrBrVnCWiTGkEJD5q6vCv6nbbQEUQjUwe5&#10;eleQN7bIqUsdIQMXsVllzykIQzDY66Yr+EK6Wa1cwRiijZKCL+QkPzrfkwrKkF4dwwVpiJEOTgC4&#10;ZJEhROlqKydF7pOYka1O0fgkNyJJXrFc0Q96Mj1BopI6wBwUdQV1iJHrT6ePpG6etW2CUpWSmEFF&#10;QCjpJJd4HFYTtiAP6XSmBELFJHVAJGqNzbsCiVfa7k+41aRuL9Qm69oVXaGzTOBSfVHXbbBO1Lu2&#10;JBDRSTAKAhHc3WsuAAHyUjMsjo68M7p+0CYtwDSZvjMpROCKqfqK7jAYTvLuQLKN5kCVJCI6AQvB&#10;4Ra7jJO2cRcsIjo9DEHcFnXAHSvdSwDAJKdz11BCQhLrJnUwE7YtyekuVEkiQp5bffAVJCI660/J&#10;IUJ3sIq6fG4Asq1sPoTHTI1AIqbWFQRrTXI6XRIh7pIYdgJtES0ZRHq1dkVXbNUlviAQAeBYa2y+&#10;StFWodiu4A/RWIQU8pDVIkWw6mSSXFm7FP29XIqGO9EaSQodYHBfd0j4YTtVvDGHaLQOjTlEswxn&#10;iTTmkI8UMKB4wqfjM72vcuDkqEOCu9uTj5xImqsp/9ARx04YxCVM7IhjpwvikmjhiGMnC+KStuKI&#10;w4EL4oJtscU5XaExh6zGDGcU/FdnDsFgNJlDBk5/l+GkReBwPx3HtYTqJGAl3xi4omvsMEC9HJWB&#10;LjcwkJ2cWFxlx/nhpgzSRRP04VLbDJnh5gtHJRJ0S+bMBy+9ly7Ig0YvXxhVi23xEpBxSw5PE3Xs&#10;nQRDuk4Pgl6KNG6Po0Yv5xqCrNFJ4qbL91C0lxUeaCeoMV6aOU7L0Y6jwypBN/WhaC8RvuvPTUwl&#10;IguqI0iP7dFDLwyRoJf7j+tfHLNI0GGVQBJUbLXHToA3YuPA9egOOiRVhqI9/gTIRTt6hAxI/oqC&#10;CAfY5tlwZN2jjOg2nFLqcVBQZCE0xiO12PNM8EgyJKLnkW4gBhHLdabgXkgANg4ryI7nNHJjbSMi&#10;XhFK9plL6MIRQwwJdzZMYMd5yKCssRO5EdtgjQ5pwFayAT0GGKL0DHUE5bw5dBAHYUFc8iJgpmIy&#10;ZnRI1OhALXCzyoLO3oGYSRREUMQuOhE0OInVxO8U6ujBQRBfYUEnv22SLvSojoTUA8uKAwoROiiP&#10;kGmUBFWP42mUtFO8zmDaEXGb2GqPiWrgSeiSW+FilDU6AxcxHhZ0KLh6Jh9xWb1kM3JThwXvjQd+&#10;7FnY8XHGpzOTQTE7mHiZMggOmR0jaeceixsF/2jh8XjheF65RHO8Bfr5oNx72NftFQ8RqVBDCjmZ&#10;Le5T0iqGmrXsDCln1ckqQPSKi07AEHGR5Rtd5TQLvAzgkf1LN6kYka7YL16esrz37KY+T/RGBvW0&#10;l00tyb8U9jLtODHpEABz9oYwszfYeWnkaZ33MtO3kpLvJbvjdjq22sufT0QEXkp+IiLwkvx3kpDv&#10;0QYQV0joGZ+IgBdbj9pgL60mUglrKiCKF4tGmM4UBBEBH8omB2iZ/MHOI4mgmF8sHUE9p3ThivOo&#10;LOBai06HHYMihLF00PTbpSNiy5IOhwdOKdFfD+dDy/AUT4w6PaaRjo6YYXj02L1tnUKN6PGhUPQx&#10;6vQoVnAJwAuRx9oCUkpeYDwiGIpVxtI9bpkOeZws6fhz3chrjEeAA34pPg04jh8YLeLS4VH0gDU0&#10;CnqcPx2RL1FPeiRCYE3h86FzYgEJauxHj+aIAqahaPfEScdmqqO3aMGZinV0XSA6X5NGRE/t4Tuf&#10;SZ5HEIWo0SOzIvQ4Fe2RY2EWxLHrkW0BkxMN7pF3UdA2FO2RgXVb5gQZHHIxeGixjh5ZGQV4Q9Ee&#10;+RkEeXN0yNQAMZFF1XbBIMgasVuYS5UQBKVrfnGo5Mt3kAtvh6cvGkfuPkWNfJM6boizkqZi3Wac&#10;VaxcuJ7WroH2v3fQfhjvDbR/CtrHLD8B7ccjwLcG7eMCNK7gwT/M6ESwwhFiP7gncaH5Osh+eJaP&#10;nuOFshwcCfcjwUToaTY8AQ6PKPiLuRgqmcQIXVPRhIUnifS6JqwnSUzRhB0oiYTaaLXCDpQE47ty&#10;lXphF09Cpjb0eRJUtcGxS0JGK0u4vmr83Pqq7ekmL5WpVqx41NOqWd4Bura8D/Sa5R3Qqa3Me0DX&#10;lZtf15Xbn2qfjdeGbPq9IJvQ04ASfE26J92QIdYc17pauidGYPSs45KJErVoM/uiSU48MvlGzyxK&#10;pbVVDRlgTIdyz5fEXLddR26JLSXletpEztYm1jtPinSWznTzG793vzHcQDe/8dRvxKIR/cb/uLl6&#10;AZHT/c1FRG7VHceLx+MPtxC7+dPT0/HX25vL62csSmEyFL9Af3gGzcjFh1///Xh98+7V5eeXY4CV&#10;iVd4/PlngpdNfN8ZJtTiTgZ6f/In0/2e/N6np+eXv9wcHy7oB7AuodpB7+UvWF7jpBQRWiafj/d3&#10;1+/v7u/DH54+fvjh/unil8t7oNzCfzyPC7H7RxJ+PNKvyTSnv7n58sJLOH66+Px09+7V3/eAYGz+&#10;3O9fv59329fj+3F6DXrS3etNt//zft6M+/HH9/+gCnbj29u76+ubx7/ePd5cfHm4f3x+i7989+r2&#10;5eXT2zdvnq9ubx4un//wcHf1dHw+/vzyh6vjwxtY6e7q5s310+Wvd48f31BazpuHy7tvMNke7l5u&#10;ni7u7x5w+5UscfmWuvSnx+vgdL9c3t3Hn9+U1Q8RZNhAvsEqb6TPI9/jy5cPXy7urqmHycb0jx+O&#10;1/8HQ+LpiH7DpvHLzRN+uD0+/d9XF78+XX569+r5f3++fLp5dXH/3x8xrPYIs0LsJfxhnMIlylP+&#10;Lx/yf7l8vIKqd69eXgFBTD/+8II/4fc/f3q6+3iLkiJNwuPxTxiKP9+FsbLUCk2hP/z6/CnWFT9w&#10;J+Gvz+ukX49P17GH6KdPT8erm+dn9Nrfbi8/3WAIkH6w78ACZBZKBTw9sYW7DRb727ci6UE5mEen&#10;84umXXV+XX2O84sGvMwpOljxyF84daD3xMnHXA5LQX4Oyw8M0cnnzTMXys8LGOI4rtVU5ec1KIEn&#10;XVGVHxZIiaIrPy2ouvLDgqHr9LRQqVV+VNAbmB8VlOYVxzQ6jdYMRVf0qWtUoxenNL1SxTFNq1Vu&#10;dbVWuc01RbnJVUW5wfXm5TanLlZslRu9UNZOZ+10RvvHGdSOYRLS8YymPi2cy9ErHqbo72kVxgBj&#10;h2ORKI9dmIgnxzj5d/lGjbHI4CCJShGQ74mgLSbl2lKnrZCi5BuL/C26vkV5a+tKfdqx7Bt4ik/H&#10;z+wQ/gucw8RL2JzD3DnEInDqHIYr7n+Nc9iHWbicvsjtDs5hQlnJ6euf8g6jc0GzNBwrFhcy91PG&#10;zZ7SW+lzKpa7h9CCnbyiq/QOVV25p6LqWnsq60qdeiqVKuV+SnR41mpyL0VpWe6hGFYqXEPd5IbN&#10;m8fzWzweWOvb3OmGIV/zGmQflTmBEjW3gUZfwFXw9IGo7IHyLT2Rc/bdc2SyuklB8i2dgYpg252/&#10;9905wCNoz/nPsjvjEufj218/4hKHFjNcKt3eXf14+XKZ/zlc9by96Y+3x/vrm6c//j8BAAAA//8D&#10;AFBLAwQUAAYACAAAACEA386QMOIAAAANAQAADwAAAGRycy9kb3ducmV2LnhtbEyPzU7DMBCE70i8&#10;g7VI3KjzZyghTlVVwKlCokVCvbnxNoka21HsJunbs5zguDOfZmeK1Ww6NuLgW2clxIsIGNrK6dbW&#10;Er72bw9LYD4oq1XnLEq4oodVeXtTqFy7yX7iuAs1oxDrcyWhCaHPOfdVg0b5hevRkndyg1GBzqHm&#10;elAThZuOJ1H0yI1qLX1oVI+bBqvz7mIkvE9qWqfx67g9nzbXw158fG9jlPL+bl6/AAs4hz8YfutT&#10;dSip09FdrPask5ClzwmhZGSpeAJGiEgyWnMkSYg4A14W/P+K8gcAAP//AwBQSwECLQAUAAYACAAA&#10;ACEAtoM4kv4AAADhAQAAEwAAAAAAAAAAAAAAAAAAAAAAW0NvbnRlbnRfVHlwZXNdLnhtbFBLAQIt&#10;ABQABgAIAAAAIQA4/SH/1gAAAJQBAAALAAAAAAAAAAAAAAAAAC8BAABfcmVscy8ucmVsc1BLAQIt&#10;ABQABgAIAAAAIQC6phQs5HcAABJZBAAOAAAAAAAAAAAAAAAAAC4CAABkcnMvZTJvRG9jLnhtbFBL&#10;AQItABQABgAIAAAAIQDfzpAw4gAAAA0BAAAPAAAAAAAAAAAAAAAAAD56AABkcnMvZG93bnJldi54&#10;bWxQSwUGAAAAAAQABADzAAAATX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40D3" w:rsidRDefault="005A40D3" w:rsidP="005A40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A40D3" w:rsidRDefault="005A40D3" w:rsidP="005A40D3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5A40D3" w:rsidRPr="001869AA" w:rsidRDefault="005A40D3" w:rsidP="005A40D3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A40D3" w:rsidRDefault="005A40D3" w:rsidP="005A40D3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5A40D3" w:rsidRPr="001869AA" w:rsidRDefault="005A40D3" w:rsidP="005A40D3">
      <w:pPr>
        <w:spacing w:after="0" w:line="240" w:lineRule="auto"/>
        <w:jc w:val="center"/>
        <w:rPr>
          <w:rFonts w:ascii="Times New Roman" w:hAnsi="Times New Roman"/>
        </w:rPr>
      </w:pPr>
    </w:p>
    <w:p w:rsidR="005A40D3" w:rsidRPr="004C78CD" w:rsidRDefault="005A40D3" w:rsidP="005A40D3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Чміль</w:t>
      </w:r>
      <w:proofErr w:type="spellEnd"/>
      <w:r>
        <w:rPr>
          <w:rFonts w:ascii="Times New Roman" w:hAnsi="Times New Roman"/>
          <w:b/>
          <w:sz w:val="24"/>
        </w:rPr>
        <w:t xml:space="preserve"> В.О.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Чміль</w:t>
      </w:r>
      <w:proofErr w:type="spellEnd"/>
      <w:r>
        <w:rPr>
          <w:rFonts w:ascii="Times New Roman" w:hAnsi="Times New Roman"/>
          <w:sz w:val="24"/>
          <w:lang w:val="ru-RU"/>
        </w:rPr>
        <w:t xml:space="preserve"> В.О.,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A40D3" w:rsidRPr="008E2C07" w:rsidRDefault="005A40D3" w:rsidP="005A40D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Віктору Олександровичу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4C3204">
        <w:rPr>
          <w:rFonts w:ascii="Times New Roman" w:hAnsi="Times New Roman"/>
          <w:sz w:val="24"/>
          <w:lang w:val="en-US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0,2200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 </w:t>
      </w:r>
      <w:proofErr w:type="spellStart"/>
      <w:r>
        <w:rPr>
          <w:rFonts w:ascii="Times New Roman" w:hAnsi="Times New Roman"/>
          <w:sz w:val="24"/>
          <w:lang w:val="ru-RU"/>
        </w:rPr>
        <w:t>с.Стригани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В.О.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5A40D3" w:rsidRPr="008E2C07" w:rsidRDefault="005A40D3" w:rsidP="005A40D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A40D3" w:rsidRPr="008E2C07" w:rsidRDefault="005A40D3" w:rsidP="005A40D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A40D3" w:rsidRDefault="005A40D3" w:rsidP="005A40D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0A0A4E" w:rsidRDefault="000A0A4E"/>
    <w:sectPr w:rsidR="000A0A4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D3"/>
    <w:rsid w:val="000A0A4E"/>
    <w:rsid w:val="00171A2E"/>
    <w:rsid w:val="00304C90"/>
    <w:rsid w:val="004C3204"/>
    <w:rsid w:val="00505B6D"/>
    <w:rsid w:val="005A40D3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0D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0D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224</Words>
  <Characters>1280</Characters>
  <Application>Microsoft Office Word</Application>
  <DocSecurity>0</DocSecurity>
  <Lines>10</Lines>
  <Paragraphs>3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2020-11-17T16:18:00Z</dcterms:created>
  <dcterms:modified xsi:type="dcterms:W3CDTF">2020-11-18T07:04:00Z</dcterms:modified>
</cp:coreProperties>
</file>