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4F9" w:rsidRDefault="006A1BB5" w:rsidP="00B734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A1BB5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734F9" w:rsidRDefault="00B734F9" w:rsidP="00B734F9"/>
    <w:p w:rsidR="00B734F9" w:rsidRDefault="00B734F9" w:rsidP="00B734F9"/>
    <w:p w:rsidR="00B734F9" w:rsidRDefault="00B734F9" w:rsidP="00B734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734F9" w:rsidRDefault="00B734F9" w:rsidP="00B734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734F9" w:rsidRDefault="00B734F9" w:rsidP="00B734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734F9" w:rsidRDefault="00B734F9" w:rsidP="00B734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34F9" w:rsidRDefault="00B734F9" w:rsidP="00B734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34F9" w:rsidRDefault="00B734F9" w:rsidP="00B734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734F9" w:rsidRDefault="00B734F9" w:rsidP="00B734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34F9" w:rsidRDefault="00B734F9" w:rsidP="00B734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734F9" w:rsidRDefault="00B734F9" w:rsidP="00B734F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із землеустрою  щодо </w:t>
      </w: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 земельної  ділянки</w:t>
      </w: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Денисюк Р.В.</w:t>
      </w:r>
    </w:p>
    <w:p w:rsidR="00B734F9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 Р.В.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сільська рада </w:t>
      </w: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Денисюк Розі Василівні, яка зареєстрована за адресою: </w:t>
      </w:r>
      <w:r w:rsidR="00293CBD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дозвіл на розробку проекту із землеустрою щодо відведення земельної ділянки для передачі її у власність, орієнтовною площею 0,20 га, для будівництва і обслуговування житлового будинку, господарських будівель та споруд, земельна ділянка розташована в с. Стригани, по  вулиця Ганни Охман, Крупецької сільської ради</w:t>
      </w: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Денисюк Р.В.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B734F9" w:rsidRDefault="00B734F9" w:rsidP="00B734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34F9" w:rsidRDefault="00B734F9" w:rsidP="00B734F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Default="00B734F9" w:rsidP="00B734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B734F9" w:rsidRPr="00261CFD" w:rsidRDefault="00B734F9" w:rsidP="00B734F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p w:rsidR="00CA18EA" w:rsidRDefault="00CA18EA"/>
    <w:sectPr w:rsidR="00CA18EA" w:rsidSect="007F21D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0D12" w:rsidRDefault="00F60D12" w:rsidP="006A1BB5">
      <w:pPr>
        <w:spacing w:after="0" w:line="240" w:lineRule="auto"/>
      </w:pPr>
      <w:r>
        <w:separator/>
      </w:r>
    </w:p>
  </w:endnote>
  <w:endnote w:type="continuationSeparator" w:id="0">
    <w:p w:rsidR="00F60D12" w:rsidRDefault="00F60D12" w:rsidP="006A1B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0D12" w:rsidRDefault="00F60D12" w:rsidP="006A1BB5">
      <w:pPr>
        <w:spacing w:after="0" w:line="240" w:lineRule="auto"/>
      </w:pPr>
      <w:r>
        <w:separator/>
      </w:r>
    </w:p>
  </w:footnote>
  <w:footnote w:type="continuationSeparator" w:id="0">
    <w:p w:rsidR="00F60D12" w:rsidRDefault="00F60D12" w:rsidP="006A1B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F60D12">
    <w:pPr>
      <w:pStyle w:val="af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734F9"/>
    <w:rsid w:val="00171A2E"/>
    <w:rsid w:val="00293CBD"/>
    <w:rsid w:val="00304C90"/>
    <w:rsid w:val="00505B6D"/>
    <w:rsid w:val="006A1BB5"/>
    <w:rsid w:val="006D3977"/>
    <w:rsid w:val="007D6C18"/>
    <w:rsid w:val="00B734F9"/>
    <w:rsid w:val="00CA18EA"/>
    <w:rsid w:val="00D1641A"/>
    <w:rsid w:val="00F60D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4F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af4">
    <w:name w:val="footer"/>
    <w:basedOn w:val="a"/>
    <w:link w:val="af5"/>
    <w:uiPriority w:val="99"/>
    <w:rsid w:val="00B734F9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ижний колонтитул Знак"/>
    <w:basedOn w:val="a0"/>
    <w:link w:val="af4"/>
    <w:uiPriority w:val="99"/>
    <w:rsid w:val="00B734F9"/>
    <w:rPr>
      <w:rFonts w:ascii="Times New Roman" w:eastAsia="Times New Roman" w:hAnsi="Times New Roman" w:cs="Times New Roman"/>
      <w:sz w:val="24"/>
      <w:szCs w:val="24"/>
      <w:lang w:val="uk-UA" w:eastAsia="ru-RU" w:bidi="ar-SA"/>
    </w:rPr>
  </w:style>
  <w:style w:type="paragraph" w:styleId="af6">
    <w:name w:val="header"/>
    <w:basedOn w:val="a"/>
    <w:link w:val="af7"/>
    <w:uiPriority w:val="99"/>
    <w:unhideWhenUsed/>
    <w:rsid w:val="00B734F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sid w:val="00B734F9"/>
    <w:rPr>
      <w:rFonts w:ascii="Calibri" w:eastAsia="Times New Roman" w:hAnsi="Calibri" w:cs="Times New Roman"/>
      <w:lang w:val="uk-UA" w:eastAsia="uk-U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1ED62-712B-4E78-94E4-911976AB9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2020-03-04T08:43:00Z</dcterms:created>
  <dcterms:modified xsi:type="dcterms:W3CDTF">2020-03-04T08:50:00Z</dcterms:modified>
</cp:coreProperties>
</file>