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172" w:rsidRPr="00744026" w:rsidRDefault="006E4172" w:rsidP="006E4172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172" w:rsidRDefault="006E4172" w:rsidP="006E41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E4172" w:rsidRDefault="006E4172" w:rsidP="006E41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E4172" w:rsidRDefault="006E4172" w:rsidP="006E41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4172" w:rsidRDefault="006E4172" w:rsidP="006E41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4172" w:rsidRDefault="006E4172" w:rsidP="006E41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4172" w:rsidRDefault="006E4172" w:rsidP="006E41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4172" w:rsidRDefault="006E4172" w:rsidP="006E41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E4172" w:rsidRDefault="006E4172" w:rsidP="006E417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E4172" w:rsidRDefault="006E4172" w:rsidP="006E41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E4172" w:rsidRDefault="006E4172" w:rsidP="006E41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E4172" w:rsidRDefault="006E4172" w:rsidP="006E41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4172" w:rsidRDefault="006E4172" w:rsidP="006E41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E4172" w:rsidRDefault="006E4172" w:rsidP="006E41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4172" w:rsidRDefault="006E4172" w:rsidP="006E41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E4172" w:rsidRDefault="006E4172" w:rsidP="006E417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E4172" w:rsidRPr="00186FBA" w:rsidRDefault="006E4172" w:rsidP="006E417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№19</w:t>
      </w:r>
    </w:p>
    <w:p w:rsidR="006E4172" w:rsidRPr="00CF04D8" w:rsidRDefault="006E4172" w:rsidP="006E417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E4172" w:rsidRPr="00CF04D8" w:rsidRDefault="006E4172" w:rsidP="006E417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6E4172" w:rsidRPr="00CF04D8" w:rsidRDefault="006E4172" w:rsidP="006E417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техн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6E4172" w:rsidRPr="00CF04D8" w:rsidRDefault="006E4172" w:rsidP="006E417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) меж </w:t>
      </w:r>
    </w:p>
    <w:p w:rsidR="006E4172" w:rsidRPr="00CF04D8" w:rsidRDefault="006E4172" w:rsidP="006E417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6E4172" w:rsidRPr="00CF04D8" w:rsidRDefault="006E4172" w:rsidP="006E417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>Кравчук В.В.</w:t>
      </w:r>
    </w:p>
    <w:p w:rsidR="006E4172" w:rsidRPr="00CF04D8" w:rsidRDefault="006E4172" w:rsidP="006E417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4172" w:rsidRPr="00CF04D8" w:rsidRDefault="006E4172" w:rsidP="006E417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до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пункту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</w:t>
      </w:r>
      <w:r w:rsidRPr="00CF04D8">
        <w:rPr>
          <w:rFonts w:ascii="Times New Roman" w:eastAsia="Calibri" w:hAnsi="Times New Roman" w:cs="Times New Roman"/>
          <w:sz w:val="24"/>
          <w:szCs w:val="24"/>
        </w:rPr>
        <w:t>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«Про порядок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виділення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власникам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часток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паїв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Кравчук В.В.,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6E4172" w:rsidRPr="00CF04D8" w:rsidRDefault="006E4172" w:rsidP="006E417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6E4172" w:rsidRPr="00CF04D8" w:rsidRDefault="006E4172" w:rsidP="006E417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1.Надати Кравчук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Валентині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Василівні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5F7122">
        <w:rPr>
          <w:rFonts w:ascii="Times New Roman" w:eastAsia="Calibri" w:hAnsi="Times New Roman" w:cs="Times New Roman"/>
          <w:sz w:val="24"/>
          <w:szCs w:val="24"/>
        </w:rPr>
        <w:t>___________</w:t>
      </w:r>
      <w:bookmarkStart w:id="0" w:name="_GoBack"/>
      <w:bookmarkEnd w:id="0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ічної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документації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),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товарного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5,22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умовних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кадастрових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гектарах,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сертифікат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на право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(пай)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серія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ХМ №0318899, яка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межами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E4172" w:rsidRPr="00CF04D8" w:rsidRDefault="006E4172" w:rsidP="006E417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2.Кравчук В.В.,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ічну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 та подати на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6E4172" w:rsidRPr="00CF04D8" w:rsidRDefault="006E4172" w:rsidP="006E417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E4172" w:rsidRPr="00CF04D8" w:rsidRDefault="006E4172" w:rsidP="006E417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6E4172" w:rsidRPr="00CF04D8" w:rsidRDefault="006E4172" w:rsidP="006E417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5C1C" w:rsidRPr="006E4172" w:rsidRDefault="006E4172" w:rsidP="006E417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голова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7C5C1C" w:rsidRPr="006E4172" w:rsidSect="006E4172">
      <w:pgSz w:w="12240" w:h="15840"/>
      <w:pgMar w:top="426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172"/>
    <w:rsid w:val="00171A2E"/>
    <w:rsid w:val="00304C90"/>
    <w:rsid w:val="00505B6D"/>
    <w:rsid w:val="005F7122"/>
    <w:rsid w:val="006D3977"/>
    <w:rsid w:val="006E4172"/>
    <w:rsid w:val="007C5C1C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E417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E4172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E4172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E417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E4172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E4172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284</Words>
  <Characters>1621</Characters>
  <Application>Microsoft Office Word</Application>
  <DocSecurity>0</DocSecurity>
  <Lines>13</Lines>
  <Paragraphs>3</Paragraphs>
  <ScaleCrop>false</ScaleCrop>
  <Company>Microsoft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2021-03-02T13:56:00Z</dcterms:created>
  <dcterms:modified xsi:type="dcterms:W3CDTF">2021-03-02T14:34:00Z</dcterms:modified>
</cp:coreProperties>
</file>