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27" w:rsidRPr="00CB71B2" w:rsidRDefault="00845C27" w:rsidP="00845C2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384" name="Группа 12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9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" fillcolor="black" stroked="f"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" fillcolor="black" stroked="f"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845C27" w:rsidRPr="00CB71B2" w:rsidRDefault="00845C27" w:rsidP="00845C2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2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C27" w:rsidRDefault="00845C27" w:rsidP="00845C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2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RvFcH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AZ0RvFcHYAABJZBAAOAAAAAAAA&#10;AAAAAAAAAC4CAABkcnMvZTJvRG9jLnhtbFBLAQItABQABgAIAAAAIQDfzpAw4gAAAA0BAAAPAAAA&#10;AAAAAAAAAAAAAMp4AABkcnMvZG93bnJldi54bWxQSwUGAAAAAAQABADzAAAA2X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5C27" w:rsidRDefault="00845C27" w:rsidP="00845C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45C27" w:rsidRPr="00CB71B2" w:rsidRDefault="00845C27" w:rsidP="00845C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845C27" w:rsidRPr="00CB71B2" w:rsidRDefault="00845C27" w:rsidP="00845C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45C27" w:rsidRPr="00CB71B2" w:rsidRDefault="00845C27" w:rsidP="00845C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45C27" w:rsidRPr="00CB71B2" w:rsidRDefault="00845C27" w:rsidP="00845C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5C27" w:rsidRPr="00CB71B2" w:rsidRDefault="00845C27" w:rsidP="00845C2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45C27" w:rsidRPr="00CB71B2" w:rsidRDefault="00845C27" w:rsidP="00845C2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45C27" w:rsidRPr="00CB71B2" w:rsidRDefault="00845C27" w:rsidP="00845C27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Бірюкової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Л.Д.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рада 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232BB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232B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иватну власність,  площею 0,2392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ий номер: 6823984000:01:016:0035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(Шепетівський)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вулиця Незалежності, 117.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 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5C27" w:rsidRPr="00CB71B2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F26040" w:rsidRPr="00845C27" w:rsidRDefault="00845C27" w:rsidP="00845C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F26040" w:rsidRPr="00845C2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27"/>
    <w:rsid w:val="00171A2E"/>
    <w:rsid w:val="00304C90"/>
    <w:rsid w:val="00505B6D"/>
    <w:rsid w:val="006D3977"/>
    <w:rsid w:val="007D6C18"/>
    <w:rsid w:val="00845C27"/>
    <w:rsid w:val="00B232BB"/>
    <w:rsid w:val="00D1641A"/>
    <w:rsid w:val="00F2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D2E4"/>
  <w15:docId w15:val="{B9D9EFAA-3E45-4497-98D7-8659C78F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27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2021-04-14T11:56:00Z</dcterms:created>
  <dcterms:modified xsi:type="dcterms:W3CDTF">2021-04-15T12:13:00Z</dcterms:modified>
</cp:coreProperties>
</file>