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941" w:rsidRDefault="00283941" w:rsidP="0028394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941" w:rsidRDefault="00283941" w:rsidP="002839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3941" w:rsidRDefault="00283941" w:rsidP="002839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941" w:rsidRDefault="00283941" w:rsidP="002839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3941" w:rsidRDefault="00283941" w:rsidP="002839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941" w:rsidRDefault="00283941" w:rsidP="002839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3941" w:rsidRDefault="00283941" w:rsidP="002839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941" w:rsidRDefault="00283941" w:rsidP="002839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3941" w:rsidRDefault="00283941" w:rsidP="002839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941" w:rsidRDefault="00283941" w:rsidP="002839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3941" w:rsidRDefault="00283941" w:rsidP="002839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941" w:rsidRDefault="00283941" w:rsidP="002839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3941" w:rsidRDefault="00283941" w:rsidP="002839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941" w:rsidRDefault="00283941" w:rsidP="002839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3941" w:rsidRDefault="00283941" w:rsidP="002839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941" w:rsidRDefault="00283941" w:rsidP="002839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3941" w:rsidRDefault="00283941" w:rsidP="002839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941" w:rsidRDefault="00283941" w:rsidP="002839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3941" w:rsidRDefault="00283941" w:rsidP="002839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941" w:rsidRDefault="00283941" w:rsidP="002839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3941" w:rsidRDefault="00283941" w:rsidP="002839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941" w:rsidRDefault="00283941" w:rsidP="002839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941" w:rsidRDefault="00283941" w:rsidP="002839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941" w:rsidRDefault="00283941" w:rsidP="002839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941" w:rsidRDefault="00283941" w:rsidP="002839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941" w:rsidRDefault="00283941" w:rsidP="002839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941" w:rsidRDefault="00283941" w:rsidP="002839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941" w:rsidRDefault="00283941" w:rsidP="002839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941" w:rsidRDefault="00283941" w:rsidP="002839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941" w:rsidRDefault="00283941" w:rsidP="002839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3941" w:rsidRDefault="00283941" w:rsidP="0028394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83941" w:rsidRDefault="00283941" w:rsidP="002839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83941" w:rsidRDefault="00283941" w:rsidP="002839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83941" w:rsidRDefault="00283941" w:rsidP="002839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83941" w:rsidRDefault="00283941" w:rsidP="002839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83941" w:rsidRDefault="00283941" w:rsidP="002839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83941" w:rsidRDefault="00283941" w:rsidP="002839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83941" w:rsidRDefault="00283941" w:rsidP="002839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83941" w:rsidRDefault="00283941" w:rsidP="002839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83941" w:rsidRDefault="00283941" w:rsidP="002839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83941" w:rsidRDefault="00283941" w:rsidP="002839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83941" w:rsidRDefault="00283941" w:rsidP="002839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83941" w:rsidRDefault="00283941" w:rsidP="002839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83941" w:rsidRDefault="00283941" w:rsidP="002839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83941" w:rsidRDefault="00283941" w:rsidP="002839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83941" w:rsidRDefault="00283941" w:rsidP="002839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83941" w:rsidRDefault="00283941" w:rsidP="002839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83941" w:rsidRDefault="00283941" w:rsidP="002839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83941" w:rsidRDefault="00283941" w:rsidP="002839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83941" w:rsidRDefault="00283941" w:rsidP="002839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83941" w:rsidRDefault="00283941" w:rsidP="002839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83941" w:rsidRDefault="00283941" w:rsidP="002839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83941" w:rsidRDefault="00283941" w:rsidP="002839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83941" w:rsidRDefault="00283941" w:rsidP="002839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83941" w:rsidRDefault="00283941" w:rsidP="002839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83941" w:rsidRDefault="00283941" w:rsidP="002839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83941" w:rsidRDefault="00283941" w:rsidP="002839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83941" w:rsidRDefault="00283941" w:rsidP="002839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83941" w:rsidRDefault="00283941" w:rsidP="002839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83941" w:rsidRDefault="00283941" w:rsidP="002839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83941" w:rsidRDefault="00283941" w:rsidP="0028394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83941" w:rsidRDefault="00283941" w:rsidP="002839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3941" w:rsidRDefault="00283941" w:rsidP="002839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3941" w:rsidRDefault="00283941" w:rsidP="002839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3941" w:rsidRDefault="00283941" w:rsidP="002839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3941" w:rsidRDefault="00283941" w:rsidP="002839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83941" w:rsidRDefault="00283941" w:rsidP="0028394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83941" w:rsidRDefault="00283941" w:rsidP="002839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83941" w:rsidRDefault="00283941" w:rsidP="002839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83941" w:rsidRDefault="00283941" w:rsidP="002839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3941" w:rsidRDefault="00283941" w:rsidP="002839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83941" w:rsidRDefault="00283941" w:rsidP="002839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3941" w:rsidRDefault="00283941" w:rsidP="0028394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83941" w:rsidRDefault="00283941" w:rsidP="0028394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83941" w:rsidRDefault="00283941" w:rsidP="0028394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25</w:t>
      </w:r>
    </w:p>
    <w:p w:rsidR="00283941" w:rsidRDefault="00283941" w:rsidP="0028394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83941" w:rsidRDefault="00283941" w:rsidP="00283941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283941" w:rsidRDefault="00283941" w:rsidP="0028394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283941" w:rsidRDefault="00283941" w:rsidP="0028394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283941" w:rsidRDefault="00283941" w:rsidP="0028394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Ні</w:t>
      </w:r>
      <w:proofErr w:type="gram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к</w:t>
      </w:r>
      <w:proofErr w:type="gram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ітюк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О.П.</w:t>
      </w:r>
    </w:p>
    <w:p w:rsidR="00283941" w:rsidRDefault="00283941" w:rsidP="0028394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283941" w:rsidRDefault="00283941" w:rsidP="0028394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до пункту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12,22,116, 118, 121 та 122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Нікітюк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О.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283941" w:rsidRPr="007C46F7" w:rsidRDefault="00283941" w:rsidP="0028394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283941" w:rsidRDefault="00283941" w:rsidP="0028394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Нікітюк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Олені Петрівні,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ED56A3" w:rsidRPr="00ED56A3">
        <w:rPr>
          <w:rFonts w:ascii="Times New Roman" w:eastAsia="Calibri" w:hAnsi="Times New Roman" w:cs="Times New Roman"/>
          <w:sz w:val="24"/>
          <w:lang w:eastAsia="en-US"/>
        </w:rPr>
        <w:t>_</w:t>
      </w:r>
      <w:r w:rsidR="00ED56A3">
        <w:rPr>
          <w:rFonts w:ascii="Times New Roman" w:eastAsia="Calibri" w:hAnsi="Times New Roman" w:cs="Times New Roman"/>
          <w:sz w:val="24"/>
          <w:lang w:val="ru-RU" w:eastAsia="en-US"/>
        </w:rPr>
        <w:t>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0,2500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Головлі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283941" w:rsidRDefault="00283941" w:rsidP="0028394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Нікітюк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О.П,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283941" w:rsidRDefault="00283941" w:rsidP="0028394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283941" w:rsidRDefault="00283941" w:rsidP="0028394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83941" w:rsidRDefault="00283941" w:rsidP="0028394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83941" w:rsidRDefault="00283941" w:rsidP="0028394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83941" w:rsidRDefault="00283941" w:rsidP="00283941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83941" w:rsidRDefault="00283941" w:rsidP="00283941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83941" w:rsidRDefault="00283941" w:rsidP="00283941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B4352" w:rsidRPr="00283941" w:rsidRDefault="00283941" w:rsidP="0028394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en-US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6B4352" w:rsidRPr="0028394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941"/>
    <w:rsid w:val="00283941"/>
    <w:rsid w:val="006B4352"/>
    <w:rsid w:val="00ED5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4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8394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8394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83941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941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8394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8394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83941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240</Words>
  <Characters>1370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2021-07-26T12:24:00Z</dcterms:created>
  <dcterms:modified xsi:type="dcterms:W3CDTF">2021-07-27T07:19:00Z</dcterms:modified>
</cp:coreProperties>
</file>