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100" w:rsidRDefault="00426100" w:rsidP="00426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4AF053" wp14:editId="59F284A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5850" name="Группа 158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585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100" w:rsidRDefault="00426100" w:rsidP="004261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850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4ksIA&#10;AADeAAAADwAAAGRycy9kb3ducmV2LnhtbERPy6rCMBDdX/AfwgjurqmK11KNIqLiQrjUx35oxrbY&#10;TEoTtf69EQR3czjPmS1aU4k7Na60rGDQj0AQZ1aXnCs4HTe/MQjnkTVWlknBkxws5p2fGSbaPjil&#10;+8HnIoSwS1BB4X2dSOmyggy6vq2JA3exjUEfYJNL3eAjhJtKDqPoTxosOTQUWNOqoOx6uBkFdrTd&#10;7c/5MB2teeJ5+R9fzu1eqV63XU5BeGr9V/xx73SYP47HA3i/E26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RjiS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AURsYA&#10;AADeAAAADwAAAGRycy9kb3ducmV2LnhtbERPS2sCMRC+C/0PYQq9SM0qaHU1igjb16HgA7wOm3Gz&#10;7WayJKlu/fVNoeBtPr7nLFadbcSZfKgdKxgOMhDEpdM1VwoO++JxCiJEZI2NY1LwQwFWy7veAnPt&#10;Lryl8y5WIoVwyFGBibHNpQylIYth4FrixJ2ctxgT9JXUHi8p3DZylGUTabHm1GCwpY2h8mv3bRV8&#10;Fh/muHm6Pvv+bEvXfvH+0rxNlHq479ZzEJG6eBP/u191mj+ejkfw9066QS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1AUR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8V3MYA&#10;AADeAAAADwAAAGRycy9kb3ducmV2LnhtbESPwWrDMBBE74H+g9hAL6GW05AS3CghlLqUXEKSfsBi&#10;rS0Ta2UsxVb/vioUettlZufNbvfRdmKkwbeOFSyzHARx5XTLjYKva/m0AeEDssbOMSn4Jg/73cNs&#10;i4V2E59pvIRGpBD2BSowIfSFlL4yZNFnridOWu0GiyGtQyP1gFMKt518zvMXabHlRDDY05uh6na5&#10;2wQ5rfB0rKdr+RFxwvej4cXhrNTjPB5eQQSK4d/8d/2pU/31Zr2C33fSDHL3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8V3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KYksQA&#10;AADeAAAADwAAAGRycy9kb3ducmV2LnhtbERPTUsDMRC9C/0PYQrebNbSrWVtWkqrIIKHVkG8DZvp&#10;7uJmEpKxu/57Iwje5vE+Z70dXa8uFFPn2cDtrABFXHvbcWPg7fXxZgUqCbLF3jMZ+KYE283kao2V&#10;9QMf6XKSRuUQThUaaEVCpXWqW3KYZj4QZ+7so0PJMDbaRhxyuOv1vCiW2mHHuaHFQPuW6s/TlzPw&#10;MjyE57tleQ4fcTHX6WDlfS/GXE/H3T0ooVH+xX/uJ5vnl6tyAb/v5Bv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imJ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ooM8QA&#10;AADeAAAADwAAAGRycy9kb3ducmV2LnhtbESP3YrCMBCF7xd8hzCCN4umKhWpRhFRWbwRfx5gaMam&#10;2ExKE219+42wsHcznDPnO7Ncd7YSL2p86VjBeJSAIM6dLrlQcLvuh3MQPiBrrByTgjd5WK96X0vM&#10;tGv5TK9LKEQMYZ+hAhNCnUnpc0MW/cjVxFG7u8ZiiGtTSN1gG8NtJSdJMpMWS44EgzVtDeWPy9NG&#10;yGmKp+O9ve4PHba4Oxr+3pyVGvS7zQJEoC78m/+uf3Ssn87TFD7vxBn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qKD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yjfsQA&#10;AADeAAAADwAAAGRycy9kb3ducmV2LnhtbERPTUvDQBC9C/0Pywje7MbSxBK7LaVWEMGDVRBvQ3aa&#10;BLOzy+7YxH/vCoK3ebzPWW8nN6gzxdR7NnAzL0ARN9723Bp4e324XoFKgmxx8EwGvinBdjO7WGNt&#10;/cgvdD5Kq3IIpxoNdCKh1jo1HTlMcx+IM3fy0aFkGFttI4453A16URSVdthzbugw0L6j5vP45Qw8&#10;j4fwdFuVp/ARlwud7q2878WYq8tpdwdKaJJ/8Z/70eb55aqs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8o3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UbDMUA&#10;AADeAAAADwAAAGRycy9kb3ducmV2LnhtbERP32vCMBB+H/g/hBvsRWa6SZ10RtFBUNhg6AZ7PZqz&#10;LWsuJYm2/vdmIOztPr6ft1gNthVn8qFxrOBpkoEgLp1puFLw/aUf5yBCRDbYOiYFFwqwWo7uFlgY&#10;1/OezodYiRTCoUAFdYxdIWUoa7IYJq4jTtzReYsxQV9J47FP4baVz1k2kxYbTg01dvRWU/l7OFkF&#10;m8++mvpxuRnc+3H7k2tt9IdW6uF+WL+CiDTEf/HNvTNpfj7PX+D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tRsM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rFgcUA&#10;AADeAAAADwAAAGRycy9kb3ducmV2LnhtbESPQWvDMAyF74P+B6PBbquzsoyQ1i2lIzDGLmv7A0Ss&#10;xVljOdhumv376TDYTeI9vfdps5v9oCaKqQ9s4GlZgCJug+25M3A+NY8VqJSRLQ6BycAPJdhtF3cb&#10;rG248SdNx9wpCeFUowGX81hrnVpHHtMyjMSifYXoMcsaO20j3iTcD3pVFC/aY8/S4HCkg6P2crx6&#10;A8376mO6XG1swn5+9lS67+rVGfNwP+/XoDLN+d/8d/1mBb+sSuGVd2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sW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Yq5cUA&#10;AADeAAAADwAAAGRycy9kb3ducmV2LnhtbERP32vCMBB+H/g/hBvsRWa6ScV1RtFBUNhg6AZ7PZqz&#10;LWsuJYm2/vdmIOztPr6ft1gNthVn8qFxrOBpkoEgLp1puFLw/aUf5yBCRDbYOiYFFwqwWo7uFlgY&#10;1/OezodYiRTCoUAFdYxdIWUoa7IYJq4jTtzReYsxQV9J47FP4baVz1k2kxYbTg01dvRWU/l7OFkF&#10;m8++mvpxuRnc+3H7k2tt9IdW6uF+WL+CiDTEf/HNvTNpfj7PX+D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Zirl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ADOsUA&#10;AADeAAAADwAAAGRycy9kb3ducmV2LnhtbESPQWvDMAyF74P9B6NBb6vTspaQ1S2lJTDGLuv2A0Ss&#10;xWljOdhumv776TDYTUJP771vs5t8r0aKqQtsYDEvQBE3wXbcGvj+qp9LUCkjW+wDk4E7JdhtHx82&#10;WNlw408aT7lVYsKpQgMu56HSOjWOPKZ5GIjl9hOixyxrbLWNeBNz3+tlUay1x44lweFAB0fN5XT1&#10;Bur35cd4udpYh/304mnlzuXRGTN7mvavoDJN+V/89/1mpf6qXAuA4MgM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AAM6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4ScIA&#10;AADeAAAADwAAAGRycy9kb3ducmV2LnhtbERPzWqDQBC+F/IOywR6a1aTGsS4kVIwNMeaPMDgTlTi&#10;zhp3E83bdwuF3ubj+528mE0vHjS6zrKCeBWBIK6t7rhRcD6VbykI55E19pZJwZMcFPvFS46ZthN/&#10;06PyjQgh7DJU0Ho/ZFK6uiWDbmUH4sBd7GjQBzg2Uo84hXDTy3UUbaXBjkNDiwN9tlRfq7tR8P6c&#10;DrcquUalNhQfN8ORfZ0o9bqcP3YgPM3+X/zn/tJhfpJuY/h9J9w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gjhJ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wkcMA&#10;AADeAAAADwAAAGRycy9kb3ducmV2LnhtbERPyWrDMBC9F/IPYgK9NXINNYkTJYSEhNJT6yznwZrY&#10;ptbIWPL291Wh0Ns83jqb3Whq0VPrKssKXhcRCOLc6ooLBdfL6WUJwnlkjbVlUjCRg9129rTBVNuB&#10;v6jPfCFCCLsUFZTeN6mULi/JoFvYhjhwD9sa9AG2hdQtDiHc1DKOokQarDg0lNjQoaT8O+uMgi65&#10;x1d+fOjP7DidV8fT3slbodTzfNyvQXga/b/4z/2uw/y3ZRLD7zvhBr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Kwk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GlF8YA&#10;AADeAAAADwAAAGRycy9kb3ducmV2LnhtbERPTWvCQBC9C/0PyxS86aZVQ5q6ihUE9aBU7aG3aXaa&#10;pGZnY3bV+O/dQqG3ebzPGU9bU4kLNa60rOCpH4EgzqwuOVdw2C96CQjnkTVWlknBjRxMJw+dMaba&#10;XvmdLjufixDCLkUFhfd1KqXLCjLo+rYmDty3bQz6AJtc6gavIdxU8jmKYmmw5NBQYE3zgrLj7mwU&#10;fGyT+GX7thr+rDdfODD69KnLWKnuYzt7BeGp9f/iP/dSh/mjJB7A7zvhBjm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3GlF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Gq98QA&#10;AADeAAAADwAAAGRycy9kb3ducmV2LnhtbERPS2vCQBC+C/6HZQredFMfIURX8YG2eFJb8Dpkp0lo&#10;djZkV43++m5B8DYf33Nmi9ZU4kqNKy0reB9EIIgzq0vOFXx/bfsJCOeRNVaWScGdHCzm3c4MU21v&#10;fKTryecihLBLUUHhfZ1K6bKCDLqBrYkD92Mbgz7AJpe6wVsIN5UcRlEsDZYcGgqsaV1Q9nu6GAWP&#10;+IwH9zFcbUba032c7Oz+sFOq99YupyA8tf4lfro/dZg/SeIx/L8Tb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hqv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RmwsQA&#10;AADeAAAADwAAAGRycy9kb3ducmV2LnhtbERPzWrCQBC+F3yHZQRvdVMxYlM3QSSF3qppH2DITjfB&#10;7GzMbmPs03eFQm/z8f3OrphsJ0YafOtYwdMyAUFcO92yUfD58fq4BeEDssbOMSm4kYcinz3sMNPu&#10;yicaq2BEDGGfoYImhD6T0tcNWfRL1xNH7ssNFkOEg5F6wGsMt51cJclGWmw5NjTY06Gh+lx9WwUX&#10;t0r1VJX4fi6fj60x68vPaa3UYj7tX0AEmsK/+M/9puP8dLtJ4f5OvEH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UZs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qeXsMA&#10;AADeAAAADwAAAGRycy9kb3ducmV2LnhtbERPPW/CMBDdkfofrENiAwcq0jTFIFoJiRXo0PFqH0kg&#10;PqexC4Ffj5GQ2O7pfd5s0dlanKj1lWMF41ECglg7U3Gh4Hu3GmYgfEA2WDsmBRfysJi/9GaYG3fm&#10;DZ22oRAxhH2OCsoQmlxKr0uy6EeuIY7c3rUWQ4RtIU2L5xhuazlJklRarDg2lNjQV0n6uP23CtbV&#10;L01TvX+32afe/Fz/wuvbwSg16HfLDxCBuvAUP9xrE+dPszSF+zvxBj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3qeX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fCEscA&#10;AADeAAAADwAAAGRycy9kb3ducmV2LnhtbERPXWvCQBB8L/Q/HFvwrV4qaDX1EmpBUGoFP9DXJbfN&#10;heb2Qu6M8d/3hELfZnd2ZnbmeW9r0VHrK8cKXoYJCOLC6YpLBcfD8nkKwgdkjbVjUnAjD3n2+DDH&#10;VLsr76jbh1JEE/YpKjAhNKmUvjBk0Q9dQxy5b9daDHFsS6lbvEZzW8tRkkykxYpjgsGGPgwVP/uL&#10;VdDh9paczeJrtq42xWi7OH3quFeDp/79DUSgPvwf/6lXOr4/nk5e4V4nYp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XwhL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WJ+sYA&#10;AADeAAAADwAAAGRycy9kb3ducmV2LnhtbESPQU/DMAyF70j7D5En7cZSKm2ayrJpQhriCIXDjqbx&#10;mm6NXSVhLfx6ckDiZus9v/d5u598r24UYids4GFZgCJuxHbcGvh4P95vQMWEbLEXJgPfFGG/m91t&#10;sbIy8hvd6tSqHMKxQgMupaHSOjaOPMalDMRZO0vwmPIaWm0Djjnc97osirX22HFucDjQk6PmWn95&#10;A+Nz83kpzyfrfsIgx/pVLmUvxizm0+ERVKIp/Zv/rl9sxl9t1pk3v5Nn0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WJ+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E8dsUA&#10;AADeAAAADwAAAGRycy9kb3ducmV2LnhtbERP22oCMRB9F/oPYQq+abaCdl2NYr1AKRXx9j7dTHe3&#10;TSbLJtXt35tCwbc5nOtM56014kKNrxwreOonIIhzpysuFJyOm14KwgdkjcYxKfglD/PZQ2eKmXZX&#10;3tPlEAoRQ9hnqKAMoc6k9HlJFn3f1cSR+3SNxRBhU0jd4DWGWyMHSTKSFiuODSXWtCwp/z78WAWb&#10;3cp8Dbb7xVmG5fr5w6RvL6t3pbqP7WICIlAb7uJ/96uO84fpaAx/78Qb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MTx2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TeosgA&#10;AADeAAAADwAAAGRycy9kb3ducmV2LnhtbESPQWvCQBCF7wX/wzJCL1I3tmhD6ipSKCooWFvodcxO&#10;k2B2NmS3Mf575yD0NsO8ee9982XvatVRGyrPBibjBBRx7m3FhYHvr4+nFFSIyBZrz2TgSgGWi8HD&#10;HDPrL/xJ3TEWSkw4ZGigjLHJtA55SQ7D2DfEcvv1rcMoa1to2+JFzF2tn5Nkph1WLAklNvReUn4+&#10;/jkD3WF3KjZdaLbndBSmL6f1em9/jHkc9qs3UJH6+C++f2+s1J+mrwIgODKDXt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JN6i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26100" w:rsidRDefault="00426100" w:rsidP="0042610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QFJMYA&#10;AADeAAAADwAAAGRycy9kb3ducmV2LnhtbERPTWsCMRC9C/6HMEJvmlVqu65G0YLQi1BtD/U2bsbd&#10;xc1km0Td+usboeBtHu9zZovW1OJCzleWFQwHCQji3OqKCwVfn+t+CsIHZI21ZVLwSx4W825nhpm2&#10;V97SZRcKEUPYZ6igDKHJpPR5SQb9wDbEkTtaZzBE6AqpHV5juKnlKElepMGKY0OJDb2VlJ92Z6Ng&#10;NUlXPx/PvLltD3vafx9O45FLlHrqtcspiEBteIj/3e86zh+nr0O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QFJMYAAADeAAAADwAAAAAAAAAAAAAAAACYAgAAZHJz&#10;L2Rvd25yZXYueG1sUEsFBgAAAAAEAAQA9QAAAIsDAAAAAA==&#10;" fillcolor="black" stroked="f">
                  <v:textbox>
                    <w:txbxContent>
                      <w:p w:rsidR="00426100" w:rsidRDefault="00426100" w:rsidP="0042610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WVU8YA&#10;AADeAAAADwAAAGRycy9kb3ducmV2LnhtbERPS2vCQBC+F/oflin0VjcNqCF1ldoHCNWDj0OPY3ZM&#10;lmRnQ3arsb/eFQRv8/E9ZzLrbSOO1HnjWMHrIAFBXDhtuFSw236/ZCB8QNbYOCYFZ/Iwmz4+TDDX&#10;7sRrOm5CKWII+xwVVCG0uZS+qMiiH7iWOHIH11kMEXal1B2eYrhtZJokI2nRcGyosKWPiop682cV&#10;/P6MTLY2lO6X//MvvRzW89VnrdTzU//+BiJQH+7im3uh4/xhNk7h+k68QU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WVU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td+sUA&#10;AADeAAAADwAAAGRycy9kb3ducmV2LnhtbERPTU8CMRC9m/AfmiHxBl0gwmalEIIhevEgYrxOtuN2&#10;2e10bQss/HprYuJtXt7nLNe9bcWZfKgdK5iMMxDEpdM1VwoO77tRDiJEZI2tY1JwpQDr1eBuiYV2&#10;F36j8z5WIoVwKFCBibErpAylIYth7DrixH05bzEm6CupPV5SuG3lNMvm0mLNqcFgR1tDZbM/WQV+&#10;8/nU3Pj00WS312t4PvbfORql7of95hFEpD7+i//cLzrNf8gXM/h9J90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C136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NzxcQA&#10;AADeAAAADwAAAGRycy9kb3ducmV2LnhtbERP22oCMRB9L/QfwhT6IjVbaauuRpGCICgFrR8wbsbd&#10;pclk2Yy69utNQejbHM51pvPOO3WmNtaBDbz2M1DERbA1lwb238uXEagoyBZdYDJwpQjz2ePDFHMb&#10;Lryl805KlUI45migEmlyrWNRkcfYDw1x4o6h9SgJtqW2LV5SuHd6kGUf2mPNqaHChj4rKn52J2/A&#10;DQ5uvB7GjVz3epP9etn2vqwxz0/dYgJKqJN/8d29smn++2j4Bn/vpBv0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Tc8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+XBMQA&#10;AADeAAAADwAAAGRycy9kb3ducmV2LnhtbERPTWsCMRC9F/wPYQrearaCrWyNohVhLx66Kl7HzXSz&#10;mEyWTaqrv74pFLzN433ObNE7Ky7UhcazgtdRBoK48rrhWsF+t3mZgggRWaP1TApuFGAxHzzNMNf+&#10;yl90KWMtUgiHHBWYGNtcylAZchhGviVO3LfvHMYEu1rqDq8p3Fk5zrI36bDh1GCwpU9D1bn8cQrW&#10;ZWvH+8KswvGwPZ1scd/Qca3U8LlffoCI1MeH+N9d6DR/Mn2fwN8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PlwT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i7RcMA&#10;AADeAAAADwAAAGRycy9kb3ducmV2LnhtbERPTWvCQBC9C/6HZYTedLeFRkndhCIKQk+18eBt2J0m&#10;0exsyG5N+u+7hUJv83ifsy0n14k7DaH1rOFxpUAQG29brjVUH4flBkSIyBY7z6ThmwKUxXy2xdz6&#10;kd/pfoq1SCEcctTQxNjnUgbTkMOw8j1x4j794DAmONTSDjimcNfJJ6Uy6bDl1NBgT7uGzO305TRc&#10;D/LNG4XmXJ3Ho11f9hl1SuuHxfT6AiLSFP/Ff+6jTfOfN+sMft9JN8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i7R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ztucQA&#10;AADeAAAADwAAAGRycy9kb3ducmV2LnhtbERPTWvCQBC9C/6HZYTedKOlGqKrqCCUlh6qRTyO2TEJ&#10;yc6G3VXTf98tCN7m8T5nsepMI27kfGVZwXiUgCDOra64UPBz2A1TED4ga2wsk4Jf8rBa9nsLzLS9&#10;8zfd9qEQMYR9hgrKENpMSp+XZNCPbEscuYt1BkOErpDa4T2Gm0ZOkmQqDVYcG0psaVtSXu+vRsHp&#10;+smXr9ePtduEo+0Ovp6c01qpl0G3noMI1IWn+OF+13H+Wzqbwf878Qa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87bn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26100" w:rsidRDefault="00426100" w:rsidP="0042610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6suckA&#10;AADeAAAADwAAAGRycy9kb3ducmV2LnhtbESPQU/CQBCF7yb+h82YcJOtBLRWFiIkJFxMBD3IbeiO&#10;bUN3tu4uUPn1zMHE20zem/e+mc5716oThdh4NvAwzEARl942XBn4/Fjd56BiQrbYeiYDvxRhPru9&#10;mWJh/Zk3dNqmSkkIxwIN1Cl1hdaxrMlhHPqOWLRvHxwmWUOlbcCzhLtWj7LsUTtsWBpq7GhZU3nY&#10;Hp2BxXO++Hkf89tls9/R7mt/mIxCZszgrn99AZWoT//mv+u1FfxJ/iS88o7MoG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D6suckAAADeAAAADwAAAAAAAAAAAAAAAACYAgAA&#10;ZHJzL2Rvd25yZXYueG1sUEsFBgAAAAAEAAQA9QAAAI4DAAAAAA==&#10;" fillcolor="black" stroked="f">
                  <v:textbox>
                    <w:txbxContent>
                      <w:p w:rsidR="00426100" w:rsidRDefault="00426100" w:rsidP="0042610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QCiMQA&#10;AADeAAAADwAAAGRycy9kb3ducmV2LnhtbERPTUsDMRC9C/0PYQrebFZF265Ny1IQxdO2VXqdbsbN&#10;4mayJDFd/70RhN7m8T5ntRltLxL50DlWcDsrQBA3TnfcKng/PN8sQISIrLF3TAp+KMBmPblaYand&#10;mXeU9rEVOYRDiQpMjEMpZWgMWQwzNxBn7tN5izFD30rt8ZzDbS/viuJRWuw4NxgcaGuo+dp/WwXp&#10;tK2r+3RMZvfmq9a7+uXjVCt1PR2rJxCRxngR/7tfdZ7/sJgv4e+dfIN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EAoj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26100" w:rsidRDefault="00426100" w:rsidP="0042610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efO8cA&#10;AADeAAAADwAAAGRycy9kb3ducmV2LnhtbESPQUvDQBCF7wX/wzKCN7OpYImx2yJFxXppjYIeh+yY&#10;DWZnQ3ZNU3995yD0NsO8ee99y/XkOzXSENvABuZZDoq4DrblxsDH+9N1ASomZItdYDJwpAjr1cVs&#10;iaUNB36jsUqNEhOOJRpwKfWl1rF25DFmoSeW23cYPCZZh0bbAQ9i7jt9k+cL7bFlSXDY08ZR/VP9&#10;egNxvnn8fPV/d+PXs+NdtXWLfeOMubqcHu5BJZrSWfz//WKl/m1RCIDgyAx6d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Hnzv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26100" w:rsidRDefault="00426100" w:rsidP="0042610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26100" w:rsidRDefault="00426100" w:rsidP="004261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26100" w:rsidRDefault="00426100" w:rsidP="0042610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26100" w:rsidRDefault="00426100" w:rsidP="004261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26100" w:rsidRDefault="00426100" w:rsidP="004261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426100" w:rsidRDefault="00426100" w:rsidP="004261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426100" w:rsidRDefault="00426100" w:rsidP="0042610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426100" w:rsidRDefault="00426100" w:rsidP="004261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426100" w:rsidRDefault="00426100" w:rsidP="004261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426100" w:rsidRDefault="00426100" w:rsidP="004261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26100" w:rsidRDefault="00426100" w:rsidP="004261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426100" w:rsidRDefault="00426100" w:rsidP="004261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26100" w:rsidRDefault="00426100" w:rsidP="0042610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26100" w:rsidRDefault="00426100" w:rsidP="0042610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426100" w:rsidRDefault="00426100" w:rsidP="0042610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</w:t>
      </w:r>
      <w:r w:rsidRPr="006F7CB7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7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426100" w:rsidRDefault="00426100" w:rsidP="0042610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26100" w:rsidRDefault="00426100" w:rsidP="0042610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26100" w:rsidRDefault="00426100" w:rsidP="004261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426100" w:rsidRDefault="00426100" w:rsidP="004261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426100" w:rsidRDefault="00426100" w:rsidP="0042610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426100" w:rsidRPr="005C5A92" w:rsidRDefault="00426100" w:rsidP="0042610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Кондратюку О.В.</w:t>
      </w:r>
    </w:p>
    <w:p w:rsidR="00426100" w:rsidRDefault="00426100" w:rsidP="0042610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26100" w:rsidRDefault="00426100" w:rsidP="0042610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26100" w:rsidRDefault="00426100" w:rsidP="0042610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Кондратюка О.В.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426100" w:rsidRDefault="00426100" w:rsidP="0042610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426100" w:rsidRDefault="00426100" w:rsidP="0042610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26100" w:rsidRPr="003A677E" w:rsidRDefault="00426100" w:rsidP="0042610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Кондратюку Олегу Володимировичу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2.0000 га, яка розташована Хмельницька область,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села Дідова Гора  .</w:t>
      </w:r>
    </w:p>
    <w:p w:rsidR="00426100" w:rsidRPr="00D95589" w:rsidRDefault="00426100" w:rsidP="0042610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Кондратюку Олегу Володимировичу,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6540D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96540D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2,0000 га, кадастровий номер: 6823984700:04:011:0004,  для ведення особистого селянського господарства, яка розташована Хмельницька область,  Шепетівський район, 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села Дідова Гора  .</w:t>
      </w:r>
    </w:p>
    <w:p w:rsidR="00426100" w:rsidRDefault="00426100" w:rsidP="00426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Кондратюку О.В.,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426100" w:rsidRDefault="00426100" w:rsidP="004261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26100" w:rsidRPr="00426100" w:rsidRDefault="00426100" w:rsidP="004261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2B61A7" w:rsidRPr="00426100" w:rsidRDefault="00426100" w:rsidP="0042610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B61A7" w:rsidRPr="0042610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100"/>
    <w:rsid w:val="002B61A7"/>
    <w:rsid w:val="00426100"/>
    <w:rsid w:val="0096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10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10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277</Words>
  <Characters>1579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2021-07-19T06:22:00Z</dcterms:created>
  <dcterms:modified xsi:type="dcterms:W3CDTF">2021-07-19T06:41:00Z</dcterms:modified>
</cp:coreProperties>
</file>