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0028" w:rsidRPr="0066767B" w:rsidRDefault="00CF0028" w:rsidP="00CF0028">
      <w:pPr>
        <w:tabs>
          <w:tab w:val="left" w:pos="4424"/>
        </w:tabs>
        <w:spacing w:after="0" w:line="240" w:lineRule="auto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</w:pPr>
      <w:r w:rsidRPr="0066767B"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  <w:t>ПРОЕКТ</w:t>
      </w:r>
    </w:p>
    <w:p w:rsidR="00CF0028" w:rsidRPr="0066767B" w:rsidRDefault="00CF0028" w:rsidP="00CF0028">
      <w:pPr>
        <w:tabs>
          <w:tab w:val="left" w:pos="4424"/>
        </w:tabs>
        <w:spacing w:after="0" w:line="240" w:lineRule="auto"/>
        <w:ind w:firstLine="708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  <w:r w:rsidRPr="0066767B">
        <w:rPr>
          <w:rFonts w:ascii="Calibri" w:eastAsia="Calibri" w:hAnsi="Calibri" w:cs="Times New Roman"/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74380888" wp14:editId="24AC3FA5">
                <wp:simplePos x="0" y="0"/>
                <wp:positionH relativeFrom="margin">
                  <wp:align>center</wp:align>
                </wp:positionH>
                <wp:positionV relativeFrom="paragraph">
                  <wp:posOffset>163830</wp:posOffset>
                </wp:positionV>
                <wp:extent cx="410210" cy="635635"/>
                <wp:effectExtent l="0" t="0" r="8890" b="0"/>
                <wp:wrapNone/>
                <wp:docPr id="11305" name="Группа 1094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10210" cy="635635"/>
                          <a:chOff x="0" y="0"/>
                          <a:chExt cx="1142" cy="1718"/>
                        </a:xfrm>
                      </wpg:grpSpPr>
                      <wps:wsp>
                        <wps:cNvPr id="11306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F0028" w:rsidRDefault="00CF0028" w:rsidP="00CF002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307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F0028" w:rsidRDefault="00CF0028" w:rsidP="00CF002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308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F0028" w:rsidRDefault="00CF0028" w:rsidP="00CF002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309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F0028" w:rsidRDefault="00CF0028" w:rsidP="00CF002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310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F0028" w:rsidRDefault="00CF0028" w:rsidP="00CF002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311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F0028" w:rsidRDefault="00CF0028" w:rsidP="00CF002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312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F0028" w:rsidRDefault="00CF0028" w:rsidP="00CF002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313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F0028" w:rsidRDefault="00CF0028" w:rsidP="00CF002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314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F0028" w:rsidRDefault="00CF0028" w:rsidP="00CF002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315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F0028" w:rsidRDefault="00CF0028" w:rsidP="00CF002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316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F0028" w:rsidRDefault="00CF0028" w:rsidP="00CF002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317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F0028" w:rsidRDefault="00CF0028" w:rsidP="00CF002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318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F0028" w:rsidRDefault="00CF0028" w:rsidP="00CF002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319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F0028" w:rsidRDefault="00CF0028" w:rsidP="00CF002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320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F0028" w:rsidRDefault="00CF0028" w:rsidP="00CF002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321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F0028" w:rsidRDefault="00CF0028" w:rsidP="00CF002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322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F0028" w:rsidRDefault="00CF0028" w:rsidP="00CF002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323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F0028" w:rsidRDefault="00CF0028" w:rsidP="00CF002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324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F0028" w:rsidRDefault="00CF0028" w:rsidP="00CF002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325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F0028" w:rsidRDefault="00CF0028" w:rsidP="00CF002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326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F0028" w:rsidRDefault="00CF0028" w:rsidP="00CF002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327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F0028" w:rsidRDefault="00CF0028" w:rsidP="00CF002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328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F0028" w:rsidRDefault="00CF0028" w:rsidP="00CF002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329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F0028" w:rsidRDefault="00CF0028" w:rsidP="00CF002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330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F0028" w:rsidRDefault="00CF0028" w:rsidP="00CF002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331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F0028" w:rsidRDefault="00CF0028" w:rsidP="00CF002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332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F0028" w:rsidRDefault="00CF0028" w:rsidP="00CF002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333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F0028" w:rsidRDefault="00CF0028" w:rsidP="00CF002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334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F0028" w:rsidRDefault="00CF0028" w:rsidP="00CF002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335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F0028" w:rsidRDefault="00CF0028" w:rsidP="00CF002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0947" o:spid="_x0000_s1026" style="position:absolute;left:0;text-align:left;margin-left:0;margin-top:12.9pt;width:32.3pt;height:50.05pt;z-index:251660288;mso-position-horizontal:center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0LLPr8A&#10;AADeAAAADwAAAGRycy9kb3ducmV2LnhtbERPSwrCMBDdC94hjOBOUy2oVKOIqLgQxN9+aMa22ExK&#10;E7Xe3giCu3m878wWjSnFk2pXWFYw6EcgiFOrC84UXM6b3gSE88gaS8uk4E0OFvN2a4aJti8+0vPk&#10;MxFC2CWoIPe+SqR0aU4GXd9WxIG72dqgD7DOpK7xFcJNKYdRNJIGCw4NOVa0yim9nx5GgY23u/01&#10;Gx7jNY89Lw+T27XZK9XtNMspCE+N/4t/7p0O8wdxNILvO+EGOf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TQss+vwAAAN4AAAAPAAAAAAAAAAAAAAAAAJgCAABkcnMvZG93bnJl&#10;di54bWxQSwUGAAAAAAQABAD1AAAAhA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CF0028" w:rsidRDefault="00CF0028" w:rsidP="00CF002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srcBsYA&#10;AADeAAAADwAAAGRycy9kb3ducmV2LnhtbERPS2sCMRC+F/ofwgi9iGZtwcfWKEXYPjwIPsDrsJlu&#10;1m4mS5Lq1l/fFAre5uN7znzZ2UacyYfasYLRMANBXDpdc6XgsC8GUxAhImtsHJOCHwqwXNzfzTHX&#10;7sJbOu9iJVIIhxwVmBjbXMpQGrIYhq4lTtyn8xZjgr6S2uMlhdtGPmbZWFqsOTUYbGllqPzafVsF&#10;p2JjjqvJ9dX3Z1u69ov1W/MxVuqh1708g4jUxZv43/2u0/zRUzaBv3fSDXLxC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srcBsYAAADe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CF0028" w:rsidRDefault="00CF0028" w:rsidP="00CF002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UbsdcMA&#10;AADeAAAADwAAAGRycy9kb3ducmV2LnhtbESPzYrCMBDH74LvEEbwImuqwiJdo4ioiBdR9wGGZmzK&#10;NpPSRNt9+52DsLcZ5v/xm9Wm97V6URurwAZm0wwUcRFsxaWB7/vhYwkqJmSLdWAy8EsRNuvhYIW5&#10;DR1f6XVLpZIQjjkacCk1udaxcOQxTkNDLLdHaD0mWdtS2xY7Cfe1nmfZp/ZYsTQ4bGjnqPi5Pb2U&#10;XBZ4OT+6++HYY4f7s+PJ9mrMeNRvv0Al6tO/+O0+WcGfLTLhlXdkBr3+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UbsdcMAAADe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CF0028" w:rsidRDefault="00CF0028" w:rsidP="00CF002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45c1MUA&#10;AADeAAAADwAAAGRycy9kb3ducmV2LnhtbERPTUsDMRC9C/0PYQRvNtuqVdemRaqCFHqwLYi3YTPd&#10;XbqZhGTsrv/eCEJv83ifM18OrlMniqn1bGAyLkARV962XBvY796uH0AlQbbYeSYDP5RguRhdzLG0&#10;vucPOm2lVjmEU4kGGpFQap2qhhymsQ/EmTv46FAyjLW2Efsc7jo9LYqZdthybmgw0Kqh6rj9dgY2&#10;/WtY38/uDuEr3k51erHyuRJjri6H5ydQQoOcxf/ud5vnT26KR/h7J9+gF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rjlzUxQAAAN4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CF0028" w:rsidRDefault="00CF0028" w:rsidP="00CF002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ul2rsUA&#10;AADeAAAADwAAAGRycy9kb3ducmV2LnhtbESPQWvCQBCF7wX/wzJCL6VuUkEkuoqUWsSLGPsDhuyY&#10;DWZnQ3Zr0n/fOQjeZpj33jdvvR19q+7UxyawgXyWgSKugm24NvBz2b8vQcWEbLENTAb+KMJ2M3lZ&#10;Y2HDwGe6l6lWEsKxQAMupa7QOlaOPMZZ6Ijldg29xyRrX2vb4yDhvtUfWbbQHhsWgsOOPh1Vt/LX&#10;C+Q0x9PxOlz23yMO+HV0/LY7G/M6HXcrUInG9BQ/3Acr7+fzXApIHZlBb/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K6XauxQAAAN4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CF0028" w:rsidRDefault="00CF0028" w:rsidP="00CF002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CHGD8QA&#10;AADeAAAADwAAAGRycy9kb3ducmV2LnhtbERPTUsDMRC9C/0PYQrebHarVlmbltIqiODBWijehs10&#10;d3EzCcnYXf+9EQRv83ifs1yPrldniqnzbKCcFaCIa287bgwc3p+u7kElQbbYeyYD35RgvZpcLLGy&#10;fuA3Ou+lUTmEU4UGWpFQaZ3qlhymmQ/EmTv56FAyjI22EYcc7no9L4qFdthxbmgx0Lal+nP/5Qy8&#10;Do/h5W5xewof8Wau087KcSvGXE7HzQMooVH+xX/uZ5vnl9dlCb/v5Bv06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Ahxg/EAAAA3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CF0028" w:rsidRDefault="00CF0028" w:rsidP="00CF002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fZFkcQA&#10;AADeAAAADwAAAGRycy9kb3ducmV2LnhtbERP32vCMBB+H+x/CDfYy9C0ykQ6o6gQJjgYU8HXoznb&#10;suZSksx2/70RBnu7j+/nLVaDbcWVfGgcK8jHGQji0pmGKwWnox7NQYSIbLB1TAp+KcBq+fiwwMK4&#10;nr/oeoiVSCEcClRQx9gVUoayJoth7DrixF2ctxgT9JU0HvsUbls5ybKZtNhwaqixo21N5ffhxyrY&#10;fPbV1L+Um8HtL+/nV62N/tBKPT8N6zcQkYb4L/5z70yan0/zCdzfSTfI5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X2RZHEAAAA3g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CF0028" w:rsidRDefault="00CF0028" w:rsidP="00CF002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qq9cIA&#10;AADeAAAADwAAAGRycy9kb3ducmV2LnhtbERP3WrCMBS+H+wdwhl4N9OqG1KNIhsFEW/mfIBDc2yq&#10;zUlJYq1vbwYD787H93uW68G2oicfGscK8nEGgrhyuuFawfG3fJ+DCBFZY+uYFNwpwHr1+rLEQrsb&#10;/1B/iLVIIRwKVGBi7AopQ2XIYhi7jjhxJ+ctxgR9LbXHWwq3rZxk2ae02HBqMNjRl6HqcrhaBeVu&#10;su8vV+1Ltxlmlj7Mef5tlBq9DZsFiEhDfIr/3Vud5ufTfAp/76Qb5Oo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yiqr1wgAAAN4AAAAPAAAAAAAAAAAAAAAAAJgCAABkcnMvZG93&#10;bnJldi54bWxQSwUGAAAAAAQABAD1AAAAhw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CF0028" w:rsidRDefault="00CF0028" w:rsidP="00CF002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N4fsUA&#10;AADeAAAADwAAAGRycy9kb3ducmV2LnhtbERP32vCMBB+H+x/CDfwRWZanWN0RpmDoLDB0A32ejRn&#10;W9ZcShJt/e+NIOztPr6ft1gNthUn8qFxrCCfZCCIS2carhT8fOvHFxAhIhtsHZOCMwVYLe/vFlgY&#10;1/OOTvtYiRTCoUAFdYxdIWUoa7IYJq4jTtzBeYsxQV9J47FP4baV0yx7lhYbTg01dvReU/m3P1oF&#10;66++mvlxuR7cx2HzO9fa6E+t1OhheHsFEWmI/+Kbe2vS/HyWP8H1nXSDXF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1U3h+xQAAAN4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CF0028" w:rsidRDefault="00CF0028" w:rsidP="00CF002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i+XGsIA&#10;AADeAAAADwAAAGRycy9kb3ducmV2LnhtbERP3WrCMBS+H/gO4QjezbQ6h1SjiFKQsZs5H+DQHJtq&#10;c1KSWOvbL4PB7s7H93vW28G2oicfGscK8mkGgrhyuuFawfm7fF2CCBFZY+uYFDwpwHYzelljod2D&#10;v6g/xVqkEA4FKjAxdoWUoTJkMUxdR5y4i/MWY4K+ltrjI4XbVs6y7F1abDg1GOxob6i6ne5WQfkx&#10;++xvd+1LtxveLC3MdXkwSk3Gw24FItIQ/8V/7qNO8/N5voDfd9INcvM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SL5cawgAAAN4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CF0028" w:rsidRDefault="00CF0028" w:rsidP="00CF002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DOXhcAA&#10;AADeAAAADwAAAGRycy9kb3ducmV2LnhtbERPzYrCMBC+C/sOYRa8adpVi1SjyIKiR6sPMDRjW2wm&#10;tYm2vr0RBG/z8f3Oct2bWjyodZVlBfE4AkGcW11xoeB82o7mIJxH1lhbJgVPcrBe/QyWmGrb8ZEe&#10;mS9ECGGXooLS+yaV0uUlGXRj2xAH7mJbgz7AtpC6xS6Em1r+RVEiDVYcGkps6L+k/JrdjYLps9vd&#10;stk12mpD8WHSHNjnM6WGv/1mAcJT77/ij3uvw/x4EifwfifcIFc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DOXhcAAAADe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CF0028" w:rsidRDefault="00CF0028" w:rsidP="00CF002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X0kscQA&#10;AADeAAAADwAAAGRycy9kb3ducmV2LnhtbERPTWvCQBC9C/0PyxR6M5tY0DZ1DaGSIj3Z1PY8ZMck&#10;NDsbshuN/94tCN7m8T5nnU2mEycaXGtZQRLFIIgrq1uuFRy+i/kLCOeRNXaWScGFHGSbh9kaU23P&#10;/EWn0tcihLBLUUHjfZ9K6aqGDLrI9sSBO9rBoA9wqKUe8BzCTScXcbyUBlsODQ329N5Q9VeORsG4&#10;/F0c+Pip9+X28vG6LXInf2qlnh6n/A2Ep8nfxTf3Tof5yXOygv93wg1ycw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V9JLHEAAAA3g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CF0028" w:rsidRDefault="00CF0028" w:rsidP="00CF002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40A3skA&#10;AADeAAAADwAAAGRycy9kb3ducmV2LnhtbESPQU/CQBCF7yb+h82QcJNthTRYWIiakAgHiKgHb0N3&#10;aKvd2dpdofx750DibSbvzXvfzJe9a9SJulB7NpCOElDEhbc1lwbe31Z3U1AhIltsPJOBCwVYLm5v&#10;5phbf+ZXOu1jqSSEQ44GqhjbXOtQVOQwjHxLLNrRdw6jrF2pbYdnCXeNvk+STDusWRoqbOm5ouJ7&#10;/+sMfOym2cPuaT352mwPOHb259PWmTHDQf84AxWpj//m6/WLFfx0nAqvvCMz6MU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040A3skAAADeAAAADwAAAAAAAAAAAAAAAACYAgAA&#10;ZHJzL2Rvd25yZXYueG1sUEsFBgAAAAAEAAQA9QAAAI4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CF0028" w:rsidRDefault="00CF0028" w:rsidP="00CF002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gy0cQA&#10;AADeAAAADwAAAGRycy9kb3ducmV2LnhtbERPS2vCQBC+F/oflin0VjfREmx0lT5oFE+pCl6H7DQJ&#10;zc6G7FYTf70rCN7m43vOfNmbRhypc7VlBfEoAkFcWF1zqWC/+36ZgnAeWWNjmRQM5GC5eHyYY6rt&#10;iX/ouPWlCCHsUlRQed+mUrqiIoNuZFviwP3azqAPsCul7vAUwk0jx1GUSIM1h4YKW/qsqPjb/hsF&#10;5+SAuVuNP74m2tPwOs3sJs+Uen7q32cgPPX+Lr651zrMjyfxG1zfCTfIx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A4MtHEAAAA3gAAAA8AAAAAAAAAAAAAAAAAmAIAAGRycy9k&#10;b3ducmV2LnhtbFBLBQYAAAAABAAEAPUAAACJ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CF0028" w:rsidRDefault="00CF0028" w:rsidP="00CF002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Vc4X8YA&#10;AADeAAAADwAAAGRycy9kb3ducmV2LnhtbESPQW/CMAyF75P2HyJP2m2kdGwaHQFNE0jcGN1+gNWY&#10;tKJxSpNB4dfjAxI3W35+732zxeBbdaQ+NoENjEcZKOIq2Iadgb/f1csHqJiQLbaBycCZIizmjw8z&#10;LGw48ZaOZXJKTDgWaKBOqSu0jlVNHuModMRy24XeY5K1d9r2eBJz3+o8y961x4YlocaOvmuq9uW/&#10;N3AI+ZsdyiVu9svpT+Pc5HDZTox5fhq+PkElGtJdfPteW6k/fs0FQHBkBj2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Vc4X8YAAADe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CF0028" w:rsidRDefault="00CF0028" w:rsidP="00CF002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Kf7L8QA&#10;AADeAAAADwAAAGRycy9kb3ducmV2LnhtbERPPW/CMBDdkfgP1iF1AyegUprGQaUSEivQoePVPpJA&#10;fE5jA6G/vq6ExHZP7/PyZW8bcaHO144VpJMEBLF2puZSwed+PV6A8AHZYOOYFNzIw7IYDnLMjLvy&#10;li67UIoYwj5DBVUIbSal1xVZ9BPXEkfu4DqLIcKulKbDawy3jZwmyVxarDk2VNjSR0X6tDtbBZv6&#10;m57n+vBqFyu9/fr9CbOXo1HqadS/v4EI1IeH+O7emDg/nU1T+H8n3iCL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yn+y/EAAAA3g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CF0028" w:rsidRDefault="00CF0028" w:rsidP="00CF002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1Scj8UA&#10;AADeAAAADwAAAGRycy9kb3ducmV2LnhtbERP0WrCQBB8F/oPxxb6phdTEBs9pRYEi1bQir4uuTUX&#10;zO2F3DXGv/cKgm+zOzszO9N5ZyvRUuNLxwqGgwQEce50yYWCw++yPwbhA7LGyjEpuJGH+eylN8VM&#10;uyvvqN2HQkQT9hkqMCHUmZQ+N2TRD1xNHLmzayyGODaF1A1eo7mtZJokI2mx5JhgsKYvQ/ll/2cV&#10;tLi9JSez+Pn4Ljd5ul0c1zru1dtr9zkBEagLz+OHeqXj+8P3NIX/OhGDnN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rVJyPxQAAAN4AAAAPAAAAAAAAAAAAAAAAAJgCAABkcnMv&#10;ZG93bnJldi54bWxQSwUGAAAAAAQABAD1AAAAig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CF0028" w:rsidRDefault="00CF0028" w:rsidP="00CF002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RXmjsMA&#10;AADeAAAADwAAAGRycy9kb3ducmV2LnhtbERPTUvDQBC9C/6HZQRvdtMURGK3pRRaPNroweOYnWZT&#10;szNhd9vE/npXELzN433Ocj35Xl0oxE7YwHxWgCJuxHbcGnh/2z08gYoJ2WIvTAa+KcJ6dXuzxMrK&#10;yAe61KlVOYRjhQZcSkOldWwceYwzGYgzd5TgMWUYWm0Djjnc97osikftsePc4HCgraPmqz57A+O+&#10;+TyVxw/rrmGQXf0qp7IXY+7vps0zqERT+hf/uV9snj9flAv4fSf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RXmjsMAAADe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CF0028" w:rsidRDefault="00CF0028" w:rsidP="00CF002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gRu7cUA&#10;AADeAAAADwAAAGRycy9kb3ducmV2LnhtbERP22oCMRB9L/Qfwgh9q1m3pcpqFC8VpLSIt/dxM+5u&#10;TSbLJtX175tCwbc5nOuMJq014kKNrxwr6HUTEMS50xUXCva75fMAhA/IGo1jUnAjD5Px48MIM+2u&#10;vKHLNhQihrDPUEEZQp1J6fOSLPquq4kjd3KNxRBhU0jd4DWGWyPTJHmTFiuODSXWNC8pP29/rILl&#10;emG+06/N9CDD/L1/NIOP2eJTqadOOx2CCNSGu/jfvdJxfu8lfYW/d+INcvw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uBG7txQAAAN4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CF0028" w:rsidRDefault="00CF0028" w:rsidP="00CF002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r4W4sQA&#10;AADeAAAADwAAAGRycy9kb3ducmV2LnhtbERPTYvCMBC9C/6HMIIXWVMVRbpGEUF0QWG3Lux1bMa2&#10;2ExKE2v33xtB8DaP9zmLVWtK0VDtCssKRsMIBHFqdcGZgt/T9mMOwnlkjaVlUvBPDlbLbmeBsbZ3&#10;/qEm8ZkIIexiVJB7X8VSujQng25oK+LAXWxt0AdYZ1LXeA/hppTjKJpJgwWHhhwr2uSUXpObUdB8&#10;H87ZvnHV13U+cNPJebc76j+l+r12/QnCU+vf4pd7r8P80WQ8hec74Qa5f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K+FuLEAAAA3g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CF0028" w:rsidRDefault="00CF0028" w:rsidP="00CF002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wD2iMYA&#10;AADeAAAADwAAAGRycy9kb3ducmV2LnhtbERPTWvCQBC9F/oflhF6azamrWh0lVoQehGq7aHexuyY&#10;BLOz6e6q0V/vCkJv83ifM5l1phFHcr62rKCfpCCIC6trLhX8fC+ehyB8QNbYWCYFZ/Iwmz4+TDDX&#10;9sQrOq5DKWII+xwVVCG0uZS+qMigT2xLHLmddQZDhK6U2uEphptGZmk6kAZrjg0VtvRRUbFfH4yC&#10;+Wg4//t65eVltd3Q5ne7f8tcqtRTr3sfgwjUhX/x3f2p4/z+SzaA2zvxBjm9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1wD2iMYAAADeAAAADwAAAAAAAAAAAAAAAACYAgAAZHJz&#10;L2Rvd25yZXYueG1sUEsFBgAAAAAEAAQA9QAAAIsDAAAAAA==&#10;" fillcolor="black" stroked="f">
                  <v:textbox>
                    <w:txbxContent>
                      <w:p w:rsidR="00CF0028" w:rsidRDefault="00CF0028" w:rsidP="00CF002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Y9dE8YA&#10;AADeAAAADwAAAGRycy9kb3ducmV2LnhtbERPS2vCQBC+F/wPyxR6qxtTqpK6ivYBgnrwcfA4zU6T&#10;JdnZkN1q7K/vCoK3+fieM5l1thYnar1xrGDQT0AQ504bLhQc9l/PYxA+IGusHZOCC3mYTXsPE8y0&#10;O/OWTrtQiBjCPkMFZQhNJqXPS7Lo+64hjtyPay2GCNtC6hbPMdzWMk2SobRoODaU2NB7SXm1+7UK&#10;jquhGW8Npd/rv8WnXr9Wi81HpdTTYzd/AxGoC3fxzb3Ucf7gJR3B9Z14g5z+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Y9dE8YAAADe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CF0028" w:rsidRDefault="00CF0028" w:rsidP="00CF002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kKkU8cA&#10;AADeAAAADwAAAGRycy9kb3ducmV2LnhtbESPQW/CMAyF75P4D5GRdhspTEKoIyDENG2XHWBMu1qN&#10;15Q2TpcEKPz6+TBpN1vv+b3Py/XgO3WmmJrABqaTAhRxFWzDtYHDx8vDAlTKyBa7wGTgSgnWq9Hd&#10;EksbLryj8z7XSkI4lWjA5dyXWqfKkcc0CT2xaN8hesyyxlrbiBcJ952eFcVce2xYGhz2tHVUtfuT&#10;NxA3X8/tjU+fbXF7v6bX4/CzQGfM/XjYPIHKNOR/89/1mxX86eNMeOUdmUGvfg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ZCpFPHAAAA3gAAAA8AAAAAAAAAAAAAAAAAmAIAAGRy&#10;cy9kb3ducmV2LnhtbFBLBQYAAAAABAAEAPUAAACM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CF0028" w:rsidRDefault="00CF0028" w:rsidP="00CF002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n+3g8QA&#10;AADeAAAADwAAAGRycy9kb3ducmV2LnhtbERP22rCQBB9L/Qflin0pejGFFqNriJCoaAUtH7AmB2T&#10;4O5syE41+vXdQsG3OZzrzBa9d+pMXWwCGxgNM1DEZbANVwb23x+DMagoyBZdYDJwpQiL+ePDDAsb&#10;Lryl804qlUI4FmigFmkLrWNZk8c4DC1x4o6h8ygJdpW2HV5SuHc6z7I37bHh1FBjS6uaytPuxxtw&#10;+cFN1u9xI9e93mQ3L9uXL2vM81O/nIIS6uUu/nd/2jR/9JpP4O+ddIOe/w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p/t4PEAAAA3g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CF0028" w:rsidRDefault="00CF0028" w:rsidP="00CF002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zJmccA&#10;AADeAAAADwAAAGRycy9kb3ducmV2LnhtbESPQWvDMAyF74P+B6PCbqvTFsbI6pa1pZDLDstaelVj&#10;LQ6z5RB7bbZfPx0Gu0no6b33rTZj8OpKQ+oiG5jPClDETbQdtwaO74eHJ1ApI1v0kcnANyXYrCd3&#10;KyxtvPEbXevcKjHhVKIBl3Nfap0aRwHTLPbEcvuIQ8As69BqO+BNzIPXi6J41AE7lgSHPe0cNZ/1&#10;VzCwr3u/OFZum86n18vFVz8HOu+NuZ+OL8+gMo35X/z3XVmpP18uBUBwZAa9/g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lMyZnHAAAA3gAAAA8AAAAAAAAAAAAAAAAAmAIAAGRy&#10;cy9kb3ducmV2LnhtbFBLBQYAAAAABAAEAPUAAACMAwAAAAA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CF0028" w:rsidRDefault="00CF0028" w:rsidP="00CF002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wXeNMMA&#10;AADeAAAADwAAAGRycy9kb3ducmV2LnhtbERPTWvCQBC9F/oflin0VnejYCV1DUUMCJ5q9dDbsDsm&#10;sdnZkF1N+u/dguBtHu9zlsXoWnGlPjSeNWQTBYLYeNtwpeHwXb4tQISIbLH1TBr+KECxen5aYm79&#10;wF903cdKpBAOOWqoY+xyKYOpyWGY+I44cSffO4wJ9pW0PQ4p3LVyqtRcOmw4NdTY0bom87u/OA3n&#10;Uu68UWiOh+Owte8/mzm1SuvXl/HzA0SkMT7Ed/fWpvnZbJbB/zvpBrm6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wXeNMMAAADeAAAADwAAAAAAAAAAAAAAAACYAgAAZHJzL2Rv&#10;d25yZXYueG1sUEsFBgAAAAAEAAQA9QAAAIgDAAAAAA=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CF0028" w:rsidRDefault="00CF0028" w:rsidP="00CF002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j+zJMMA&#10;AADeAAAADwAAAGRycy9kb3ducmV2LnhtbERPTYvCMBC9L/gfwgje1tQWRKpRVBCWFQ/qsngcm7Et&#10;bSYlidr99xthYW/zeJ+zWPWmFQ9yvrasYDJOQBAXVtdcKvg6795nIHxA1thaJgU/5GG1HLwtMNf2&#10;yUd6nEIpYgj7HBVUIXS5lL6oyKAf2444cjfrDIYIXSm1w2cMN61Mk2QqDdYcGyrsaFtR0ZzuRsHl&#10;vufbIftcu034tv3ZN+l11ig1GvbrOYhAffgX/7k/dJw/ybIUXu/EG+Ty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j+zJMMAAADeAAAADwAAAAAAAAAAAAAAAACYAgAAZHJzL2Rv&#10;d25yZXYueG1sUEsFBgAAAAAEAAQA9QAAAIg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CF0028" w:rsidRDefault="00CF0028" w:rsidP="00CF002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q7DzcYA&#10;AADeAAAADwAAAGRycy9kb3ducmV2LnhtbERPTWvCQBC9F/wPywi9NRtNWzS6igqFXoRqe6i3MTsm&#10;wexs3N1q6q/vCgVv83ifM513phFncr62rGCQpCCIC6trLhV8fb49jUD4gKyxsUwKfsnDfNZ7mGKu&#10;7YU3dN6GUsQQ9jkqqEJocyl9UZFBn9iWOHIH6wyGCF0ptcNLDDeNHKbpqzRYc2yosKVVRcVx+2MU&#10;LMej5enjmdfXzX5Hu+/98WXoUqUe+91iAiJQF+7if/e7jvMHWZbB7Z14g5z9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q7DzcYAAADeAAAADwAAAAAAAAAAAAAAAACYAgAAZHJz&#10;L2Rvd25yZXYueG1sUEsFBgAAAAAEAAQA9QAAAIsDAAAAAA==&#10;" fillcolor="black" stroked="f">
                  <v:textbox>
                    <w:txbxContent>
                      <w:p w:rsidR="00CF0028" w:rsidRDefault="00CF0028" w:rsidP="00CF002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FQE8MA&#10;AADeAAAADwAAAGRycy9kb3ducmV2LnhtbERP30vDMBB+F/Y/hBv45tKtIlKXjTIYik/dVHy9Nbem&#10;rLmUJGb1vzeC4Nt9fD9vvZ3sIBL50DtWsFwUIIhbp3vuFLy/7e8eQYSIrHFwTAq+KcB2M7tZY6Xd&#10;lQ+UjrETOYRDhQpMjGMlZWgNWQwLNxJn7uy8xZih76T2eM3hdpCroniQFnvODQZH2hlqL8cvqyCd&#10;dk1dps9kDq++7rxrnj9OjVK386l+AhFpiv/iP/eLzvOXZXkPv+/kG+Tm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vFQE8MAAADeAAAADwAAAAAAAAAAAAAAAACYAgAAZHJzL2Rv&#10;d25yZXYueG1sUEsFBgAAAAAEAAQA9QAAAIg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CF0028" w:rsidRDefault="00CF0028" w:rsidP="00CF002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RGxgcUA&#10;AADeAAAADwAAAGRycy9kb3ducmV2LnhtbERPTWvCQBC9F/oflin0VjdRKpq6ioiVthc1CnocstNs&#10;MDsbsmtM++u7hUJv83ifM1v0thYdtb5yrCAdJCCIC6crLhUcD69PExA+IGusHZOCL/KwmN/fzTDT&#10;7sZ76vJQihjCPkMFJoQmk9IXhiz6gWuII/fpWoshwraUusVbDLe1HCbJWFqsODYYbGhlqLjkV6vA&#10;p6v16cN+T7vzxvA2fzfjXWmUenzoly8gAvXhX/znftNxfjoaPcPvO/EGOf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tEbGBxQAAAN4AAAAPAAAAAAAAAAAAAAAAAJgCAABkcnMv&#10;ZG93bnJldi54bWxQSwUGAAAAAAQABAD1AAAAigMAAAAA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CF0028" w:rsidRDefault="00CF0028" w:rsidP="00CF002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CF0028" w:rsidRPr="0066767B" w:rsidRDefault="00CF0028" w:rsidP="00CF0028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</w:pPr>
    </w:p>
    <w:p w:rsidR="00CF0028" w:rsidRPr="0066767B" w:rsidRDefault="00CF0028" w:rsidP="00CF0028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</w:pPr>
    </w:p>
    <w:p w:rsidR="00CF0028" w:rsidRPr="0066767B" w:rsidRDefault="00CF0028" w:rsidP="00CF0028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</w:pPr>
    </w:p>
    <w:p w:rsidR="00CF0028" w:rsidRPr="0066767B" w:rsidRDefault="00CF0028" w:rsidP="00CF0028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</w:pPr>
    </w:p>
    <w:p w:rsidR="00CF0028" w:rsidRPr="0066767B" w:rsidRDefault="00CF0028" w:rsidP="00CF0028">
      <w:pPr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16"/>
          <w:szCs w:val="16"/>
          <w:lang w:eastAsia="uk-UA"/>
        </w:rPr>
      </w:pPr>
    </w:p>
    <w:p w:rsidR="00CF0028" w:rsidRPr="0066767B" w:rsidRDefault="00CF0028" w:rsidP="00CF0028">
      <w:pPr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66767B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>УКРАЇНА</w:t>
      </w:r>
    </w:p>
    <w:p w:rsidR="00CF0028" w:rsidRPr="0066767B" w:rsidRDefault="00CF0028" w:rsidP="00CF0028">
      <w:pPr>
        <w:keepNext/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66767B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>КРУПЕЦЬКА СІЛЬСЬКА РАДА</w:t>
      </w:r>
    </w:p>
    <w:p w:rsidR="00CF0028" w:rsidRPr="0066767B" w:rsidRDefault="00CF0028" w:rsidP="00CF0028">
      <w:pPr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66767B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>СЛАВУТСЬКОГО РАЙОНУ</w:t>
      </w:r>
    </w:p>
    <w:p w:rsidR="00CF0028" w:rsidRPr="0066767B" w:rsidRDefault="00CF0028" w:rsidP="00CF0028">
      <w:pPr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66767B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>ХМЕЛЬНИЦЬКОЇ ОБЛАСТІ</w:t>
      </w:r>
    </w:p>
    <w:p w:rsidR="00CF0028" w:rsidRPr="0066767B" w:rsidRDefault="00CF0028" w:rsidP="00CF0028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  <w:r w:rsidRPr="0066767B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Pr="0066767B">
        <w:rPr>
          <w:rFonts w:ascii="Calibri" w:eastAsia="Calibri" w:hAnsi="Calibri" w:cs="Times New Roman"/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7F1268B1" wp14:editId="004740A5">
                <wp:simplePos x="0" y="0"/>
                <wp:positionH relativeFrom="column">
                  <wp:posOffset>2788920</wp:posOffset>
                </wp:positionH>
                <wp:positionV relativeFrom="paragraph">
                  <wp:posOffset>9116695</wp:posOffset>
                </wp:positionV>
                <wp:extent cx="543560" cy="734695"/>
                <wp:effectExtent l="0" t="0" r="8890" b="8255"/>
                <wp:wrapNone/>
                <wp:docPr id="11336" name="Группа 1097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543560" cy="734695"/>
                          <a:chOff x="0" y="0"/>
                          <a:chExt cx="1142" cy="1718"/>
                        </a:xfrm>
                      </wpg:grpSpPr>
                      <wps:wsp>
                        <wps:cNvPr id="11337" name="Freeform 3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F0028" w:rsidRDefault="00CF0028" w:rsidP="00CF002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338" name="Freeform 35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F0028" w:rsidRDefault="00CF0028" w:rsidP="00CF002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339" name="Freeform 3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F0028" w:rsidRDefault="00CF0028" w:rsidP="00CF002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340" name="Freeform 37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F0028" w:rsidRDefault="00CF0028" w:rsidP="00CF002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341" name="Freeform 3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F0028" w:rsidRDefault="00CF0028" w:rsidP="00CF002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342" name="Freeform 39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F0028" w:rsidRDefault="00CF0028" w:rsidP="00CF002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343" name="Freeform 4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F0028" w:rsidRDefault="00CF0028" w:rsidP="00CF002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344" name="Freeform 41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F0028" w:rsidRDefault="00CF0028" w:rsidP="00CF002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345" name="Freeform 4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F0028" w:rsidRDefault="00CF0028" w:rsidP="00CF002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346" name="Freeform 43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F0028" w:rsidRDefault="00CF0028" w:rsidP="00CF002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347" name="Freeform 4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F0028" w:rsidRDefault="00CF0028" w:rsidP="00CF002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348" name="Freeform 45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F0028" w:rsidRDefault="00CF0028" w:rsidP="00CF002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349" name="Freeform 4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F0028" w:rsidRDefault="00CF0028" w:rsidP="00CF002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350" name="Freeform 47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F0028" w:rsidRDefault="00CF0028" w:rsidP="00CF002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351" name="Freeform 4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F0028" w:rsidRDefault="00CF0028" w:rsidP="00CF002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352" name="Freeform 49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F0028" w:rsidRDefault="00CF0028" w:rsidP="00CF002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353" name="Freeform 5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F0028" w:rsidRDefault="00CF0028" w:rsidP="00CF002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354" name="Freeform 51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F0028" w:rsidRDefault="00CF0028" w:rsidP="00CF002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355" name="Freeform 5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F0028" w:rsidRDefault="00CF0028" w:rsidP="00CF002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356" name="Freeform 53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F0028" w:rsidRDefault="00CF0028" w:rsidP="00CF002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357" name="Rectangle 54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F0028" w:rsidRDefault="00CF0028" w:rsidP="00CF002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358" name="Freeform 55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F0028" w:rsidRDefault="00CF0028" w:rsidP="00CF002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359" name="Freeform 56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F0028" w:rsidRDefault="00CF0028" w:rsidP="00CF002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360" name="Freeform 57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F0028" w:rsidRDefault="00CF0028" w:rsidP="00CF002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361" name="Freeform 58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F0028" w:rsidRDefault="00CF0028" w:rsidP="00CF002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362" name="Freeform 59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F0028" w:rsidRDefault="00CF0028" w:rsidP="00CF002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363" name="Freeform 60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F0028" w:rsidRDefault="00CF0028" w:rsidP="00CF002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364" name="Rectangle 61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F0028" w:rsidRDefault="00CF0028" w:rsidP="00CF002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365" name="Freeform 62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F0028" w:rsidRDefault="00CF0028" w:rsidP="00CF002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366" name="Freeform 63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F0028" w:rsidRDefault="00CF0028" w:rsidP="00CF002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0978" o:spid="_x0000_s1057" style="position:absolute;margin-left:219.6pt;margin-top:717.85pt;width:42.8pt;height:57.85pt;z-index:25165926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">
                <v:shape id="Freeform 34" o:spid="_x0000_s105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mKkGL8A&#10;AADeAAAADwAAAGRycy9kb3ducmV2LnhtbERPSwrCMBDdC94hjOBOUy2oVKOIqLgQxN9+aMa22ExK&#10;E7Xe3giCu3m878wWjSnFk2pXWFYw6EcgiFOrC84UXM6b3gSE88gaS8uk4E0OFvN2a4aJti8+0vPk&#10;MxFC2CWoIPe+SqR0aU4GXd9WxIG72dqgD7DOpK7xFcJNKYdRNJIGCw4NOVa0yim9nx5GgY23u/01&#10;Gx7jNY89Lw+T27XZK9XtNMspCE+N/4t/7p0O8wdxPIbvO+EGOf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yYqQYvwAAAN4AAAAPAAAAAAAAAAAAAAAAAJgCAABkcnMvZG93bnJl&#10;di54bWxQSwUGAAAAAAQABAD1AAAAhA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CF0028" w:rsidRDefault="00CF0028" w:rsidP="00CF002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5" o:spid="_x0000_s1059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TmCyckA&#10;AADeAAAADwAAAGRycy9kb3ducmV2LnhtbESPQUsDMRCF74L/IYzgpdhsLVRdmxYpbKsehFbB67AZ&#10;N6ubyZKk7ba/3jkI3mZ4b977Zr4cfKcOFFMb2MBkXIAiroNtuTHw8V7d3INKGdliF5gMnCjBcnF5&#10;McfShiNv6bDLjZIQTiUacDn3pdapduQxjUNPLNpXiB6zrLHRNuJRwn2nb4tipj22LA0Oe1o5qn92&#10;e2/gu3pzn6u78zqOHrZ0HlWvm+5lZsz11fD0CCrTkP/Nf9fPVvAn06nwyjsyg178Ag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ITmCyckAAADe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CF0028" w:rsidRDefault="00CF0028" w:rsidP="00CF002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6" o:spid="_x0000_s106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GaDU8YA&#10;AADeAAAADwAAAGRycy9kb3ducmV2LnhtbESPwWrDMBBE74H+g9hCL6GRU0NJ3SjGlLgEX4KTfsBi&#10;bSxTa2UsJXb/PioUettlZufNbvPZ9uJGo+8cK1ivEhDEjdMdtwq+zuXzBoQPyBp7x6Tghzzku4fF&#10;FjPtJq7pdgqtiCHsM1RgQhgyKX1jyKJfuYE4ahc3WgxxHVupR5xiuO3lS5K8SosdR4LBgT4MNd+n&#10;q42QY4rH6jKdy88ZJ9xXhpdFrdTT41y8gwg0h3/z3/VBx/rrNH2D33fiDHJ3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GaDU8YAAADe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CF0028" w:rsidRDefault="00CF0028" w:rsidP="00CF002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7" o:spid="_x0000_s1061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N5MiccA&#10;AADeAAAADwAAAGRycy9kb3ducmV2LnhtbESPQUsDQQyF74L/YYjgzc621iprp0WqgggerIJ4Czvp&#10;7uJOZpiJ3fXfm4PgLSEv771vvZ3CYI6USx/ZwXxWgSFuou+5dfD+9nhxA6YIsschMjn4oQLbzenJ&#10;GmsfR36l415aoyZcanTQiaTa2tJ0FLDMYiLW2yHmgKJrbq3POKp5GOyiqlY2YM+a0GGiXUfN1/47&#10;OHgZH9Lz9erqkD7zcmHLvZePnTh3fjbd3YIRmuRf/Pf95LX+/HKpAIqjM9jNL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zeTInHAAAA3gAAAA8AAAAAAAAAAAAAAAAAmAIAAGRy&#10;cy9kb3ducmV2LnhtbFBLBQYAAAAABAAEAPUAAACM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CF0028" w:rsidRDefault="00CF0028" w:rsidP="00CF002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8" o:spid="_x0000_s106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hb8KMUA&#10;AADeAAAADwAAAGRycy9kb3ducmV2LnhtbESP0YrCMBBF34X9hzDCvoimXUWWahRZdBFfpLofMDRj&#10;U2wmpYm2+/dGEHyb4d65585y3dta3Kn1lWMF6SQBQVw4XXGp4O+8G3+D8AFZY+2YFPyTh/XqY7DE&#10;TLuOc7qfQiliCPsMFZgQmkxKXxiy6CeuIY7axbUWQ1zbUuoWuxhua/mVJHNpseJIMNjQj6HierrZ&#10;CDlO8Xi4dOfdb48dbg+GR5tcqc9hv1mACNSHt/l1vdexfjqdpfB8J84gVw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2FvwoxQAAAN4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CF0028" w:rsidRDefault="00CF0028" w:rsidP="00CF002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9" o:spid="_x0000_s1063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0B3ZcUA&#10;AADeAAAADwAAAGRycy9kb3ducmV2LnhtbERPTUsDMRC9C/0PYQRvNtu1VlmbllIVitCDVRBvw2a6&#10;u7iZhGTsrv/eFARv83ifs1yPrlcniqnzbGA2LUAR19523Bh4f3u+vgeVBNli75kM/FCC9WpyscTK&#10;+oFf6XSQRuUQThUaaEVCpXWqW3KYpj4QZ+7oo0PJMDbaRhxyuOt1WRQL7bDj3NBioG1L9dfh2xnY&#10;D0/h5W5xewyfcV7q9GjlYyvGXF2OmwdQQqP8i//cO5vnz27mJZzfyTfo1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zQHdlxQAAAN4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CF0028" w:rsidRDefault="00CF0028" w:rsidP="00CF002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0" o:spid="_x0000_s106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QnPF8UA&#10;AADeAAAADwAAAGRycy9kb3ducmV2LnhtbERP32vCMBB+H+x/CDfwRWaqnWN0RpmDoDBBdIO9Hs3Z&#10;ljWXkkTb/feLIOztPr6ft1gNthUX8qFxrGA6yUAQl840XCn4+tSPLyBCRDbYOiYFvxRgtby/W2Bh&#10;XM8HuhxjJVIIhwIV1DF2hZShrMlimLiOOHEn5y3GBH0ljcc+hdtWzrLsWVpsODXU2NF7TeXP8WwV&#10;rPd9lftxuR7cx2nzPdfa6J1WavQwvL2CiDTEf/HNvTVp/jR/yuH6TrpBLv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Cc8XxQAAAN4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CF0028" w:rsidRDefault="00CF0028" w:rsidP="00CF002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1" o:spid="_x0000_s1065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tAdnMIA&#10;AADeAAAADwAAAGRycy9kb3ducmV2LnhtbERP3WrCMBS+H/gO4QjezVTtRKpRRCmMsZupD3Bojk21&#10;OSlJrN3bL4PB7s7H93s2u8G2oicfGscKZtMMBHHldMO1gsu5fF2BCBFZY+uYFHxTgN129LLBQrsn&#10;f1F/irVIIRwKVGBi7AopQ2XIYpi6jjhxV+ctxgR9LbXHZwq3rZxn2VJabDg1GOzoYKi6nx5WQfkx&#10;/+zvD+1Ltx9yS2/mtjoapSbjYb8GEWmI/+I/97tO82eLPIffd9INcv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u0B2cwgAAAN4AAAAPAAAAAAAAAAAAAAAAAJgCAABkcnMvZG93&#10;bnJldi54bWxQSwUGAAAAAAQABAD1AAAAhw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CF0028" w:rsidRDefault="00CF0028" w:rsidP="00CF002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2" o:spid="_x0000_s106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azy+MUA&#10;AADeAAAADwAAAGRycy9kb3ducmV2LnhtbERP32vCMBB+H/g/hBP2IjN1zjE6o6gQJkwQ3WCvR3O2&#10;Zc2lJJmt/70RhL3dx/fz5sveNuJMPtSOFUzGGQjiwpmaSwXfX/rpDUSIyAYbx6TgQgGWi8HDHHPj&#10;Oj7Q+RhLkUI45KigirHNpQxFRRbD2LXEiTs5bzEm6EtpPHYp3DbyOctepcWaU0OFLW0qKn6Pf1bB&#10;et+VUz8q1r37PH38zLQ2eqeVehz2q3cQkfr4L767tybNn0xfZnB7J90gF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JrPL4xQAAAN4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CF0028" w:rsidRDefault="00CF0028" w:rsidP="00CF002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3" o:spid="_x0000_s1067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U4mcMMA&#10;AADeAAAADwAAAGRycy9kb3ducmV2LnhtbERP3WrCMBS+H+wdwhnsbqY6FelMRZTCkN348wCH5th0&#10;bU5KEmv39mYw2N35+H7PejPaTgzkQ+NYwXSSgSCunG64VnA5l28rECEia+wck4IfCrApnp/WmGt3&#10;5yMNp1iLFMIhRwUmxj6XMlSGLIaJ64kTd3XeYkzQ11J7vKdw28lZli2lxYZTg8Gedoaq9nSzCsrD&#10;7Gtob9qXbjvOLS3M92pvlHp9GbcfICKN8V/85/7Uaf70fb6E33fSDbJ4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U4mcMMAAADeAAAADwAAAAAAAAAAAAAAAACYAgAAZHJzL2Rv&#10;d25yZXYueG1sUEsFBgAAAAAEAAQA9QAAAIg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CF0028" w:rsidRDefault="00CF0028" w:rsidP="00CF002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4" o:spid="_x0000_s106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MwdA8EA&#10;AADeAAAADwAAAGRycy9kb3ducmV2LnhtbERP24rCMBB9F/yHMAu+aVpvu3SbigjK+mjdDxia2bbY&#10;TGoTbf37jSD4NodznXQzmEbcqXO1ZQXxLAJBXFhdc6ng97yffoFwHlljY5kUPMjBJhuPUky07flE&#10;99yXIoSwS1BB5X2bSOmKigy6mW2JA/dnO4M+wK6UusM+hJtGzqNoLQ3WHBoqbGlXUXHJb0bB8tEf&#10;rvnqEu21ofi4aI/si5VSk49h+w3C0+Df4pf7R4f58WL5Cc93wg0y+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jMHQPBAAAA3g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CF0028" w:rsidRDefault="00CF0028" w:rsidP="00CF002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5" o:spid="_x0000_s1069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1Gf3sYA&#10;AADeAAAADwAAAGRycy9kb3ducmV2LnhtbESPT2vCQBDF70K/wzKF3nSjLaLRVaRiKZ40/jkP2TEJ&#10;zc6G7Krx23cOgrcZ3pv3fjNfdq5WN2pD5dnAcJCAIs69rbgwcDxs+hNQISJbrD2TgQcFWC7eenNM&#10;rb/znm5ZLJSEcEjRQBljk2od8pIchoFviEW7+NZhlLUttG3xLuGu1qMkGWuHFUtDiQ19l5T/ZVdn&#10;4Do+j4582dpdtn78TNebVdCnwpiP9241AxWpiy/z8/rXCv7w80t45R2ZQS/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1Gf3sYAAADeAAAADwAAAAAAAAAAAAAAAACYAgAAZHJz&#10;L2Rvd25yZXYueG1sUEsFBgAAAAAEAAQA9QAAAIs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CF0028" w:rsidRDefault="00CF0028" w:rsidP="00CF002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6" o:spid="_x0000_s107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3KKWMYA&#10;AADeAAAADwAAAGRycy9kb3ducmV2LnhtbERPS2vCQBC+C/6HZYTedGOVoGk2ooVC7aHi69DbNDtN&#10;0mZn0+yq6b93C4K3+fieky46U4szta6yrGA8ikAQ51ZXXCg47F+GMxDOI2usLZOCP3KwyPq9FBNt&#10;L7yl884XIoSwS1BB6X2TSOnykgy6kW2IA/dlW4M+wLaQusVLCDe1fIyiWBqsODSU2NBzSfnP7mQU&#10;HDezeL5Zraffb++fODH690NXsVIPg275BMJT5+/im/tVh/njyXQO/++EG2R2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3KKWMYAAADe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CF0028" w:rsidRDefault="00CF0028" w:rsidP="00CF002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7" o:spid="_x0000_s1071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2gijMcA&#10;AADeAAAADwAAAGRycy9kb3ducmV2LnhtbESPT2vCQBDF74LfYRmhN92oVSS6in+olp6sLXgdstMk&#10;NDsbsluNfvrOQfA2w7x57/0Wq9ZV6kJNKD0bGA4SUMSZtyXnBr6/3vozUCEiW6w8k4EbBVgtu50F&#10;ptZf+ZMup5grMeGQooEixjrVOmQFOQwDXxPL7cc3DqOsTa5tg1cxd5UeJclUOyxZEgqsaVtQ9nv6&#10;cwbu0zMew2G02Y1tpNvrbO8/jntjXnrteg4qUhuf4sf3u5X6w/FEAARHZtDL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doIozHAAAA3g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CF0028" w:rsidRDefault="00CF0028" w:rsidP="00CF002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8" o:spid="_x0000_s107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h3uucQA&#10;AADeAAAADwAAAGRycy9kb3ducmV2LnhtbERP22rCQBB9L/Qflin4VjfxhsasUopC31rTfsCQHTch&#10;2dmYXTX69d1Cwbc5nOvk28G24kK9rx0rSMcJCOLS6ZqNgp/v/esShA/IGlvHpOBGHrab56ccM+2u&#10;fKBLEYyIIewzVFCF0GVS+rIii37sOuLIHV1vMUTYG6l7vMZw28pJkiykxZpjQ4UdvVdUNsXZKji5&#10;yVwPxQ4/m93qqzZmdrofZkqNXoa3NYhAQ3iI/90fOs5Pp/MU/t6JN8jN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d7rnEAAAA3g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CF0028" w:rsidRDefault="00CF0028" w:rsidP="00CF002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9" o:spid="_x0000_s1073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HMWJcMA&#10;AADeAAAADwAAAGRycy9kb3ducmV2LnhtbERPS4vCMBC+L/gfwgje1lRFV6tRdEHw6uOwxzEZ22oz&#10;qU1Wq7/eCAt7m4/vObNFY0txo9oXjhX0ugkIYu1MwZmCw379OQbhA7LB0jEpeJCHxbz1McPUuDtv&#10;6bYLmYgh7FNUkIdQpVJ6nZNF33UVceROrrYYIqwzaWq8x3Bbyn6SjKTFgmNDjhV956Qvu1+rYFMc&#10;aTjSp4kdr/T253kNg6+zUarTbpZTEIGa8C/+c29MnN8bDPvwfifeIOc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HMWJcMAAADe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CF0028" w:rsidRDefault="00CF0028" w:rsidP="00CF002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0" o:spid="_x0000_s107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B5KacYA&#10;AADeAAAADwAAAGRycy9kb3ducmV2LnhtbERP0WrCQBB8L/gPxwq+1UsUSxs9Qy0IlVahVvR1ya25&#10;YG4v5K4x/n2vUPBtdmdnZmeR97YWHbW+cqwgHScgiAunKy4VHL7Xj88gfEDWWDsmBTfykC8HDwvM&#10;tLvyF3X7UIpowj5DBSaEJpPSF4Ys+rFriCN3dq3FEMe2lLrFazS3tZwkyZO0WHFMMNjQm6Hisv+x&#10;Cjrc3ZKTWW1fNtVnMdmtjh867tVo2L/OQQTqw/34X/2u4/vpdDaFvzoRg1z+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B5KacYAAADeAAAADwAAAAAAAAAAAAAAAACYAgAAZHJz&#10;L2Rvd25yZXYueG1sUEsFBgAAAAAEAAQA9QAAAIs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CF0028" w:rsidRDefault="00CF0028" w:rsidP="00CF002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1" o:spid="_x0000_s1075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voNh8MA&#10;AADeAAAADwAAAGRycy9kb3ducmV2LnhtbERPTUvDQBC9C/0Pywje7KZRi8RuSxEqHjXtweOYnWZT&#10;szNhd22iv94VBG/zeJ+z2ky+V2cKsRM2sJgXoIgbsR23Bg773fU9qJiQLfbCZOCLImzWs4sVVlZG&#10;fqVznVqVQzhWaMClNFRax8aRxziXgThzRwkeU4ah1TbgmMN9r8uiWGqPHecGhwM9Omo+6k9vYHxq&#10;3k/l8c267zDIrn6RU9mLMVeX0/YBVKIp/Yv/3M82z1/c3N3C7zv5Br3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voNh8MAAADe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CF0028" w:rsidRDefault="00CF0028" w:rsidP="00CF002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2" o:spid="_x0000_s107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U64C8UA&#10;AADeAAAADwAAAGRycy9kb3ducmV2LnhtbERP22oCMRB9F/oPYQq+aVaLrWyNYr2AiKV46fu4GXdX&#10;k8mySXX9+0Yo9G0O5zqjSWONuFLtS8cKet0EBHHmdMm5gsN+2RmC8AFZo3FMCu7kYTJ+ao0w1e7G&#10;W7ruQi5iCPsUFRQhVKmUPivIou+6ijhyJ1dbDBHWudQ13mK4NbKfJK/SYsmxocCKZgVll92PVbD8&#10;mptz/3M7/ZZhtng7muH6Y75Rqv3cTN9BBGrCv/jPvdJxfu9lMIDHO/EGOf4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ZTrgLxQAAAN4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CF0028" w:rsidRDefault="00CF0028" w:rsidP="00CF002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3" o:spid="_x0000_s1077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mr76MQA&#10;AADeAAAADwAAAGRycy9kb3ducmV2LnhtbERP24rCMBB9X/Afwgi+LJqqWKQaRQTRhRW8ga9jM7bF&#10;ZlKaWLt/vxEW9m0O5zrzZWtK0VDtCssKhoMIBHFqdcGZgst505+CcB5ZY2mZFPyQg+Wi8zHHRNsX&#10;H6k5+UyEEHYJKsi9rxIpXZqTQTewFXHg7rY26AOsM6lrfIVwU8pRFMXSYMGhIceK1jmlj9PTKGgO&#10;37ds17jq6zH9dJPxbbvd66tSvW67moHw1Pp/8Z97p8P84XgSw/udcINc/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pq++jEAAAA3g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CF0028" w:rsidRDefault="00CF0028" w:rsidP="00CF002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54" o:spid="_x0000_s1078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EogbsYA&#10;AADeAAAADwAAAGRycy9kb3ducmV2LnhtbERPS2sCMRC+F/wPYYTealZbH90aRYVCLwVfh3obN9Pd&#10;xc1kTaKu/fWNIHibj+8542ljKnEm50vLCrqdBARxZnXJuYLt5vNlBMIHZI2VZVJwJQ/TSetpjKm2&#10;F17ReR1yEUPYp6igCKFOpfRZQQZ9x9bEkfu1zmCI0OVSO7zEcFPJXpIMpMGSY0OBNS0Kyg7rk1Ew&#10;fx/Nj8s3/v5b7Xe0+9kf+j2XKPXcbmYfIAI14SG+u790nN997Q/h9k68QU7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4EogbsYAAADeAAAADwAAAAAAAAAAAAAAAACYAgAAZHJz&#10;L2Rvd25yZXYueG1sUEsFBgAAAAAEAAQA9QAAAIsDAAAAAA==&#10;" fillcolor="black" stroked="f">
                  <v:textbox>
                    <w:txbxContent>
                      <w:p w:rsidR="00CF0028" w:rsidRDefault="00CF0028" w:rsidP="00CF002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55" o:spid="_x0000_s1079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Ba6HMkA&#10;AADeAAAADwAAAGRycy9kb3ducmV2LnhtbESPQW/CMAyF75P2HyJP4jZSQCDUEdAYTEIaO8B22NFr&#10;vDZq41RNBmW/Hh+QdrP1nt/7vFj1vlEn6qILbGA0zEARF8E6Lg18frw+zkHFhGyxCUwGLhRhtby/&#10;W2Buw5kPdDqmUkkIxxwNVCm1udaxqMhjHIaWWLSf0HlMsnalth2eJdw3epxlM+3RsTRU2NJLRUV9&#10;/PUGvt5mbn5wNP7e/623dj+t1++b2pjBQ//8BCpRn/7Nt+udFfzRZCq88o7MoJdX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uBa6HMkAAADeAAAADwAAAAAAAAAAAAAAAACYAgAA&#10;ZHJzL2Rvd25yZXYueG1sUEsFBgAAAAAEAAQA9QAAAI4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CF0028" w:rsidRDefault="00CF0028" w:rsidP="00CF002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6" o:spid="_x0000_s1080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QhytcQA&#10;AADeAAAADwAAAGRycy9kb3ducmV2LnhtbERPTWsCMRC9F/wPYQq91awWxW6NIpaiFw/all6HzXSz&#10;3c1kTaKu/nojCL3N433OdN7ZRhzJh8qxgkE/A0FcOF1xqeDr8+N5AiJEZI2NY1JwpgDzWe9hirl2&#10;J97ScRdLkUI45KjAxNjmUobCkMXQdy1x4n6dtxgT9KXUHk8p3DZymGVjabHi1GCwpaWhot4drAK/&#10;+HmvL3z4rrPL5hxWf91+gkapp8du8QYiUhf/xXf3Wqf5g5fRK9zeSTfI2R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EIcrXEAAAA3g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CF0028" w:rsidRDefault="00CF0028" w:rsidP="00CF002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7" o:spid="_x0000_s1081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S+n3scA&#10;AADeAAAADwAAAGRycy9kb3ducmV2LnhtbESP0UoDQQxF34X+wxDBF7GzrVDt2mkpgiBYhNZ+QLoT&#10;dxdnMstObLd+ffNQ8C0hN/fes1gNMZgj9blN7GAyLsAQV8m3XDvYf709PIPJguwxJCYHZ8qwWo5u&#10;Flj6dOItHXdSGzXhXKKDRqQrrc1VQxHzOHXEevtOfUTRta+t7/Gk5jHYaVHMbMSWNaHBjl4bqn52&#10;v9FBmB7C/OMpb+S8t5viL8r2/tM7d3c7rF/ACA3yL75+v3utP3mcKYDi6Ax2eQ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0vp97HAAAA3gAAAA8AAAAAAAAAAAAAAAAAmAIAAGRy&#10;cy9kb3ducmV2LnhtbFBLBQYAAAAABAAEAPUAAACM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CF0028" w:rsidRDefault="00CF0028" w:rsidP="00CF002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8" o:spid="_x0000_s1082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bNDH8QA&#10;AADeAAAADwAAAGRycy9kb3ducmV2LnhtbERPTWvCQBC9C/0PyxR6000siKSu0laEXHpoTPE6Zsds&#10;cHc2ZLea+uvdQqG3ebzPWW1GZ8WFhtB5VpDPMhDEjdcdtwrq/W66BBEiskbrmRT8UIDN+mGywkL7&#10;K3/SpYqtSCEcClRgYuwLKUNjyGGY+Z44cSc/OIwJDq3UA15TuLNynmUL6bDj1GCwp3dDzbn6dgq2&#10;VW/ndWnewuHr43i05W1Hh61ST4/j6wuISGP8F/+5S53m58+LHH7fSTfI9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WzQx/EAAAA3gAAAA8AAAAAAAAAAAAAAAAAmAIAAGRycy9k&#10;b3ducmV2LnhtbFBLBQYAAAAABAAEAPUAAACJAwAAAAA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CF0028" w:rsidRDefault="00CF0028" w:rsidP="00CF002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9" o:spid="_x0000_s1083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GRvXsIA&#10;AADeAAAADwAAAGRycy9kb3ducmV2LnhtbERPTYvCMBC9L/gfwgje1kQXulKNIqIgeFpXD96GZGyr&#10;zaQ0WVv/vVlY2Ns83ucsVr2rxYPaUHnWMBkrEMTG24oLDafv3fsMRIjIFmvPpOFJAVbLwdsCc+s7&#10;/qLHMRYihXDIUUMZY5NLGUxJDsPYN8SJu/rWYUywLaRtsUvhrpZTpTLpsOLUUGJDm5LM/fjjNNx2&#10;8uCNQnM+nbu9/bxsM6qV1qNhv56DiNTHf/Gfe2/T/MlHNoXfd9INcvk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0ZG9ewgAAAN4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CF0028" w:rsidRDefault="00CF0028" w:rsidP="00CF002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0" o:spid="_x0000_s1084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sA5osMA&#10;AADeAAAADwAAAGRycy9kb3ducmV2LnhtbERPS4vCMBC+L/gfwgje1lQLItUoKiwsyh58IB7HZmxL&#10;m0lJotZ/vxEW9jYf33Pmy8404kHOV5YVjIYJCOLc6ooLBafj1+cUhA/IGhvLpOBFHpaL3sccM22f&#10;vKfHIRQihrDPUEEZQptJ6fOSDPqhbYkjd7POYIjQFVI7fMZw08hxkkykwYpjQ4ktbUrK68PdKLjc&#10;d3z7Sbcrtw5n2x19Pb5Oa6UG/W41AxGoC//iP/e3jvNH6SSF9zvxBrn4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sA5osMAAADeAAAADwAAAAAAAAAAAAAAAACYAgAAZHJzL2Rv&#10;d25yZXYueG1sUEsFBgAAAAAEAAQA9QAAAIg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CF0028" w:rsidRDefault="00CF0028" w:rsidP="00CF002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61" o:spid="_x0000_s1085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vR0pMUA&#10;AADeAAAADwAAAGRycy9kb3ducmV2LnhtbERPS2sCMRC+F/wPYQRvNatV0dUotVDopeDroLdxM+4u&#10;bibbJOq2v74RBG/z8T1ntmhMJa7kfGlZQa+bgCDOrC45V7Dbfr6OQfiArLGyTAp+ycNi3nqZYart&#10;jdd03YRcxBD2KSooQqhTKX1WkEHftTVx5E7WGQwRulxqh7cYbirZT5KRNFhybCiwpo+CsvPmYhQs&#10;J+Plz2rA33/r44EO++N52HeJUp128z4FEagJT/HD/aXj/N7baAD3d+INcv4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9HSkxQAAAN4AAAAPAAAAAAAAAAAAAAAAAJgCAABkcnMv&#10;ZG93bnJldi54bWxQSwUGAAAAAAQABAD1AAAAigMAAAAA&#10;" fillcolor="black" stroked="f">
                  <v:textbox>
                    <w:txbxContent>
                      <w:p w:rsidR="00CF0028" w:rsidRDefault="00CF0028" w:rsidP="00CF002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62" o:spid="_x0000_s1086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g7alcQA&#10;AADeAAAADwAAAGRycy9kb3ducmV2LnhtbERPS0sDMRC+C/0PYQRvNluLpWyblqVQFE/bh3idbqab&#10;xc1kSWK6/nsjCN7m43vOejvaXiTyoXOsYDYtQBA3TnfcKjif9o9LECEia+wdk4JvCrDdTO7WWGp3&#10;4wOlY2xFDuFQogIT41BKGRpDFsPUDcSZuzpvMWboW6k93nK47eVTUSykxY5zg8GBdoaaz+OXVZAu&#10;u7qap49kDm++ar2rX94vtVIP92O1AhFpjP/iP/erzvNn88Uz/L6Tb5Cb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IO2pXEAAAA3gAAAA8AAAAAAAAAAAAAAAAAmAIAAGRycy9k&#10;b3ducmV2LnhtbFBLBQYAAAAABAAEAPUAAACJAwAAAAA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CF0028" w:rsidRDefault="00CF0028" w:rsidP="00CF002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3" o:spid="_x0000_s1087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nAA68UA&#10;AADeAAAADwAAAGRycy9kb3ducmV2LnhtbERPTWvCQBC9F/oflil4q5sohBpdRUSl7aUaBXscstNs&#10;MDsbstuY9td3C4Xe5vE+Z7EabCN66nztWEE6TkAQl07XXCk4n3aPTyB8QNbYOCYFX+Rhtby/W2Cu&#10;3Y2P1BehEjGEfY4KTAhtLqUvDVn0Y9cSR+7DdRZDhF0ldYe3GG4bOUmSTFqsOTYYbGljqLwWn1aB&#10;Tzfby6v9nvXve8NvxYvJDpVRavQwrOcgAg3hX/znftZxfjrNMvh9J94gl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OcADrxQAAAN4AAAAPAAAAAAAAAAAAAAAAAJgCAABkcnMv&#10;ZG93bnJldi54bWxQSwUGAAAAAAQABAD1AAAAigMAAAAA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CF0028" w:rsidRDefault="00CF0028" w:rsidP="00CF002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:rsidR="00CF0028" w:rsidRPr="0066767B" w:rsidRDefault="00CF0028" w:rsidP="00CF0028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val="uk-UA"/>
        </w:rPr>
      </w:pPr>
      <w:r w:rsidRPr="0066767B">
        <w:rPr>
          <w:rFonts w:ascii="Times New Roman" w:eastAsia="Calibri" w:hAnsi="Times New Roman" w:cs="Times New Roman"/>
          <w:b/>
          <w:lang w:val="uk-UA"/>
        </w:rPr>
        <w:t>РІШЕННЯ</w:t>
      </w:r>
    </w:p>
    <w:p w:rsidR="00CF0028" w:rsidRPr="0066767B" w:rsidRDefault="00CF0028" w:rsidP="00CF0028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val="uk-UA"/>
        </w:rPr>
      </w:pPr>
    </w:p>
    <w:p w:rsidR="00CF0028" w:rsidRPr="0066767B" w:rsidRDefault="00CF0028" w:rsidP="00CF0028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  <w:lang w:val="uk-UA"/>
        </w:rPr>
      </w:pPr>
      <w:r w:rsidRPr="0066767B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66767B">
        <w:rPr>
          <w:rFonts w:ascii="Times New Roman" w:eastAsia="Arial Unicode MS" w:hAnsi="Times New Roman" w:cs="Times New Roman"/>
          <w:color w:val="000000"/>
          <w:sz w:val="24"/>
          <w:szCs w:val="24"/>
          <w:lang w:val="uk-UA"/>
        </w:rPr>
        <w:t xml:space="preserve"> сесії сільської </w:t>
      </w:r>
      <w:proofErr w:type="gramStart"/>
      <w:r w:rsidRPr="0066767B">
        <w:rPr>
          <w:rFonts w:ascii="Times New Roman" w:eastAsia="Arial Unicode MS" w:hAnsi="Times New Roman" w:cs="Times New Roman"/>
          <w:color w:val="000000"/>
          <w:sz w:val="24"/>
          <w:szCs w:val="24"/>
          <w:lang w:val="uk-UA"/>
        </w:rPr>
        <w:t xml:space="preserve">ради  </w:t>
      </w:r>
      <w:r w:rsidRPr="0066767B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66767B">
        <w:rPr>
          <w:rFonts w:ascii="Times New Roman" w:eastAsia="Arial Unicode MS" w:hAnsi="Times New Roman" w:cs="Times New Roman"/>
          <w:color w:val="000000"/>
          <w:sz w:val="24"/>
          <w:szCs w:val="24"/>
          <w:lang w:val="uk-UA"/>
        </w:rPr>
        <w:t>ІІІ</w:t>
      </w:r>
      <w:proofErr w:type="gramEnd"/>
      <w:r w:rsidRPr="0066767B">
        <w:rPr>
          <w:rFonts w:ascii="Times New Roman" w:eastAsia="Arial Unicode MS" w:hAnsi="Times New Roman" w:cs="Times New Roman"/>
          <w:color w:val="000000"/>
          <w:sz w:val="24"/>
          <w:szCs w:val="24"/>
          <w:lang w:val="uk-UA"/>
        </w:rPr>
        <w:t xml:space="preserve"> скликання</w:t>
      </w:r>
    </w:p>
    <w:p w:rsidR="00CF0028" w:rsidRPr="0066767B" w:rsidRDefault="00CF0028" w:rsidP="00CF0028">
      <w:pPr>
        <w:spacing w:after="0" w:line="240" w:lineRule="auto"/>
        <w:jc w:val="center"/>
        <w:rPr>
          <w:rFonts w:ascii="Times New Roman" w:eastAsia="Calibri" w:hAnsi="Times New Roman" w:cs="Times New Roman"/>
          <w:lang w:val="uk-UA"/>
        </w:rPr>
      </w:pPr>
    </w:p>
    <w:p w:rsidR="00CF0028" w:rsidRDefault="00CF0028" w:rsidP="00CF0028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</w:pPr>
      <w:r>
        <w:rPr>
          <w:rFonts w:ascii="Times New Roman" w:eastAsia="Calibri" w:hAnsi="Times New Roman" w:cs="Times New Roman"/>
          <w:sz w:val="24"/>
          <w:lang w:val="uk-UA"/>
        </w:rPr>
        <w:t>27</w:t>
      </w:r>
      <w:r w:rsidRPr="0066767B">
        <w:rPr>
          <w:rFonts w:ascii="Times New Roman" w:eastAsia="Calibri" w:hAnsi="Times New Roman" w:cs="Times New Roman"/>
          <w:sz w:val="24"/>
          <w:lang w:val="uk-UA"/>
        </w:rPr>
        <w:t xml:space="preserve">.01.2021р.                  </w:t>
      </w:r>
      <w:r>
        <w:rPr>
          <w:rFonts w:ascii="Times New Roman" w:eastAsia="Calibri" w:hAnsi="Times New Roman" w:cs="Times New Roman"/>
          <w:sz w:val="24"/>
          <w:lang w:val="uk-UA"/>
        </w:rPr>
        <w:t xml:space="preserve">                        </w:t>
      </w:r>
      <w:r w:rsidRPr="0066767B">
        <w:rPr>
          <w:rFonts w:ascii="Times New Roman" w:eastAsia="Calibri" w:hAnsi="Times New Roman" w:cs="Times New Roman"/>
          <w:sz w:val="24"/>
          <w:lang w:val="uk-UA"/>
        </w:rPr>
        <w:t xml:space="preserve">       Крупець                                        №_____</w:t>
      </w:r>
    </w:p>
    <w:p w:rsidR="00CF0028" w:rsidRDefault="00CF0028" w:rsidP="00CF0028">
      <w:pPr>
        <w:tabs>
          <w:tab w:val="left" w:pos="4424"/>
        </w:tabs>
        <w:spacing w:after="0" w:line="240" w:lineRule="auto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</w:pPr>
    </w:p>
    <w:p w:rsidR="00CF0028" w:rsidRPr="001C55EE" w:rsidRDefault="00CF0028" w:rsidP="00CF0028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1C55EE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>Про затвердження технічної документації</w:t>
      </w:r>
    </w:p>
    <w:p w:rsidR="00CF0028" w:rsidRPr="001C55EE" w:rsidRDefault="00CF0028" w:rsidP="00CF0028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1C55EE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>із землеустрою щодо поділу та об’єднання</w:t>
      </w:r>
    </w:p>
    <w:p w:rsidR="00CF0028" w:rsidRPr="001C55EE" w:rsidRDefault="00CF0028" w:rsidP="00CF0028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  <w:r w:rsidRPr="001C55EE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 xml:space="preserve">земельних ділянок </w:t>
      </w:r>
      <w:proofErr w:type="spellStart"/>
      <w:r w:rsidRPr="001C55EE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>Крупецької</w:t>
      </w:r>
      <w:proofErr w:type="spellEnd"/>
      <w:r w:rsidRPr="001C55EE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 xml:space="preserve"> сільської ради</w:t>
      </w:r>
    </w:p>
    <w:p w:rsidR="00CF0028" w:rsidRPr="001C55EE" w:rsidRDefault="00CF0028" w:rsidP="00CF0028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</w:p>
    <w:p w:rsidR="00CF0028" w:rsidRPr="001C55EE" w:rsidRDefault="00CF0028" w:rsidP="00CF0028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  <w:r w:rsidRPr="001C55EE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         Відповідно до пункту 34 частини 1 статті 26,  статті 42 Закону України «Про місцеве самоврядування в Україні», статей 12, 118, 121 Земельного кодексу України,  Закону України «Про  землеустрій», Закону  України  «Про державну реєстрацію речових  прав  на нерухоме майно та їх обтяжень», розглянувши заяву сільського голови </w:t>
      </w:r>
      <w:proofErr w:type="spellStart"/>
      <w:r w:rsidRPr="001C55EE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Михалюка</w:t>
      </w:r>
      <w:proofErr w:type="spellEnd"/>
      <w:r w:rsidRPr="001C55EE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В.А. сільська  рада ВИРІШИЛА:</w:t>
      </w:r>
    </w:p>
    <w:p w:rsidR="00CF0028" w:rsidRPr="001C55EE" w:rsidRDefault="00CF0028" w:rsidP="00CF0028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</w:p>
    <w:p w:rsidR="00CF0028" w:rsidRPr="001C55EE" w:rsidRDefault="00CF0028" w:rsidP="00CF0028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  <w:r w:rsidRPr="001C55EE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     1. Затвердити </w:t>
      </w:r>
      <w:proofErr w:type="spellStart"/>
      <w:r w:rsidRPr="001C55EE">
        <w:rPr>
          <w:rFonts w:ascii="Times New Roman" w:eastAsia="Calibri" w:hAnsi="Times New Roman" w:cs="Times New Roman"/>
          <w:sz w:val="24"/>
          <w:lang w:val="uk-UA"/>
        </w:rPr>
        <w:t>Крупецькій</w:t>
      </w:r>
      <w:proofErr w:type="spellEnd"/>
      <w:r w:rsidRPr="001C55EE">
        <w:rPr>
          <w:rFonts w:ascii="Times New Roman" w:eastAsia="Calibri" w:hAnsi="Times New Roman" w:cs="Times New Roman"/>
          <w:sz w:val="24"/>
          <w:lang w:val="uk-UA"/>
        </w:rPr>
        <w:t xml:space="preserve"> сільській раді, ідентифікаційний номер 04405030, т</w:t>
      </w:r>
      <w:r w:rsidRPr="001C55EE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ехнічну документацію із землеустрою щодо поділу</w:t>
      </w:r>
      <w:r w:rsidRPr="001C55EE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 xml:space="preserve"> </w:t>
      </w:r>
      <w:r w:rsidRPr="001C55EE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та об’єднання земельних ділянок комунальної власності, земельні ділянки кожної категорії земель, які не надані у власність або користування громадянам чи юридичним особам (16.00), землі сільськогосподарс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ького призначення, площею 0,2457</w:t>
      </w:r>
      <w:r w:rsidRPr="001C55EE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га, кад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астровий номер 6823984000:03:018:0352; площею 0,1768</w:t>
      </w:r>
      <w:r w:rsidRPr="001C55EE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га, кад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астровий номер 6823984000:03:018:0350; площею 1,6404</w:t>
      </w:r>
      <w:r w:rsidRPr="001C55EE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га, кад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астровий номер 6823984000:03:018:0353</w:t>
      </w:r>
      <w:r w:rsidRPr="001C55EE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,</w:t>
      </w:r>
      <w:r w:rsidRPr="009F1257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площею 0,2254</w:t>
      </w:r>
      <w:r w:rsidRPr="001C55EE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га, кад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астровий номер 6823984000:03:018:0351,</w:t>
      </w:r>
      <w:r w:rsidRPr="001C55EE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яка розташована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Хмельницька область,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Славутський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район,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Крупецької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 сільської ради,   </w:t>
      </w:r>
      <w:r w:rsidRPr="001C55EE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з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а межами   с.</w:t>
      </w:r>
      <w:r w:rsidRPr="001C55EE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Крупець.</w:t>
      </w:r>
    </w:p>
    <w:p w:rsidR="00CF0028" w:rsidRPr="001C55EE" w:rsidRDefault="00CF0028" w:rsidP="00CF0028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  <w:r w:rsidRPr="001C55EE"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  <w:t xml:space="preserve">      </w:t>
      </w:r>
      <w:r w:rsidRPr="001C55EE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2. </w:t>
      </w:r>
      <w:proofErr w:type="spellStart"/>
      <w:r w:rsidRPr="001C55EE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Крупецькій</w:t>
      </w:r>
      <w:proofErr w:type="spellEnd"/>
      <w:r w:rsidRPr="001C55EE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сільській раді в особі сільського голови </w:t>
      </w:r>
      <w:proofErr w:type="spellStart"/>
      <w:r w:rsidRPr="001C55EE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Михалюка</w:t>
      </w:r>
      <w:proofErr w:type="spellEnd"/>
      <w:r w:rsidRPr="001C55EE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Валерія Анатолійовича</w:t>
      </w:r>
      <w:r w:rsidRPr="001C55EE"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 xml:space="preserve"> </w:t>
      </w:r>
      <w:r w:rsidRPr="001C55EE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посвідчити своє право  в  установленому  законом  порядку.</w:t>
      </w:r>
    </w:p>
    <w:p w:rsidR="00CF0028" w:rsidRPr="001C55EE" w:rsidRDefault="00CF0028" w:rsidP="00CF0028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  <w:r w:rsidRPr="001C55EE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CF0028" w:rsidRPr="001C55EE" w:rsidRDefault="00CF0028" w:rsidP="00CF0028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</w:pPr>
    </w:p>
    <w:p w:rsidR="00CF0028" w:rsidRPr="001C55EE" w:rsidRDefault="00CF0028" w:rsidP="00CF0028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</w:p>
    <w:p w:rsidR="00CF0028" w:rsidRPr="001C55EE" w:rsidRDefault="00CF0028" w:rsidP="00CF0028">
      <w:pPr>
        <w:tabs>
          <w:tab w:val="left" w:pos="4424"/>
        </w:tabs>
        <w:spacing w:after="0" w:line="240" w:lineRule="auto"/>
        <w:ind w:firstLine="708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</w:pPr>
    </w:p>
    <w:p w:rsidR="00CF0028" w:rsidRPr="00CF0028" w:rsidRDefault="00CF0028" w:rsidP="00CF0028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  <w:lang w:val="en-US" w:eastAsia="uk-UA"/>
        </w:rPr>
      </w:pPr>
      <w:bookmarkStart w:id="0" w:name="_GoBack"/>
      <w:bookmarkEnd w:id="0"/>
    </w:p>
    <w:p w:rsidR="00D733B2" w:rsidRPr="00CF0028" w:rsidRDefault="00CF0028" w:rsidP="00CF0028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  <w:lang w:val="en-US" w:eastAsia="uk-UA"/>
        </w:rPr>
      </w:pPr>
      <w:r w:rsidRPr="001C55EE"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>Сільський   голова                                                                         Валерій   МИХАЛЮК</w:t>
      </w:r>
    </w:p>
    <w:sectPr w:rsidR="00D733B2" w:rsidRPr="00CF0028"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5EF8" w:rsidRDefault="005B5EF8">
      <w:pPr>
        <w:spacing w:after="0" w:line="240" w:lineRule="auto"/>
      </w:pPr>
      <w:r>
        <w:separator/>
      </w:r>
    </w:p>
  </w:endnote>
  <w:endnote w:type="continuationSeparator" w:id="0">
    <w:p w:rsidR="005B5EF8" w:rsidRDefault="005B5E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5EF8" w:rsidRDefault="005B5EF8">
      <w:pPr>
        <w:spacing w:after="0" w:line="240" w:lineRule="auto"/>
      </w:pPr>
      <w:r>
        <w:separator/>
      </w:r>
    </w:p>
  </w:footnote>
  <w:footnote w:type="continuationSeparator" w:id="0">
    <w:p w:rsidR="005B5EF8" w:rsidRDefault="005B5EF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F1CBA4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E18B0E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A9582D2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7C8680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515CC8B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287C8C3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B43A968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331ADF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80029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38C0911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10176E5"/>
    <w:multiLevelType w:val="hybridMultilevel"/>
    <w:tmpl w:val="F7227D20"/>
    <w:lvl w:ilvl="0" w:tplc="80862F8C">
      <w:start w:val="1"/>
      <w:numFmt w:val="bullet"/>
      <w:lvlText w:val="•"/>
      <w:lvlJc w:val="left"/>
      <w:pPr>
        <w:ind w:left="1152" w:hanging="360"/>
      </w:pPr>
      <w:rPr>
        <w:rFonts w:ascii="Arial" w:hAnsi="Arial" w:cs="Times New Roman" w:hint="default"/>
      </w:rPr>
    </w:lvl>
    <w:lvl w:ilvl="1" w:tplc="04090003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attachedTemplate r:id="rId1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0028"/>
    <w:rsid w:val="005B5EF8"/>
    <w:rsid w:val="00CF0028"/>
    <w:rsid w:val="00D733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0028"/>
    <w:rPr>
      <w:lang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283138" w:themeColor="text2"/>
      <w:sz w:val="32"/>
      <w:szCs w:val="2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b/>
      <w:bCs/>
      <w:color w:val="80716A" w:themeColor="accent3"/>
      <w:sz w:val="28"/>
      <w:szCs w:val="26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" w:after="0" w:line="240" w:lineRule="auto"/>
      <w:outlineLvl w:val="2"/>
    </w:pPr>
    <w:rPr>
      <w:rFonts w:eastAsiaTheme="majorEastAsia" w:cstheme="majorBidi"/>
      <w:b/>
      <w:bCs/>
      <w:color w:val="283138" w:themeColor="text2"/>
      <w:sz w:val="24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 w:line="274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262626" w:themeColor="text1" w:themeTint="D9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 w:line="274" w:lineRule="auto"/>
      <w:outlineLvl w:val="4"/>
    </w:pPr>
    <w:rPr>
      <w:rFonts w:asciiTheme="majorHAnsi" w:eastAsiaTheme="majorEastAsia" w:hAnsiTheme="majorHAnsi" w:cstheme="majorBidi"/>
      <w:color w:val="000000"/>
      <w:lang w:eastAsia="ru-RU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 w:line="274" w:lineRule="auto"/>
      <w:outlineLvl w:val="5"/>
    </w:pPr>
    <w:rPr>
      <w:rFonts w:asciiTheme="majorHAnsi" w:eastAsiaTheme="majorEastAsia" w:hAnsiTheme="majorHAnsi" w:cstheme="majorBidi"/>
      <w:i/>
      <w:iCs/>
      <w:color w:val="000000" w:themeColor="text1"/>
      <w:lang w:eastAsia="ru-RU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 w:line="274" w:lineRule="auto"/>
      <w:outlineLvl w:val="6"/>
    </w:pPr>
    <w:rPr>
      <w:rFonts w:asciiTheme="majorHAnsi" w:eastAsiaTheme="majorEastAsia" w:hAnsiTheme="majorHAnsi" w:cstheme="majorBidi"/>
      <w:i/>
      <w:iCs/>
      <w:color w:val="283138" w:themeColor="text2"/>
      <w:lang w:eastAsia="ru-RU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 w:line="274" w:lineRule="auto"/>
      <w:outlineLvl w:val="7"/>
    </w:pPr>
    <w:rPr>
      <w:rFonts w:asciiTheme="majorHAnsi" w:eastAsiaTheme="majorEastAsia" w:hAnsiTheme="majorHAnsi" w:cstheme="majorBidi"/>
      <w:color w:val="000000"/>
      <w:sz w:val="20"/>
      <w:szCs w:val="20"/>
      <w:lang w:eastAsia="ru-RU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 w:line="274" w:lineRule="auto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lang w:eastAsia="ru-RU"/>
    </w:rPr>
  </w:style>
  <w:style w:type="character" w:customStyle="1" w:styleId="a6">
    <w:name w:val="Нижний колонтитул Знак"/>
    <w:basedOn w:val="a0"/>
    <w:link w:val="a5"/>
    <w:uiPriority w:val="99"/>
  </w:style>
  <w:style w:type="table" w:styleId="a7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Title"/>
    <w:basedOn w:val="a"/>
    <w:next w:val="a"/>
    <w:link w:val="a9"/>
    <w:uiPriority w:val="10"/>
    <w:qFormat/>
    <w:pPr>
      <w:spacing w:after="120" w:line="240" w:lineRule="auto"/>
      <w:contextualSpacing/>
    </w:pPr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:lang w:eastAsia="ru-RU"/>
      <w14:ligatures w14:val="standard"/>
      <w14:numForm w14:val="oldStyle"/>
    </w:rPr>
  </w:style>
  <w:style w:type="character" w:customStyle="1" w:styleId="a9">
    <w:name w:val="Название Знак"/>
    <w:basedOn w:val="a0"/>
    <w:link w:val="a8"/>
    <w:uiPriority w:val="10"/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paragraph" w:styleId="aa">
    <w:name w:val="Subtitle"/>
    <w:basedOn w:val="a"/>
    <w:next w:val="a"/>
    <w:link w:val="ab"/>
    <w:uiPriority w:val="11"/>
    <w:qFormat/>
    <w:pPr>
      <w:numPr>
        <w:ilvl w:val="1"/>
      </w:numPr>
      <w:spacing w:after="180" w:line="274" w:lineRule="auto"/>
    </w:pPr>
    <w:rPr>
      <w:rFonts w:eastAsiaTheme="majorEastAsia" w:cstheme="majorBidi"/>
      <w:iCs/>
      <w:color w:val="38454F" w:themeColor="text2" w:themeTint="E6"/>
      <w:sz w:val="32"/>
      <w:szCs w:val="24"/>
      <w:lang w:eastAsia="ru-RU" w:bidi="hi-IN"/>
      <w14:ligatures w14:val="standard"/>
    </w:rPr>
  </w:style>
  <w:style w:type="character" w:customStyle="1" w:styleId="ab">
    <w:name w:val="Подзаголовок Знак"/>
    <w:basedOn w:val="a0"/>
    <w:link w:val="aa"/>
    <w:uiPriority w:val="11"/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paragraph" w:styleId="ac">
    <w:name w:val="No Spacing"/>
    <w:link w:val="ad"/>
    <w:uiPriority w:val="1"/>
    <w:qFormat/>
    <w:pPr>
      <w:spacing w:after="0" w:line="240" w:lineRule="auto"/>
    </w:pPr>
  </w:style>
  <w:style w:type="character" w:customStyle="1" w:styleId="ad">
    <w:name w:val="Без интервала Знак"/>
    <w:basedOn w:val="a0"/>
    <w:link w:val="ac"/>
    <w:uiPriority w:val="1"/>
  </w:style>
  <w:style w:type="paragraph" w:styleId="ae">
    <w:name w:val="Balloon Text"/>
    <w:basedOn w:val="a"/>
    <w:link w:val="af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  <w:lang w:eastAsia="ru-RU"/>
    </w:rPr>
  </w:style>
  <w:style w:type="character" w:customStyle="1" w:styleId="af">
    <w:name w:val="Текст выноски Знак"/>
    <w:basedOn w:val="a0"/>
    <w:link w:val="ae"/>
    <w:uiPriority w:val="99"/>
    <w:semiHidden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eastAsiaTheme="majorEastAsia" w:cstheme="majorBidi"/>
      <w:b/>
      <w:bCs/>
      <w:color w:val="283138" w:themeColor="text2"/>
      <w:sz w:val="24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000000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283138" w:themeColor="text2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styleId="af0">
    <w:name w:val="Hyperlink"/>
    <w:basedOn w:val="a0"/>
    <w:semiHidden/>
    <w:unhideWhenUsed/>
    <w:rPr>
      <w:rFonts w:ascii="Calibri" w:hAnsi="Calibri" w:cs="Calibri" w:hint="default"/>
      <w:color w:val="0000FF"/>
      <w:u w:val="single"/>
    </w:rPr>
  </w:style>
  <w:style w:type="paragraph" w:styleId="af1">
    <w:name w:val="List Paragraph"/>
    <w:basedOn w:val="a"/>
    <w:uiPriority w:val="34"/>
    <w:qFormat/>
    <w:pPr>
      <w:spacing w:after="180" w:line="240" w:lineRule="auto"/>
      <w:ind w:left="720" w:hanging="288"/>
      <w:contextualSpacing/>
    </w:pPr>
    <w:rPr>
      <w:color w:val="283138" w:themeColor="text2"/>
      <w:lang w:eastAsia="ru-RU"/>
    </w:rPr>
  </w:style>
  <w:style w:type="paragraph" w:styleId="21">
    <w:name w:val="Quote"/>
    <w:basedOn w:val="a"/>
    <w:next w:val="a"/>
    <w:link w:val="22"/>
    <w:uiPriority w:val="29"/>
    <w:qFormat/>
    <w:pPr>
      <w:pBdr>
        <w:left w:val="single" w:sz="48" w:space="13" w:color="838D9B" w:themeColor="accent1"/>
      </w:pBdr>
      <w:spacing w:after="0" w:line="360" w:lineRule="auto"/>
    </w:pPr>
    <w:rPr>
      <w:rFonts w:asciiTheme="majorHAnsi" w:eastAsiaTheme="minorEastAsia" w:hAnsiTheme="majorHAnsi"/>
      <w:b/>
      <w:i/>
      <w:iCs/>
      <w:color w:val="838D9B" w:themeColor="accent1"/>
      <w:sz w:val="24"/>
      <w:lang w:eastAsia="ru-RU" w:bidi="hi-IN"/>
    </w:rPr>
  </w:style>
  <w:style w:type="character" w:customStyle="1" w:styleId="22">
    <w:name w:val="Цитата 2 Знак"/>
    <w:basedOn w:val="a0"/>
    <w:link w:val="21"/>
    <w:uiPriority w:val="29"/>
    <w:rPr>
      <w:rFonts w:asciiTheme="majorHAnsi" w:eastAsiaTheme="minorEastAsia" w:hAnsiTheme="majorHAnsi"/>
      <w:b/>
      <w:i/>
      <w:iCs/>
      <w:color w:val="838D9B" w:themeColor="accent1"/>
      <w:sz w:val="24"/>
      <w:lang w:bidi="hi-IN"/>
    </w:rPr>
  </w:style>
  <w:style w:type="paragraph" w:styleId="af2">
    <w:name w:val="Intense Quote"/>
    <w:basedOn w:val="a"/>
    <w:next w:val="a"/>
    <w:link w:val="af3"/>
    <w:uiPriority w:val="30"/>
    <w:qFormat/>
    <w:pPr>
      <w:pBdr>
        <w:left w:val="single" w:sz="48" w:space="13" w:color="D2610C" w:themeColor="accent2"/>
      </w:pBdr>
      <w:spacing w:before="240" w:after="120" w:line="300" w:lineRule="auto"/>
    </w:pPr>
    <w:rPr>
      <w:rFonts w:eastAsiaTheme="minorEastAsia"/>
      <w:b/>
      <w:bCs/>
      <w:i/>
      <w:iCs/>
      <w:color w:val="D2610C" w:themeColor="accent2"/>
      <w:sz w:val="26"/>
      <w:lang w:eastAsia="ru-RU" w:bidi="hi-IN"/>
      <w14:ligatures w14:val="standard"/>
      <w14:numForm w14:val="oldStyle"/>
    </w:rPr>
  </w:style>
  <w:style w:type="character" w:customStyle="1" w:styleId="af3">
    <w:name w:val="Выделенная цитата Знак"/>
    <w:basedOn w:val="a0"/>
    <w:link w:val="af2"/>
    <w:uiPriority w:val="30"/>
    <w:rPr>
      <w:rFonts w:eastAsiaTheme="minorEastAsia"/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styleId="af4">
    <w:name w:val="Subtle Emphasis"/>
    <w:basedOn w:val="a0"/>
    <w:uiPriority w:val="19"/>
    <w:qFormat/>
    <w:rPr>
      <w:i/>
      <w:iCs/>
      <w:color w:val="000000"/>
    </w:rPr>
  </w:style>
  <w:style w:type="character" w:styleId="af5">
    <w:name w:val="Intense Emphasis"/>
    <w:basedOn w:val="a0"/>
    <w:uiPriority w:val="21"/>
    <w:qFormat/>
    <w:rPr>
      <w:b/>
      <w:bCs/>
      <w:i/>
      <w:iCs/>
      <w:color w:val="283138" w:themeColor="text2"/>
    </w:rPr>
  </w:style>
  <w:style w:type="character" w:styleId="af6">
    <w:name w:val="Book Title"/>
    <w:basedOn w:val="a0"/>
    <w:uiPriority w:val="33"/>
    <w:qFormat/>
    <w:rPr>
      <w:rFonts w:asciiTheme="majorHAnsi" w:hAnsiTheme="majorHAnsi"/>
      <w:b/>
      <w:bCs/>
      <w:caps w:val="0"/>
      <w:smallCaps/>
      <w:color w:val="283138" w:themeColor="text2"/>
      <w:spacing w:val="10"/>
      <w:sz w:val="22"/>
    </w:rPr>
  </w:style>
  <w:style w:type="character" w:styleId="af7">
    <w:name w:val="Emphasis"/>
    <w:basedOn w:val="a0"/>
    <w:uiPriority w:val="20"/>
    <w:qFormat/>
    <w:rPr>
      <w:b w:val="0"/>
      <w:i/>
      <w:iCs/>
      <w:color w:val="283138" w:themeColor="text2"/>
    </w:rPr>
  </w:style>
  <w:style w:type="character" w:styleId="af8">
    <w:name w:val="Strong"/>
    <w:basedOn w:val="a0"/>
    <w:uiPriority w:val="22"/>
    <w:qFormat/>
    <w:rPr>
      <w:b/>
      <w:bCs/>
      <w:color w:val="38454F" w:themeColor="text2" w:themeTint="E6"/>
    </w:rPr>
  </w:style>
  <w:style w:type="character" w:styleId="af9">
    <w:name w:val="Intense Reference"/>
    <w:basedOn w:val="a0"/>
    <w:uiPriority w:val="32"/>
    <w:qFormat/>
    <w:rPr>
      <w:rFonts w:asciiTheme="minorHAnsi" w:hAnsiTheme="minorHAnsi"/>
      <w:b/>
      <w:bCs/>
      <w:smallCaps/>
      <w:color w:val="283138" w:themeColor="text2"/>
      <w:spacing w:val="5"/>
      <w:sz w:val="22"/>
      <w:u w:val="single"/>
    </w:rPr>
  </w:style>
  <w:style w:type="paragraph" w:styleId="afa">
    <w:name w:val="caption"/>
    <w:basedOn w:val="a"/>
    <w:next w:val="a"/>
    <w:uiPriority w:val="35"/>
    <w:semiHidden/>
    <w:unhideWhenUsed/>
    <w:qFormat/>
    <w:pPr>
      <w:spacing w:after="180" w:line="240" w:lineRule="auto"/>
    </w:pPr>
    <w:rPr>
      <w:rFonts w:eastAsiaTheme="minorEastAsia"/>
      <w:b/>
      <w:bCs/>
      <w:smallCaps/>
      <w:color w:val="283138" w:themeColor="text2"/>
      <w:spacing w:val="6"/>
      <w:szCs w:val="18"/>
      <w:lang w:eastAsia="ru-RU" w:bidi="hi-IN"/>
    </w:rPr>
  </w:style>
  <w:style w:type="paragraph" w:styleId="afb">
    <w:name w:val="Block Text"/>
    <w:basedOn w:val="a"/>
    <w:uiPriority w:val="99"/>
    <w:unhideWhenUsed/>
    <w:pPr>
      <w:pBdr>
        <w:top w:val="single" w:sz="36" w:space="10" w:color="E6E8EB" w:themeColor="accent1" w:themeTint="33"/>
        <w:left w:val="single" w:sz="36" w:space="10" w:color="E6E8EB" w:themeColor="accent1" w:themeTint="33"/>
        <w:bottom w:val="single" w:sz="36" w:space="10" w:color="E6E8EB" w:themeColor="accent1" w:themeTint="33"/>
        <w:right w:val="single" w:sz="36" w:space="10" w:color="E6E8EB" w:themeColor="accent1" w:themeTint="33"/>
      </w:pBdr>
      <w:shd w:val="clear" w:color="auto" w:fill="E6E8EB" w:themeFill="accent1" w:themeFillTint="33"/>
      <w:spacing w:after="180" w:line="274" w:lineRule="auto"/>
      <w:ind w:left="1152" w:right="1152"/>
    </w:pPr>
    <w:rPr>
      <w:b/>
      <w:iCs/>
      <w:caps/>
      <w:color w:val="283138" w:themeColor="text2"/>
      <w:sz w:val="20"/>
      <w:lang w:eastAsia="ru-RU"/>
    </w:rPr>
  </w:style>
  <w:style w:type="character" w:styleId="afc">
    <w:name w:val="Subtle Reference"/>
    <w:basedOn w:val="a0"/>
    <w:uiPriority w:val="31"/>
    <w:qFormat/>
    <w:rPr>
      <w:smallCaps/>
      <w:color w:val="000000"/>
      <w:u w:val="single"/>
    </w:rPr>
  </w:style>
  <w:style w:type="paragraph" w:styleId="11">
    <w:name w:val="toc 1"/>
    <w:basedOn w:val="a"/>
    <w:next w:val="a"/>
    <w:autoRedefine/>
    <w:uiPriority w:val="39"/>
    <w:unhideWhenUsed/>
    <w:pPr>
      <w:spacing w:after="100" w:line="274" w:lineRule="auto"/>
    </w:pPr>
    <w:rPr>
      <w:szCs w:val="20"/>
      <w:lang w:bidi="hi-IN"/>
    </w:rPr>
  </w:style>
  <w:style w:type="paragraph" w:styleId="23">
    <w:name w:val="toc 2"/>
    <w:basedOn w:val="a"/>
    <w:next w:val="a"/>
    <w:autoRedefine/>
    <w:uiPriority w:val="39"/>
    <w:unhideWhenUsed/>
    <w:pPr>
      <w:spacing w:after="100" w:line="274" w:lineRule="auto"/>
      <w:ind w:left="220"/>
    </w:pPr>
    <w:rPr>
      <w:szCs w:val="20"/>
      <w:lang w:bidi="hi-IN"/>
    </w:rPr>
  </w:style>
  <w:style w:type="paragraph" w:styleId="31">
    <w:name w:val="toc 3"/>
    <w:basedOn w:val="a"/>
    <w:next w:val="a"/>
    <w:autoRedefine/>
    <w:uiPriority w:val="39"/>
    <w:unhideWhenUsed/>
    <w:pPr>
      <w:spacing w:after="100" w:line="274" w:lineRule="auto"/>
      <w:ind w:left="440"/>
    </w:pPr>
    <w:rPr>
      <w:szCs w:val="20"/>
      <w:lang w:bidi="hi-IN"/>
    </w:rPr>
  </w:style>
  <w:style w:type="paragraph" w:styleId="41">
    <w:name w:val="toc 4"/>
    <w:basedOn w:val="a"/>
    <w:next w:val="a"/>
    <w:autoRedefine/>
    <w:uiPriority w:val="39"/>
    <w:unhideWhenUsed/>
    <w:pPr>
      <w:spacing w:after="100" w:line="274" w:lineRule="auto"/>
      <w:ind w:left="660"/>
    </w:pPr>
    <w:rPr>
      <w:szCs w:val="20"/>
      <w:lang w:bidi="hi-IN"/>
    </w:rPr>
  </w:style>
  <w:style w:type="paragraph" w:styleId="51">
    <w:name w:val="toc 5"/>
    <w:basedOn w:val="a"/>
    <w:next w:val="a"/>
    <w:autoRedefine/>
    <w:uiPriority w:val="39"/>
    <w:unhideWhenUsed/>
    <w:pPr>
      <w:spacing w:after="100" w:line="274" w:lineRule="auto"/>
      <w:ind w:left="880"/>
    </w:pPr>
    <w:rPr>
      <w:szCs w:val="20"/>
      <w:lang w:bidi="hi-IN"/>
    </w:rPr>
  </w:style>
  <w:style w:type="paragraph" w:styleId="61">
    <w:name w:val="toc 6"/>
    <w:basedOn w:val="a"/>
    <w:next w:val="a"/>
    <w:autoRedefine/>
    <w:uiPriority w:val="39"/>
    <w:unhideWhenUsed/>
    <w:pPr>
      <w:spacing w:after="100" w:line="274" w:lineRule="auto"/>
      <w:ind w:left="1100"/>
    </w:pPr>
    <w:rPr>
      <w:szCs w:val="20"/>
      <w:lang w:bidi="hi-IN"/>
    </w:rPr>
  </w:style>
  <w:style w:type="paragraph" w:styleId="71">
    <w:name w:val="toc 7"/>
    <w:basedOn w:val="a"/>
    <w:next w:val="a"/>
    <w:autoRedefine/>
    <w:uiPriority w:val="39"/>
    <w:unhideWhenUsed/>
    <w:pPr>
      <w:spacing w:after="100" w:line="274" w:lineRule="auto"/>
      <w:ind w:left="1320"/>
    </w:pPr>
    <w:rPr>
      <w:szCs w:val="20"/>
      <w:lang w:bidi="hi-IN"/>
    </w:rPr>
  </w:style>
  <w:style w:type="paragraph" w:styleId="81">
    <w:name w:val="toc 8"/>
    <w:basedOn w:val="a"/>
    <w:next w:val="a"/>
    <w:autoRedefine/>
    <w:uiPriority w:val="39"/>
    <w:unhideWhenUsed/>
    <w:pPr>
      <w:spacing w:after="100" w:line="274" w:lineRule="auto"/>
      <w:ind w:left="1540"/>
    </w:pPr>
    <w:rPr>
      <w:szCs w:val="20"/>
      <w:lang w:bidi="hi-IN"/>
    </w:rPr>
  </w:style>
  <w:style w:type="paragraph" w:styleId="91">
    <w:name w:val="toc 9"/>
    <w:basedOn w:val="a"/>
    <w:next w:val="a"/>
    <w:autoRedefine/>
    <w:uiPriority w:val="39"/>
    <w:unhideWhenUsed/>
    <w:pPr>
      <w:spacing w:after="100" w:line="274" w:lineRule="auto"/>
      <w:ind w:left="1760"/>
    </w:pPr>
    <w:rPr>
      <w:szCs w:val="20"/>
      <w:lang w:bidi="hi-IN"/>
    </w:rPr>
  </w:style>
  <w:style w:type="paragraph" w:styleId="afd">
    <w:name w:val="TOC Heading"/>
    <w:basedOn w:val="1"/>
    <w:next w:val="a"/>
    <w:uiPriority w:val="39"/>
    <w:semiHidden/>
    <w:unhideWhenUsed/>
    <w:qFormat/>
    <w:pPr>
      <w:spacing w:before="480" w:line="264" w:lineRule="auto"/>
      <w:outlineLvl w:val="9"/>
    </w:pPr>
    <w:rPr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0028"/>
    <w:rPr>
      <w:lang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283138" w:themeColor="text2"/>
      <w:sz w:val="32"/>
      <w:szCs w:val="2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b/>
      <w:bCs/>
      <w:color w:val="80716A" w:themeColor="accent3"/>
      <w:sz w:val="28"/>
      <w:szCs w:val="26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" w:after="0" w:line="240" w:lineRule="auto"/>
      <w:outlineLvl w:val="2"/>
    </w:pPr>
    <w:rPr>
      <w:rFonts w:eastAsiaTheme="majorEastAsia" w:cstheme="majorBidi"/>
      <w:b/>
      <w:bCs/>
      <w:color w:val="283138" w:themeColor="text2"/>
      <w:sz w:val="24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 w:line="274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262626" w:themeColor="text1" w:themeTint="D9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 w:line="274" w:lineRule="auto"/>
      <w:outlineLvl w:val="4"/>
    </w:pPr>
    <w:rPr>
      <w:rFonts w:asciiTheme="majorHAnsi" w:eastAsiaTheme="majorEastAsia" w:hAnsiTheme="majorHAnsi" w:cstheme="majorBidi"/>
      <w:color w:val="000000"/>
      <w:lang w:eastAsia="ru-RU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 w:line="274" w:lineRule="auto"/>
      <w:outlineLvl w:val="5"/>
    </w:pPr>
    <w:rPr>
      <w:rFonts w:asciiTheme="majorHAnsi" w:eastAsiaTheme="majorEastAsia" w:hAnsiTheme="majorHAnsi" w:cstheme="majorBidi"/>
      <w:i/>
      <w:iCs/>
      <w:color w:val="000000" w:themeColor="text1"/>
      <w:lang w:eastAsia="ru-RU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 w:line="274" w:lineRule="auto"/>
      <w:outlineLvl w:val="6"/>
    </w:pPr>
    <w:rPr>
      <w:rFonts w:asciiTheme="majorHAnsi" w:eastAsiaTheme="majorEastAsia" w:hAnsiTheme="majorHAnsi" w:cstheme="majorBidi"/>
      <w:i/>
      <w:iCs/>
      <w:color w:val="283138" w:themeColor="text2"/>
      <w:lang w:eastAsia="ru-RU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 w:line="274" w:lineRule="auto"/>
      <w:outlineLvl w:val="7"/>
    </w:pPr>
    <w:rPr>
      <w:rFonts w:asciiTheme="majorHAnsi" w:eastAsiaTheme="majorEastAsia" w:hAnsiTheme="majorHAnsi" w:cstheme="majorBidi"/>
      <w:color w:val="000000"/>
      <w:sz w:val="20"/>
      <w:szCs w:val="20"/>
      <w:lang w:eastAsia="ru-RU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 w:line="274" w:lineRule="auto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lang w:eastAsia="ru-RU"/>
    </w:rPr>
  </w:style>
  <w:style w:type="character" w:customStyle="1" w:styleId="a6">
    <w:name w:val="Нижний колонтитул Знак"/>
    <w:basedOn w:val="a0"/>
    <w:link w:val="a5"/>
    <w:uiPriority w:val="99"/>
  </w:style>
  <w:style w:type="table" w:styleId="a7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Title"/>
    <w:basedOn w:val="a"/>
    <w:next w:val="a"/>
    <w:link w:val="a9"/>
    <w:uiPriority w:val="10"/>
    <w:qFormat/>
    <w:pPr>
      <w:spacing w:after="120" w:line="240" w:lineRule="auto"/>
      <w:contextualSpacing/>
    </w:pPr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:lang w:eastAsia="ru-RU"/>
      <w14:ligatures w14:val="standard"/>
      <w14:numForm w14:val="oldStyle"/>
    </w:rPr>
  </w:style>
  <w:style w:type="character" w:customStyle="1" w:styleId="a9">
    <w:name w:val="Название Знак"/>
    <w:basedOn w:val="a0"/>
    <w:link w:val="a8"/>
    <w:uiPriority w:val="10"/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paragraph" w:styleId="aa">
    <w:name w:val="Subtitle"/>
    <w:basedOn w:val="a"/>
    <w:next w:val="a"/>
    <w:link w:val="ab"/>
    <w:uiPriority w:val="11"/>
    <w:qFormat/>
    <w:pPr>
      <w:numPr>
        <w:ilvl w:val="1"/>
      </w:numPr>
      <w:spacing w:after="180" w:line="274" w:lineRule="auto"/>
    </w:pPr>
    <w:rPr>
      <w:rFonts w:eastAsiaTheme="majorEastAsia" w:cstheme="majorBidi"/>
      <w:iCs/>
      <w:color w:val="38454F" w:themeColor="text2" w:themeTint="E6"/>
      <w:sz w:val="32"/>
      <w:szCs w:val="24"/>
      <w:lang w:eastAsia="ru-RU" w:bidi="hi-IN"/>
      <w14:ligatures w14:val="standard"/>
    </w:rPr>
  </w:style>
  <w:style w:type="character" w:customStyle="1" w:styleId="ab">
    <w:name w:val="Подзаголовок Знак"/>
    <w:basedOn w:val="a0"/>
    <w:link w:val="aa"/>
    <w:uiPriority w:val="11"/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paragraph" w:styleId="ac">
    <w:name w:val="No Spacing"/>
    <w:link w:val="ad"/>
    <w:uiPriority w:val="1"/>
    <w:qFormat/>
    <w:pPr>
      <w:spacing w:after="0" w:line="240" w:lineRule="auto"/>
    </w:pPr>
  </w:style>
  <w:style w:type="character" w:customStyle="1" w:styleId="ad">
    <w:name w:val="Без интервала Знак"/>
    <w:basedOn w:val="a0"/>
    <w:link w:val="ac"/>
    <w:uiPriority w:val="1"/>
  </w:style>
  <w:style w:type="paragraph" w:styleId="ae">
    <w:name w:val="Balloon Text"/>
    <w:basedOn w:val="a"/>
    <w:link w:val="af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  <w:lang w:eastAsia="ru-RU"/>
    </w:rPr>
  </w:style>
  <w:style w:type="character" w:customStyle="1" w:styleId="af">
    <w:name w:val="Текст выноски Знак"/>
    <w:basedOn w:val="a0"/>
    <w:link w:val="ae"/>
    <w:uiPriority w:val="99"/>
    <w:semiHidden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eastAsiaTheme="majorEastAsia" w:cstheme="majorBidi"/>
      <w:b/>
      <w:bCs/>
      <w:color w:val="283138" w:themeColor="text2"/>
      <w:sz w:val="24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000000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283138" w:themeColor="text2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styleId="af0">
    <w:name w:val="Hyperlink"/>
    <w:basedOn w:val="a0"/>
    <w:semiHidden/>
    <w:unhideWhenUsed/>
    <w:rPr>
      <w:rFonts w:ascii="Calibri" w:hAnsi="Calibri" w:cs="Calibri" w:hint="default"/>
      <w:color w:val="0000FF"/>
      <w:u w:val="single"/>
    </w:rPr>
  </w:style>
  <w:style w:type="paragraph" w:styleId="af1">
    <w:name w:val="List Paragraph"/>
    <w:basedOn w:val="a"/>
    <w:uiPriority w:val="34"/>
    <w:qFormat/>
    <w:pPr>
      <w:spacing w:after="180" w:line="240" w:lineRule="auto"/>
      <w:ind w:left="720" w:hanging="288"/>
      <w:contextualSpacing/>
    </w:pPr>
    <w:rPr>
      <w:color w:val="283138" w:themeColor="text2"/>
      <w:lang w:eastAsia="ru-RU"/>
    </w:rPr>
  </w:style>
  <w:style w:type="paragraph" w:styleId="21">
    <w:name w:val="Quote"/>
    <w:basedOn w:val="a"/>
    <w:next w:val="a"/>
    <w:link w:val="22"/>
    <w:uiPriority w:val="29"/>
    <w:qFormat/>
    <w:pPr>
      <w:pBdr>
        <w:left w:val="single" w:sz="48" w:space="13" w:color="838D9B" w:themeColor="accent1"/>
      </w:pBdr>
      <w:spacing w:after="0" w:line="360" w:lineRule="auto"/>
    </w:pPr>
    <w:rPr>
      <w:rFonts w:asciiTheme="majorHAnsi" w:eastAsiaTheme="minorEastAsia" w:hAnsiTheme="majorHAnsi"/>
      <w:b/>
      <w:i/>
      <w:iCs/>
      <w:color w:val="838D9B" w:themeColor="accent1"/>
      <w:sz w:val="24"/>
      <w:lang w:eastAsia="ru-RU" w:bidi="hi-IN"/>
    </w:rPr>
  </w:style>
  <w:style w:type="character" w:customStyle="1" w:styleId="22">
    <w:name w:val="Цитата 2 Знак"/>
    <w:basedOn w:val="a0"/>
    <w:link w:val="21"/>
    <w:uiPriority w:val="29"/>
    <w:rPr>
      <w:rFonts w:asciiTheme="majorHAnsi" w:eastAsiaTheme="minorEastAsia" w:hAnsiTheme="majorHAnsi"/>
      <w:b/>
      <w:i/>
      <w:iCs/>
      <w:color w:val="838D9B" w:themeColor="accent1"/>
      <w:sz w:val="24"/>
      <w:lang w:bidi="hi-IN"/>
    </w:rPr>
  </w:style>
  <w:style w:type="paragraph" w:styleId="af2">
    <w:name w:val="Intense Quote"/>
    <w:basedOn w:val="a"/>
    <w:next w:val="a"/>
    <w:link w:val="af3"/>
    <w:uiPriority w:val="30"/>
    <w:qFormat/>
    <w:pPr>
      <w:pBdr>
        <w:left w:val="single" w:sz="48" w:space="13" w:color="D2610C" w:themeColor="accent2"/>
      </w:pBdr>
      <w:spacing w:before="240" w:after="120" w:line="300" w:lineRule="auto"/>
    </w:pPr>
    <w:rPr>
      <w:rFonts w:eastAsiaTheme="minorEastAsia"/>
      <w:b/>
      <w:bCs/>
      <w:i/>
      <w:iCs/>
      <w:color w:val="D2610C" w:themeColor="accent2"/>
      <w:sz w:val="26"/>
      <w:lang w:eastAsia="ru-RU" w:bidi="hi-IN"/>
      <w14:ligatures w14:val="standard"/>
      <w14:numForm w14:val="oldStyle"/>
    </w:rPr>
  </w:style>
  <w:style w:type="character" w:customStyle="1" w:styleId="af3">
    <w:name w:val="Выделенная цитата Знак"/>
    <w:basedOn w:val="a0"/>
    <w:link w:val="af2"/>
    <w:uiPriority w:val="30"/>
    <w:rPr>
      <w:rFonts w:eastAsiaTheme="minorEastAsia"/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styleId="af4">
    <w:name w:val="Subtle Emphasis"/>
    <w:basedOn w:val="a0"/>
    <w:uiPriority w:val="19"/>
    <w:qFormat/>
    <w:rPr>
      <w:i/>
      <w:iCs/>
      <w:color w:val="000000"/>
    </w:rPr>
  </w:style>
  <w:style w:type="character" w:styleId="af5">
    <w:name w:val="Intense Emphasis"/>
    <w:basedOn w:val="a0"/>
    <w:uiPriority w:val="21"/>
    <w:qFormat/>
    <w:rPr>
      <w:b/>
      <w:bCs/>
      <w:i/>
      <w:iCs/>
      <w:color w:val="283138" w:themeColor="text2"/>
    </w:rPr>
  </w:style>
  <w:style w:type="character" w:styleId="af6">
    <w:name w:val="Book Title"/>
    <w:basedOn w:val="a0"/>
    <w:uiPriority w:val="33"/>
    <w:qFormat/>
    <w:rPr>
      <w:rFonts w:asciiTheme="majorHAnsi" w:hAnsiTheme="majorHAnsi"/>
      <w:b/>
      <w:bCs/>
      <w:caps w:val="0"/>
      <w:smallCaps/>
      <w:color w:val="283138" w:themeColor="text2"/>
      <w:spacing w:val="10"/>
      <w:sz w:val="22"/>
    </w:rPr>
  </w:style>
  <w:style w:type="character" w:styleId="af7">
    <w:name w:val="Emphasis"/>
    <w:basedOn w:val="a0"/>
    <w:uiPriority w:val="20"/>
    <w:qFormat/>
    <w:rPr>
      <w:b w:val="0"/>
      <w:i/>
      <w:iCs/>
      <w:color w:val="283138" w:themeColor="text2"/>
    </w:rPr>
  </w:style>
  <w:style w:type="character" w:styleId="af8">
    <w:name w:val="Strong"/>
    <w:basedOn w:val="a0"/>
    <w:uiPriority w:val="22"/>
    <w:qFormat/>
    <w:rPr>
      <w:b/>
      <w:bCs/>
      <w:color w:val="38454F" w:themeColor="text2" w:themeTint="E6"/>
    </w:rPr>
  </w:style>
  <w:style w:type="character" w:styleId="af9">
    <w:name w:val="Intense Reference"/>
    <w:basedOn w:val="a0"/>
    <w:uiPriority w:val="32"/>
    <w:qFormat/>
    <w:rPr>
      <w:rFonts w:asciiTheme="minorHAnsi" w:hAnsiTheme="minorHAnsi"/>
      <w:b/>
      <w:bCs/>
      <w:smallCaps/>
      <w:color w:val="283138" w:themeColor="text2"/>
      <w:spacing w:val="5"/>
      <w:sz w:val="22"/>
      <w:u w:val="single"/>
    </w:rPr>
  </w:style>
  <w:style w:type="paragraph" w:styleId="afa">
    <w:name w:val="caption"/>
    <w:basedOn w:val="a"/>
    <w:next w:val="a"/>
    <w:uiPriority w:val="35"/>
    <w:semiHidden/>
    <w:unhideWhenUsed/>
    <w:qFormat/>
    <w:pPr>
      <w:spacing w:after="180" w:line="240" w:lineRule="auto"/>
    </w:pPr>
    <w:rPr>
      <w:rFonts w:eastAsiaTheme="minorEastAsia"/>
      <w:b/>
      <w:bCs/>
      <w:smallCaps/>
      <w:color w:val="283138" w:themeColor="text2"/>
      <w:spacing w:val="6"/>
      <w:szCs w:val="18"/>
      <w:lang w:eastAsia="ru-RU" w:bidi="hi-IN"/>
    </w:rPr>
  </w:style>
  <w:style w:type="paragraph" w:styleId="afb">
    <w:name w:val="Block Text"/>
    <w:basedOn w:val="a"/>
    <w:uiPriority w:val="99"/>
    <w:unhideWhenUsed/>
    <w:pPr>
      <w:pBdr>
        <w:top w:val="single" w:sz="36" w:space="10" w:color="E6E8EB" w:themeColor="accent1" w:themeTint="33"/>
        <w:left w:val="single" w:sz="36" w:space="10" w:color="E6E8EB" w:themeColor="accent1" w:themeTint="33"/>
        <w:bottom w:val="single" w:sz="36" w:space="10" w:color="E6E8EB" w:themeColor="accent1" w:themeTint="33"/>
        <w:right w:val="single" w:sz="36" w:space="10" w:color="E6E8EB" w:themeColor="accent1" w:themeTint="33"/>
      </w:pBdr>
      <w:shd w:val="clear" w:color="auto" w:fill="E6E8EB" w:themeFill="accent1" w:themeFillTint="33"/>
      <w:spacing w:after="180" w:line="274" w:lineRule="auto"/>
      <w:ind w:left="1152" w:right="1152"/>
    </w:pPr>
    <w:rPr>
      <w:b/>
      <w:iCs/>
      <w:caps/>
      <w:color w:val="283138" w:themeColor="text2"/>
      <w:sz w:val="20"/>
      <w:lang w:eastAsia="ru-RU"/>
    </w:rPr>
  </w:style>
  <w:style w:type="character" w:styleId="afc">
    <w:name w:val="Subtle Reference"/>
    <w:basedOn w:val="a0"/>
    <w:uiPriority w:val="31"/>
    <w:qFormat/>
    <w:rPr>
      <w:smallCaps/>
      <w:color w:val="000000"/>
      <w:u w:val="single"/>
    </w:rPr>
  </w:style>
  <w:style w:type="paragraph" w:styleId="11">
    <w:name w:val="toc 1"/>
    <w:basedOn w:val="a"/>
    <w:next w:val="a"/>
    <w:autoRedefine/>
    <w:uiPriority w:val="39"/>
    <w:unhideWhenUsed/>
    <w:pPr>
      <w:spacing w:after="100" w:line="274" w:lineRule="auto"/>
    </w:pPr>
    <w:rPr>
      <w:szCs w:val="20"/>
      <w:lang w:bidi="hi-IN"/>
    </w:rPr>
  </w:style>
  <w:style w:type="paragraph" w:styleId="23">
    <w:name w:val="toc 2"/>
    <w:basedOn w:val="a"/>
    <w:next w:val="a"/>
    <w:autoRedefine/>
    <w:uiPriority w:val="39"/>
    <w:unhideWhenUsed/>
    <w:pPr>
      <w:spacing w:after="100" w:line="274" w:lineRule="auto"/>
      <w:ind w:left="220"/>
    </w:pPr>
    <w:rPr>
      <w:szCs w:val="20"/>
      <w:lang w:bidi="hi-IN"/>
    </w:rPr>
  </w:style>
  <w:style w:type="paragraph" w:styleId="31">
    <w:name w:val="toc 3"/>
    <w:basedOn w:val="a"/>
    <w:next w:val="a"/>
    <w:autoRedefine/>
    <w:uiPriority w:val="39"/>
    <w:unhideWhenUsed/>
    <w:pPr>
      <w:spacing w:after="100" w:line="274" w:lineRule="auto"/>
      <w:ind w:left="440"/>
    </w:pPr>
    <w:rPr>
      <w:szCs w:val="20"/>
      <w:lang w:bidi="hi-IN"/>
    </w:rPr>
  </w:style>
  <w:style w:type="paragraph" w:styleId="41">
    <w:name w:val="toc 4"/>
    <w:basedOn w:val="a"/>
    <w:next w:val="a"/>
    <w:autoRedefine/>
    <w:uiPriority w:val="39"/>
    <w:unhideWhenUsed/>
    <w:pPr>
      <w:spacing w:after="100" w:line="274" w:lineRule="auto"/>
      <w:ind w:left="660"/>
    </w:pPr>
    <w:rPr>
      <w:szCs w:val="20"/>
      <w:lang w:bidi="hi-IN"/>
    </w:rPr>
  </w:style>
  <w:style w:type="paragraph" w:styleId="51">
    <w:name w:val="toc 5"/>
    <w:basedOn w:val="a"/>
    <w:next w:val="a"/>
    <w:autoRedefine/>
    <w:uiPriority w:val="39"/>
    <w:unhideWhenUsed/>
    <w:pPr>
      <w:spacing w:after="100" w:line="274" w:lineRule="auto"/>
      <w:ind w:left="880"/>
    </w:pPr>
    <w:rPr>
      <w:szCs w:val="20"/>
      <w:lang w:bidi="hi-IN"/>
    </w:rPr>
  </w:style>
  <w:style w:type="paragraph" w:styleId="61">
    <w:name w:val="toc 6"/>
    <w:basedOn w:val="a"/>
    <w:next w:val="a"/>
    <w:autoRedefine/>
    <w:uiPriority w:val="39"/>
    <w:unhideWhenUsed/>
    <w:pPr>
      <w:spacing w:after="100" w:line="274" w:lineRule="auto"/>
      <w:ind w:left="1100"/>
    </w:pPr>
    <w:rPr>
      <w:szCs w:val="20"/>
      <w:lang w:bidi="hi-IN"/>
    </w:rPr>
  </w:style>
  <w:style w:type="paragraph" w:styleId="71">
    <w:name w:val="toc 7"/>
    <w:basedOn w:val="a"/>
    <w:next w:val="a"/>
    <w:autoRedefine/>
    <w:uiPriority w:val="39"/>
    <w:unhideWhenUsed/>
    <w:pPr>
      <w:spacing w:after="100" w:line="274" w:lineRule="auto"/>
      <w:ind w:left="1320"/>
    </w:pPr>
    <w:rPr>
      <w:szCs w:val="20"/>
      <w:lang w:bidi="hi-IN"/>
    </w:rPr>
  </w:style>
  <w:style w:type="paragraph" w:styleId="81">
    <w:name w:val="toc 8"/>
    <w:basedOn w:val="a"/>
    <w:next w:val="a"/>
    <w:autoRedefine/>
    <w:uiPriority w:val="39"/>
    <w:unhideWhenUsed/>
    <w:pPr>
      <w:spacing w:after="100" w:line="274" w:lineRule="auto"/>
      <w:ind w:left="1540"/>
    </w:pPr>
    <w:rPr>
      <w:szCs w:val="20"/>
      <w:lang w:bidi="hi-IN"/>
    </w:rPr>
  </w:style>
  <w:style w:type="paragraph" w:styleId="91">
    <w:name w:val="toc 9"/>
    <w:basedOn w:val="a"/>
    <w:next w:val="a"/>
    <w:autoRedefine/>
    <w:uiPriority w:val="39"/>
    <w:unhideWhenUsed/>
    <w:pPr>
      <w:spacing w:after="100" w:line="274" w:lineRule="auto"/>
      <w:ind w:left="1760"/>
    </w:pPr>
    <w:rPr>
      <w:szCs w:val="20"/>
      <w:lang w:bidi="hi-IN"/>
    </w:rPr>
  </w:style>
  <w:style w:type="paragraph" w:styleId="afd">
    <w:name w:val="TOC Heading"/>
    <w:basedOn w:val="1"/>
    <w:next w:val="a"/>
    <w:uiPriority w:val="39"/>
    <w:semiHidden/>
    <w:unhideWhenUsed/>
    <w:qFormat/>
    <w:pPr>
      <w:spacing w:before="480" w:line="264" w:lineRule="auto"/>
      <w:outlineLvl w:val="9"/>
    </w:pPr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60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8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Perspective">
  <a:themeElements>
    <a:clrScheme name="Perspective">
      <a:dk1>
        <a:sysClr val="windowText" lastClr="000000"/>
      </a:dk1>
      <a:lt1>
        <a:sysClr val="window" lastClr="FFFFFF"/>
      </a:lt1>
      <a:dk2>
        <a:srgbClr val="283138"/>
      </a:dk2>
      <a:lt2>
        <a:srgbClr val="FF8600"/>
      </a:lt2>
      <a:accent1>
        <a:srgbClr val="838D9B"/>
      </a:accent1>
      <a:accent2>
        <a:srgbClr val="D2610C"/>
      </a:accent2>
      <a:accent3>
        <a:srgbClr val="80716A"/>
      </a:accent3>
      <a:accent4>
        <a:srgbClr val="94147C"/>
      </a:accent4>
      <a:accent5>
        <a:srgbClr val="5D5AD2"/>
      </a:accent5>
      <a:accent6>
        <a:srgbClr val="6F6C7D"/>
      </a:accent6>
      <a:hlink>
        <a:srgbClr val="6187E3"/>
      </a:hlink>
      <a:folHlink>
        <a:srgbClr val="7B8EB8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erspectiv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alpha val="100000"/>
                <a:satMod val="160000"/>
                <a:lumMod val="105000"/>
              </a:schemeClr>
            </a:gs>
            <a:gs pos="41000">
              <a:schemeClr val="phClr">
                <a:tint val="57000"/>
                <a:satMod val="180000"/>
                <a:lumMod val="99000"/>
              </a:schemeClr>
            </a:gs>
            <a:gs pos="100000">
              <a:schemeClr val="phClr">
                <a:tint val="80000"/>
                <a:satMod val="200000"/>
                <a:lumMod val="104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tint val="96000"/>
                <a:satMod val="130000"/>
                <a:lumMod val="114000"/>
              </a:schemeClr>
            </a:gs>
            <a:gs pos="60000">
              <a:schemeClr val="phClr">
                <a:tint val="100000"/>
                <a:satMod val="106000"/>
                <a:lumMod val="110000"/>
              </a:schemeClr>
            </a:gs>
            <a:gs pos="100000">
              <a:schemeClr val="phClr"/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28575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38100" dir="5400000" rotWithShape="0">
              <a:srgbClr val="000000">
                <a:alpha val="28000"/>
              </a:srgbClr>
            </a:outerShdw>
          </a:effectLst>
        </a:effectStyle>
        <a:effectStyle>
          <a:effectLst>
            <a:outerShdw blurRad="47625" dist="38100" dir="5400000" sy="98000" rotWithShape="0">
              <a:srgbClr val="000000">
                <a:alpha val="48000"/>
              </a:srgbClr>
            </a:outerShdw>
          </a:effectLst>
          <a:scene3d>
            <a:camera prst="orthographicFront">
              <a:rot lat="0" lon="0" rev="0"/>
            </a:camera>
            <a:lightRig rig="twoPt" dir="br">
              <a:rot lat="0" lon="0" rev="8700000"/>
            </a:lightRig>
          </a:scene3d>
          <a:sp3d prstMaterial="matte">
            <a:bevelT w="25400" h="53975"/>
          </a:sp3d>
        </a:effectStyle>
        <a:effectStyle>
          <a:effectLst>
            <a:reflection blurRad="12700" stA="24000" endPos="28000" dist="50800" dir="5400000" sy="-100000" rotWithShape="0"/>
          </a:effectLst>
          <a:scene3d>
            <a:camera prst="orthographicFront">
              <a:rot lat="0" lon="0" rev="0"/>
            </a:camera>
            <a:lightRig rig="threePt" dir="t">
              <a:rot lat="0" lon="0" rev="4800000"/>
            </a:lightRig>
          </a:scene3d>
          <a:sp3d>
            <a:bevelT w="69850" h="3175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100000"/>
                <a:shade val="80000"/>
                <a:satMod val="100000"/>
                <a:lumMod val="100000"/>
              </a:schemeClr>
            </a:gs>
            <a:gs pos="65000">
              <a:schemeClr val="phClr">
                <a:tint val="100000"/>
                <a:shade val="95000"/>
                <a:satMod val="100000"/>
                <a:lumMod val="100000"/>
              </a:schemeClr>
            </a:gs>
            <a:gs pos="100000">
              <a:schemeClr val="phClr">
                <a:tint val="88000"/>
                <a:shade val="100000"/>
                <a:satMod val="400000"/>
                <a:lumMod val="100000"/>
              </a:schemeClr>
            </a:gs>
          </a:gsLst>
          <a:lin ang="5400000" scaled="0"/>
        </a:gradFill>
        <a:blipFill rotWithShape="1">
          <a:blip xmlns:r="http://schemas.openxmlformats.org/officeDocument/2006/relationships" r:embed="rId1">
            <a:duotone>
              <a:schemeClr val="phClr">
                <a:tint val="95000"/>
                <a:satMod val="90000"/>
              </a:schemeClr>
              <a:schemeClr val="phClr">
                <a:shade val="92000"/>
              </a:schemeClr>
            </a:duotone>
          </a:blip>
          <a:tile tx="0" ty="0" sx="100000" sy="100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outs:outSpaceData xmlns:outs="http://schemas.microsoft.com/office/2009/outspace/metadata">
  <outs:relatedDates/>
  <outs:relatedDocuments/>
  <outs:relatedPeople/>
  <propertyMetadataList xmlns="http://schemas.microsoft.com/office/2009/outspace/metadata"/>
  <outs:corruptMetadataWasLost>true</outs:corruptMetadataWasLost>
</outs:outSpaceData>
</file>

<file path=customXml/itemProps1.xml><?xml version="1.0" encoding="utf-8"?>
<ds:datastoreItem xmlns:ds="http://schemas.openxmlformats.org/officeDocument/2006/customXml" ds:itemID="{6B94DBC9-662D-4F3E-8AD5-7A52DFF7B020}">
  <ds:schemaRefs>
    <ds:schemaRef ds:uri="http://schemas.microsoft.com/office/2009/outspace/meta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0</TotalTime>
  <Pages>1</Pages>
  <Words>294</Words>
  <Characters>1682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1</cp:revision>
  <cp:lastPrinted>2009-07-13T00:38:00Z</cp:lastPrinted>
  <dcterms:created xsi:type="dcterms:W3CDTF">2021-01-18T11:51:00Z</dcterms:created>
  <dcterms:modified xsi:type="dcterms:W3CDTF">2021-01-18T11:51:00Z</dcterms:modified>
</cp:coreProperties>
</file>