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F3D" w:rsidRDefault="005A2F3D" w:rsidP="005A2F3D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6FE1FD6" wp14:editId="3E183E51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593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593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2F3D" w:rsidRDefault="005A2F3D" w:rsidP="005A2F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3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A2F3D" w:rsidRDefault="005A2F3D" w:rsidP="005A2F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3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2F3D" w:rsidRDefault="005A2F3D" w:rsidP="005A2F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3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A2F3D" w:rsidRDefault="005A2F3D" w:rsidP="005A2F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3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2F3D" w:rsidRDefault="005A2F3D" w:rsidP="005A2F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3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A2F3D" w:rsidRDefault="005A2F3D" w:rsidP="005A2F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3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2F3D" w:rsidRDefault="005A2F3D" w:rsidP="005A2F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3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A2F3D" w:rsidRDefault="005A2F3D" w:rsidP="005A2F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4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2F3D" w:rsidRDefault="005A2F3D" w:rsidP="005A2F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4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A2F3D" w:rsidRDefault="005A2F3D" w:rsidP="005A2F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4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2F3D" w:rsidRDefault="005A2F3D" w:rsidP="005A2F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4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A2F3D" w:rsidRDefault="005A2F3D" w:rsidP="005A2F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4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2F3D" w:rsidRDefault="005A2F3D" w:rsidP="005A2F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4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A2F3D" w:rsidRDefault="005A2F3D" w:rsidP="005A2F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4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2F3D" w:rsidRDefault="005A2F3D" w:rsidP="005A2F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4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A2F3D" w:rsidRDefault="005A2F3D" w:rsidP="005A2F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4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2F3D" w:rsidRDefault="005A2F3D" w:rsidP="005A2F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4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A2F3D" w:rsidRDefault="005A2F3D" w:rsidP="005A2F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5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2F3D" w:rsidRDefault="005A2F3D" w:rsidP="005A2F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5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A2F3D" w:rsidRDefault="005A2F3D" w:rsidP="005A2F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5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2F3D" w:rsidRDefault="005A2F3D" w:rsidP="005A2F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5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2F3D" w:rsidRDefault="005A2F3D" w:rsidP="005A2F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5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2F3D" w:rsidRDefault="005A2F3D" w:rsidP="005A2F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5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2F3D" w:rsidRDefault="005A2F3D" w:rsidP="005A2F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5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2F3D" w:rsidRDefault="005A2F3D" w:rsidP="005A2F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5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2F3D" w:rsidRDefault="005A2F3D" w:rsidP="005A2F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5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2F3D" w:rsidRDefault="005A2F3D" w:rsidP="005A2F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5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2F3D" w:rsidRDefault="005A2F3D" w:rsidP="005A2F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6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2F3D" w:rsidRDefault="005A2F3D" w:rsidP="005A2F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6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2F3D" w:rsidRDefault="005A2F3D" w:rsidP="005A2F3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PG4jpX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XyK8QA&#10;AADdAAAADwAAAGRycy9kb3ducmV2LnhtbESPS4vCQBCE74L/YWhhbzoxwVd0FJFd8SCIr3uTaZNg&#10;pidkZjX+e2dhwWNRVV9Ri1VrKvGgxpWWFQwHEQjizOqScwWX809/CsJ5ZI2VZVLwIgerZbezwFTb&#10;Jx/pcfK5CBB2KSoovK9TKV1WkEE3sDVx8G62MeiDbHKpG3wGuKlkHEVjabDksFBgTZuCsvvp1yiw&#10;yXa3v+bxMfnmief1YXq7tnulvnrteg7CU+s/4f/2TisYzZIY/t6EJyCX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V8iv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A2F3D" w:rsidRDefault="005A2F3D" w:rsidP="005A2F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+TvskA&#10;AADdAAAADwAAAGRycy9kb3ducmV2LnhtbESPW0sDMRSE3wX/QziCL6XN1mIva9NSCqvWB6EX6Oth&#10;c9ysbk6WJLZrf70RCj4OM/MNM192thEn8qF2rGA4yEAQl07XXCk47Iv+FESIyBobx6TghwIsF7c3&#10;c8y1O/OWTrtYiQThkKMCE2ObSxlKQxbDwLXEyftw3mJM0ldSezwnuG3kQ5aNpcWa04LBltaGyq/d&#10;t1XwWbyb43pyefa92ZYuveLtpdmMlbq/61ZPICJ18T98bb9qBY+z0Qj+3qQnIBe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NU+Tvs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A2F3D" w:rsidRDefault="005A2F3D" w:rsidP="005A2F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35ptcMA&#10;AADdAAAADwAAAGRycy9kb3ducmV2LnhtbESP3YrCMBCF74V9hzDC3sia7qqLVqOIqIg34s8DDM3Y&#10;FJtJaaKtb28WFrw8nJ+PM1u0thQPqn3hWMF3PwFBnDldcK7gct58jUH4gKyxdEwKnuRhMf/ozDDV&#10;ruEjPU4hF3GEfYoKTAhVKqXPDFn0fVcRR+/qaoshyjqXusYmjttS/iTJr7RYcCQYrGhlKLud7jZC&#10;DgM87K/NebNtscH13nBveVTqs9supyACteEd/m/vtILRZDCEvzfxCcj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35pt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A2F3D" w:rsidRDefault="005A2F3D" w:rsidP="005A2F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kZjsYA&#10;AADdAAAADwAAAGRycy9kb3ducmV2LnhtbESPQUsDMRSE74L/ITzBm81a3WrXpqVUBSl4sArS22Pz&#10;urt08xKSZ3f990YQPA4z8w2zWI2uVyeKqfNs4HpSgCKuve24MfDx/nx1DyoJssXeMxn4pgSr5fnZ&#10;AivrB36j004alSGcKjTQioRK61S35DBNfCDO3sFHh5JlbLSNOGS46/W0KGbaYcd5ocVAm5bq4+7L&#10;GXgdnsL2blYewj7eTnV6tPK5EWMuL8b1AyihUf7Df+0Xa6Cc35Tw+yY/Ab3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YkZj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A2F3D" w:rsidRDefault="005A2F3D" w:rsidP="005A2F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BSWcUA&#10;AADdAAAADwAAAGRycy9kb3ducmV2LnhtbESP32rCMBTG74W9QziD3chMt6Js1SgyVhm9Keoe4NAc&#10;m2JzUpqs7d5+EQZefnx/fnyb3WRbMVDvG8cKXhYJCOLK6YZrBd/n/PkNhA/IGlvHpOCXPOy2D7MN&#10;ZtqNfKThFGoRR9hnqMCE0GVS+sqQRb9wHXH0Lq63GKLsa6l7HOO4beVrkqykxYYjwWBHH4aq6+nH&#10;RkiZYllcxnN+mHDEz8LwfH9U6ulx2q9BBJrCPfzf/tIKlu/pCm5v4hOQ2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4FJZ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A2F3D" w:rsidRDefault="005A2F3D" w:rsidP="005A2F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ciYscA&#10;AADdAAAADwAAAGRycy9kb3ducmV2LnhtbESPX0sDMRDE34V+h7AF32zOav94Ni2lKojgg1Uovi2X&#10;7d3RyyYka+/89kYQfBxm5jfMajO4Tp0pptazgetJAYq48rbl2sDH+9PVElQSZIudZzLwTQk269HF&#10;Ckvre36j815qlSGcSjTQiIRS61Q15DBNfCDO3tFHh5JlrLWN2Ge46/S0KObaYct5ocFAu4aq0/7L&#10;GXjtH8PLYj47hs94O9XpwcphJ8ZcjoftPSihQf7Df+1na2B2d7OA3zf5Cej1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oXImLHAAAA3Q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A2F3D" w:rsidRDefault="005A2F3D" w:rsidP="005A2F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gWbsMA&#10;AADdAAAADwAAAGRycy9kb3ducmV2LnhtbERPXWvCMBR9F/YfwhV8EU2nOLZqlDkIExTGdODrpbm2&#10;xeamJJnt/v3yIPh4ON+rTW8bcSMfascKnqcZCOLCmZpLBT8nPXkFESKywcYxKfijAJv102CFuXEd&#10;f9PtGEuRQjjkqKCKsc2lDEVFFsPUtcSJuzhvMSboS2k8dincNnKWZS/SYs2pocKWPioqrsdfq2D7&#10;1ZVzPy62vdtfPs8LrY0+aKVGw/59CSJSHx/iu3tnFCze5mluepOegF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QgWbs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A2F3D" w:rsidRDefault="005A2F3D" w:rsidP="005A2F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zpsMQA&#10;AADdAAAADwAAAGRycy9kb3ducmV2LnhtbESP0WoCMRRE3wv+Q7iCbzWrVdGtUcSyIKUvaj/gsrnd&#10;bN3cLElc1783QqGPw8ycYdbb3jaiIx9qxwom4wwEcel0zZWC73PxugQRIrLGxjEpuFOA7WbwssZc&#10;uxsfqTvFSiQIhxwVmBjbXMpQGrIYxq4lTt6P8xZjkr6S2uMtwW0jp1m2kBZrTgsGW9obKi+nq1VQ&#10;fE6/ustV+8Lt+pmlufldfhilRsN+9w4iUh//w3/tg1YwX72t4PkmPQG5e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v86bD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A2F3D" w:rsidRDefault="005A2F3D" w:rsidP="005A2F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hpFcQA&#10;AADdAAAADwAAAGRycy9kb3ducmV2LnhtbERPXWvCMBR9H/gfwhV8GZrOzTGrUaYQNlCQ6cDXS3Nt&#10;i81NSaLt/v3yMNjj4Xwv171txJ18qB0reJpkIIgLZ2ouFXyf9PgNRIjIBhvHpOCHAqxXg4cl5sZ1&#10;/EX3YyxFCuGQo4IqxjaXMhQVWQwT1xIn7uK8xZigL6Xx2KVw28hplr1KizWnhgpb2lZUXI83q2Bz&#10;6Mpn/1hsere7fJxnWhu910qNhv37AkSkPv6L/9yfRsFs/pL2pzfpCcjV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4aRX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A2F3D" w:rsidRDefault="005A2F3D" w:rsidP="005A2F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yWy8QA&#10;AADdAAAADwAAAGRycy9kb3ducmV2LnhtbESP0WoCMRRE3wv+Q7iFvtWsokW3RhHLgogvVT/gsrnd&#10;bN3cLElc1783guDjMDNnmMWqt43oyIfasYLRMANBXDpdc6XgdCw+ZyBCRNbYOCYFNwqwWg7eFphr&#10;d+Vf6g6xEgnCIUcFJsY2lzKUhiyGoWuJk/fnvMWYpK+k9nhNcNvIcZZ9SYs1pwWDLW0MlefDxSoo&#10;duN9d75oX7h1P7E0Nf+zH6PUx3u//gYRqY+v8LO91Qqm88kIHm/SE5D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2Mlsv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A2F3D" w:rsidRDefault="005A2F3D" w:rsidP="005A2F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sSmsQA&#10;AADdAAAADwAAAGRycy9kb3ducmV2LnhtbESP0WqDQBRE3wv5h+UW8tasJrG01lVKwNA8xvYDLu6t&#10;Sty7xt1G/ftuoZDHYWbOMFkxm17caHSdZQXxJgJBXFvdcaPg67N8egHhPLLG3jIpWMhBka8eMky1&#10;nfhMt8o3IkDYpaig9X5IpXR1Swbdxg7Ewfu2o0Ef5NhIPeIU4KaX2yh6lgY7DgstDnRoqb5UP0bB&#10;fpmO1yq5RKU2FJ92w4l9nSi1fpzf30B4mv09/N/+0AqS1/0W/t6EJy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bEpr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A2F3D" w:rsidRDefault="005A2F3D" w:rsidP="005A2F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WuHcYA&#10;AADdAAAADwAAAGRycy9kb3ducmV2LnhtbESPT2vCQBTE74V+h+UVeqsb/1Q0uooYUkpPNlXPj+wz&#10;CWbfhuyaxG/vFgo9DjPzG2a9HUwtOmpdZVnBeBSBIM6trrhQcPxJ3xYgnEfWWFsmBXdysN08P60x&#10;1rbnb+oyX4gAYRejgtL7JpbS5SUZdCPbEAfvYluDPsi2kLrFPsBNLSdRNJcGKw4LJTa0Lym/Zjej&#10;4DY/T458+dKHLLl/LJN05+SpUOr1ZditQHga/H/4r/2pFbwvZ1P4fROegNw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MWuHcYAAADd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A2F3D" w:rsidRDefault="005A2F3D" w:rsidP="005A2F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49JbsgA&#10;AADdAAAADwAAAGRycy9kb3ducmV2LnhtbESPQWvCQBSE70L/w/IK3nTTGoOmrtIKgnpQ1PbQ22v2&#10;NUmbfRuzq8Z/7wqFHoeZ+YaZzFpTiTM1rrSs4KkfgSDOrC45V/B+WPRGIJxH1lhZJgVXcjCbPnQm&#10;mGp74R2d9z4XAcIuRQWF93UqpcsKMuj6tiYO3rdtDPogm1zqBi8Bbir5HEWJNFhyWCiwpnlB2e/+&#10;ZBR8bEfJePu2in/Wmy8cGH381GWiVPexfX0B4an1/+G/9lIrGI7jGO5vwhOQ0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jj0lu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A2F3D" w:rsidRDefault="005A2F3D" w:rsidP="005A2F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suBsYA&#10;AADdAAAADwAAAGRycy9kb3ducmV2LnhtbESPQWvCQBSE7wX/w/KE3upGG8VG12BbquLJ2oLXR/aZ&#10;BLNvQ3abxP76bkHwOMzMN8wy7U0lWmpcaVnBeBSBIM6sLjlX8P318TQH4TyyxsoyKbiSg3Q1eFhi&#10;om3Hn9QefS4ChF2CCgrv60RKlxVk0I1sTRy8s20M+iCbXOoGuwA3lZxE0UwaLDksFFjTW0HZ5fhj&#10;FPzOTnhw28nr+7P2dI3nG7s/bJR6HPbrBQhPvb+Hb+2dVjB9iafw/yY8Abn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bsuBs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A2F3D" w:rsidRDefault="005A2F3D" w:rsidP="005A2F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HjycUA&#10;AADdAAAADwAAAGRycy9kb3ducmV2LnhtbESPUWvCMBSF3wf+h3AF32Y6aWV2RhFR2Ntmtx9wae6S&#10;YnNTm2jrfv0yGOzxcM75Dme9HV0rbtSHxrOCp3kGgrj2umGj4PPj+PgMIkRkja1nUnCnANvN5GGN&#10;pfYDn+hWRSMShEOJCmyMXSllqC05DHPfESfvy/cOY5K9kbrHIcFdKxdZtpQOG04LFjvaW6rP1dUp&#10;uPhFocfqgG/nw+q9MSa/fJ9ypWbTcfcCItIY/8N/7VetoFjlS/h9k56A3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sePJ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A2F3D" w:rsidRDefault="005A2F3D" w:rsidP="005A2F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zMOsYA&#10;AADdAAAADwAAAGRycy9kb3ducmV2LnhtbESPS2/CMBCE75X4D9Yi9dY4peWRgEFtpUpceRx63Nqb&#10;B43XIXYh9NfXSEgcRzPzjWax6m0jTtT52rGC5yQFQaydqblUsN99Ps1A+IBssHFMCi7kYbUcPCww&#10;N+7MGzptQykihH2OCqoQ2lxKryuy6BPXEkevcJ3FEGVXStPhOcJtI0dpOpEWa44LFbb0UZH+2f5a&#10;Bev6m8YTXWR29q43X3/H8DI9GKUeh/3bHESgPtzDt/baKBhnr1O4volPQC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9zMOs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A2F3D" w:rsidRDefault="005A2F3D" w:rsidP="005A2F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qrvMYA&#10;AADdAAAADwAAAGRycy9kb3ducmV2LnhtbESPQWvCQBCF7wX/wzJCb7qptFJTV9FCwaIVakt7HbLT&#10;bDA7G7JrjP/eOQg9zsyb9943X/a+Vh21sQps4GGcgSIugq24NPD99TZ6BhUTssU6MBm4UITlYnA3&#10;x9yGM39Sd0ilEhOOORpwKTW51rFw5DGOQ0Mst7/QekwytqW2LZ7F3Nd6kmVT7bFiSXDY0Kuj4ng4&#10;eQMd7i/Zr1t/zN6rXTHZr3+2VvbmftivXkAl6tO/+Pa9sQaeZo9SV2iEBPTi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0qrvM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A2F3D" w:rsidRDefault="005A2F3D" w:rsidP="005A2F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2wR8UA&#10;AADdAAAADwAAAGRycy9kb3ducmV2LnhtbESPQUvDQBSE70L/w/IEb3ZjUGljt6UIFY+a9uDxmX3N&#10;pmbfC7trE/31riB4HGbmG2a1mXyvzhRiJ2zgZl6AIm7EdtwaOOx31wtQMSFb7IXJwBdF2KxnFyus&#10;rIz8Suc6tSpDOFZowKU0VFrHxpHHOJeBOHtHCR5TlqHVNuCY4b7XZVHca48d5wWHAz06aj7qT29g&#10;fGreT+XxzbrvMMiufpFT2YsxV5fT9gFUoin9h//az9bA3fJ2Cb9v8hPQ6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PbBH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A2F3D" w:rsidRDefault="005A2F3D" w:rsidP="005A2F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XJoMQA&#10;AADdAAAADwAAAGRycy9kb3ducmV2LnhtbERPy2oCMRTdC/5DuEJ3mlHw0dEoPiqUYinaur9OrjOj&#10;yc0wiTr9+2YhdHk479misUbcqfalYwX9XgKCOHO65FzBz/e2OwHhA7JG45gU/JKHxbzdmmGq3YP3&#10;dD+EXMQQ9ikqKEKoUil9VpBF33MVceTOrrYYIqxzqWt8xHBr5CBJRtJiybGhwIrWBWXXw80q2H5t&#10;zGXwuV8eZVi/jU9m8rHa7JR66TTLKYhATfgXP93vWsHwdRj3xzfxCcj5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1yaD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A2F3D" w:rsidRDefault="005A2F3D" w:rsidP="005A2F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6hgscA&#10;AADdAAAADwAAAGRycy9kb3ducmV2LnhtbESP3WrCQBSE74W+w3IK3hTdqKRomlVKQbRQof6AtyfZ&#10;0ySYPRuya4xv3y0UvBxm5hsmXfWmFh21rrKsYDKOQBDnVldcKDgd16M5COeRNdaWScGdHKyWT4MU&#10;E21vvKfu4AsRIOwSVFB63yRSurwkg25sG+Lg/djWoA+yLaRu8RbgppbTKHqVBisOCyU29FFSfjlc&#10;jYLu+ysrtp1rPi/zFxfPss1mp89KDZ/79zcQnnr/CP+3t1pBvIgn8PcmPAG5/A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VeoYL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A2F3D" w:rsidRDefault="005A2F3D" w:rsidP="005A2F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1DPMcA&#10;AADdAAAADwAAAGRycy9kb3ducmV2LnhtbESPT2vCQBTE7wW/w/IKvdVNQ1M0uooKhV4K/umh3p7Z&#10;ZxLMvo27W41++q4geBxm5jfMeNqZRpzI+dqygrd+AoK4sLrmUsHP5vN1AMIHZI2NZVJwIQ/TSe9p&#10;jLm2Z17RaR1KESHsc1RQhdDmUvqiIoO+b1vi6O2tMxiidKXUDs8RbhqZJsmHNFhzXKiwpUVFxWH9&#10;ZxTMh4P5cfnO39fVbkvb390hS12i1MtzNxuBCNSFR/je/tIKsmGWwu1NfAJy8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UtQzzHAAAA3QAAAA8AAAAAAAAAAAAAAAAAmAIAAGRy&#10;cy9kb3ducmV2LnhtbFBLBQYAAAAABAAEAPUAAACMAwAAAAA=&#10;" fillcolor="black" stroked="f">
                  <v:textbox>
                    <w:txbxContent>
                      <w:p w:rsidR="005A2F3D" w:rsidRDefault="005A2F3D" w:rsidP="005A2F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glqcgA&#10;AADdAAAADwAAAGRycy9kb3ducmV2LnhtbESPT2vCQBTE74LfYXlCb7qpErGpq/inhYL2oO2hx9fs&#10;a7Ik+zZkt5r66V1B6HGYmd8w82Vna3Gi1hvHCh5HCQji3GnDhYLPj9fhDIQPyBprx6TgjzwsF/3e&#10;HDPtznyg0zEUIkLYZ6igDKHJpPR5SRb9yDXE0ftxrcUQZVtI3eI5wm0tx0kylRYNx4USG9qUlFfH&#10;X6vgazc1s4Oh8ff+sn7R+7Rav28rpR4G3eoZRKAu/Ifv7TetIH1KJ3B7E5+AXFw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qSCWp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A2F3D" w:rsidRDefault="005A2F3D" w:rsidP="005A2F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SDaMYA&#10;AADdAAAADwAAAGRycy9kb3ducmV2LnhtbESPQWsCMRSE74L/ITyhN81WqtitUcRS6sWDtqXXx+Z1&#10;s93NyzaJuvrrjSD0OMzMN8x82dlGHMmHyrGCx1EGgrhwuuJSwefH23AGIkRkjY1jUnCmAMtFvzfH&#10;XLsT7+i4j6VIEA45KjAxtrmUoTBkMYxcS5y8H+ctxiR9KbXHU4LbRo6zbCotVpwWDLa0NlTU+4NV&#10;4Fffr/WFD191dtmew/tv9zdDo9TDoFu9gIjUxf/wvb3RCibPkye4vUlPQC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USDa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A2F3D" w:rsidRDefault="005A2F3D" w:rsidP="005A2F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yDQcYA&#10;AADdAAAADwAAAGRycy9kb3ducmV2LnhtbESP3WrCQBSE7wt9h+UUelN0o5Cq0VWkUChUCv48wDF7&#10;TIK7Z0P2VGOfvlsoeDnMzDfMYtV7py7UxSawgdEwA0VcBttwZeCwfx9MQUVBtugCk4EbRVgtHx8W&#10;WNhw5S1ddlKpBOFYoIFapC20jmVNHuMwtMTJO4XOoyTZVdp2eE1w7/Q4y161x4bTQo0tvdVUnnff&#10;3oAbH93scxI3cjvoTfbjZfvyZY15furXc1BCvdzD/+0PayCf5Tn8vUlPQC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1yDQc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A2F3D" w:rsidRDefault="005A2F3D" w:rsidP="005A2F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IScsYA&#10;AADdAAAADwAAAGRycy9kb3ducmV2LnhtbESPQWsCMRSE7wX/Q3iF3mq2gtKuRtGKsBcPXS1en5vn&#10;ZjF5WTapbv31jSD0OMzMN8xs0TsrLtSFxrOCt2EGgrjyuuFawX63eX0HESKyRuuZFPxSgMV88DTD&#10;XPsrf9GljLVIEA45KjAxtrmUoTLkMAx9S5y8k+8cxiS7WuoOrwnurBxl2UQ6bDgtGGzp01B1Ln+c&#10;gnXZ2tG+MKtw+N4ej7a4beiwVurluV9OQUTq43/40S60gvHHeAL3N+kJyP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QIScs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A2F3D" w:rsidRDefault="005A2F3D" w:rsidP="005A2F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n4WMUA&#10;AADdAAAADwAAAGRycy9kb3ducmV2LnhtbESPQWvCQBSE74X+h+UVvNXdCmobs5EiCkJPtfHQ22P3&#10;mUSzb0N2NfHfdwuFHoeZ+YbJ16NrxY360HjW8DJVIIiNtw1XGsqv3fMriBCRLbaeScOdAqyLx4cc&#10;M+sH/qTbIVYiQThkqKGOscukDKYmh2HqO+LknXzvMCbZV9L2OCS4a+VMqYV02HBaqLGjTU3mcrg6&#10;Deed/PBGoTmWx2Fvl9/bBbVK68nT+L4CEWmM/+G/9t5qmL/Nl/D7Jj0BWf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2fhY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A2F3D" w:rsidRDefault="005A2F3D" w:rsidP="005A2F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/OBMIA&#10;AADdAAAADwAAAGRycy9kb3ducmV2LnhtbERPy4rCMBTdC/5DuMLsNNXBQatRVBCGkVn4QFxem2tb&#10;2tyUJGrn7ycLweXhvOfL1tTiQc6XlhUMBwkI4szqknMFp+O2PwHhA7LG2jIp+CMPy0W3M8dU2yfv&#10;6XEIuYgh7FNUUITQpFL6rCCDfmAb4sjdrDMYInS51A6fMdzUcpQkX9JgybGhwIY2BWXV4W4UXO47&#10;vv1+/qzcOpxte/TV6DqplProtasZiEBteItf7m+tYDwdx7nxTXwCc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X84EwgAAAN0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A2F3D" w:rsidRDefault="005A2F3D" w:rsidP="005A2F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nRTccA&#10;AADdAAAADwAAAGRycy9kb3ducmV2LnhtbESPT2vCQBTE74LfYXmF3nRTaYqJrqKFghfBPz3U2zP7&#10;TILZt+nuVtN++q4geBxm5jfMdN6ZRlzI+dqygpdhAoK4sLrmUsHn/mMwBuEDssbGMin4JQ/zWb83&#10;xVzbK2/psguliBD2OSqoQmhzKX1RkUE/tC1x9E7WGQxRulJqh9cIN40cJcmbNFhzXKiwpfeKivPu&#10;xyhYZuPl9+aV13/b44EOX8dzOnKJUs9P3WICIlAXHuF7e6UVpFmawe1NfAJy9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uJ0U3HAAAA3QAAAA8AAAAAAAAAAAAAAAAAmAIAAGRy&#10;cy9kb3ducmV2LnhtbFBLBQYAAAAABAAEAPUAAACMAwAAAAA=&#10;" fillcolor="black" stroked="f">
                  <v:textbox>
                    <w:txbxContent>
                      <w:p w:rsidR="005A2F3D" w:rsidRDefault="005A2F3D" w:rsidP="005A2F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NIbMIA&#10;AADdAAAADwAAAGRycy9kb3ducmV2LnhtbERPz2vCMBS+C/sfwht403STydYZpQhD8VR1Y9dn89aU&#10;NS8lyWL975fDYMeP7/dqM9peJPKhc6zgYV6AIG6c7rhV8H5+mz2DCBFZY++YFNwowGZ9N1lhqd2V&#10;j5ROsRU5hEOJCkyMQyllaAxZDHM3EGfuy3mLMUPfSu3xmsNtLx+LYiktdpwbDA60NdR8n36sgnTZ&#10;1tUifSZzPPiq9a7efVxqpab3Y/UKItIY/8V/7r1W8PSyzPvzm/wE5P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6o0hswgAAAN0AAAAPAAAAAAAAAAAAAAAAAJgCAABkcnMvZG93&#10;bnJldi54bWxQSwUGAAAAAAQABAD1AAAAhw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A2F3D" w:rsidRDefault="005A2F3D" w:rsidP="005A2F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gNBcYA&#10;AADdAAAADwAAAGRycy9kb3ducmV2LnhtbESPQWvCQBSE7wX/w/IK3uomQkONrlJES+ulNRbq8ZF9&#10;zYZm34bsGqO/3i0Uehxm5htmsRpsI3rqfO1YQTpJQBCXTtdcKfg8bB+eQPiArLFxTAou5GG1HN0t&#10;MNfuzHvqi1CJCGGfowITQptL6UtDFv3EtcTR+3adxRBlV0nd4TnCbSOnSZJJizXHBYMtrQ2VP8XJ&#10;KvDpevO1s9dZf3wx/F68meyjMkqN74fnOYhAQ/gP/7VftYLHWZbC75v4BOTy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WgNBc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A2F3D" w:rsidRDefault="005A2F3D" w:rsidP="005A2F3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A2F3D" w:rsidRDefault="005A2F3D" w:rsidP="005A2F3D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5A2F3D" w:rsidRDefault="005A2F3D" w:rsidP="005A2F3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A2F3D" w:rsidRDefault="005A2F3D" w:rsidP="005A2F3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A2F3D" w:rsidRDefault="005A2F3D" w:rsidP="005A2F3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5A2F3D" w:rsidRDefault="005A2F3D" w:rsidP="005A2F3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5A2F3D" w:rsidRDefault="005A2F3D" w:rsidP="005A2F3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5A2F3D" w:rsidRDefault="005A2F3D" w:rsidP="005A2F3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5A2F3D" w:rsidRDefault="005A2F3D" w:rsidP="005A2F3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A2F3D" w:rsidRDefault="005A2F3D" w:rsidP="005A2F3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5A2F3D" w:rsidRDefault="005A2F3D" w:rsidP="005A2F3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A2F3D" w:rsidRDefault="005A2F3D" w:rsidP="005A2F3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5A2F3D" w:rsidRDefault="005A2F3D" w:rsidP="005A2F3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A2F3D" w:rsidRDefault="005A2F3D" w:rsidP="005A2F3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№49</w:t>
      </w:r>
    </w:p>
    <w:p w:rsidR="005A2F3D" w:rsidRDefault="005A2F3D" w:rsidP="005A2F3D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</w:p>
    <w:p w:rsidR="005A2F3D" w:rsidRPr="009B40A3" w:rsidRDefault="005A2F3D" w:rsidP="005A2F3D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9B40A3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9B40A3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</w:p>
    <w:p w:rsidR="005A2F3D" w:rsidRPr="009B40A3" w:rsidRDefault="005A2F3D" w:rsidP="005A2F3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п</w:t>
      </w:r>
      <w:r w:rsidRPr="009B40A3">
        <w:rPr>
          <w:rFonts w:ascii="Times New Roman" w:eastAsia="Calibri" w:hAnsi="Times New Roman" w:cs="Times New Roman"/>
          <w:b/>
          <w:sz w:val="24"/>
        </w:rPr>
        <w:t>роєкту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</w:p>
    <w:p w:rsidR="005A2F3D" w:rsidRPr="009B40A3" w:rsidRDefault="005A2F3D" w:rsidP="005A2F3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</w:p>
    <w:p w:rsidR="005A2F3D" w:rsidRPr="009B40A3" w:rsidRDefault="005A2F3D" w:rsidP="005A2F3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Андрощук</w:t>
      </w:r>
      <w:proofErr w:type="spellEnd"/>
      <w:r w:rsidRPr="009B40A3">
        <w:rPr>
          <w:rFonts w:ascii="Times New Roman" w:eastAsia="Calibri" w:hAnsi="Times New Roman" w:cs="Times New Roman"/>
          <w:b/>
          <w:sz w:val="24"/>
        </w:rPr>
        <w:t xml:space="preserve"> В.І.</w:t>
      </w:r>
    </w:p>
    <w:p w:rsidR="005A2F3D" w:rsidRPr="009B40A3" w:rsidRDefault="005A2F3D" w:rsidP="005A2F3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5A2F3D" w:rsidRPr="009B40A3" w:rsidRDefault="005A2F3D" w:rsidP="005A2F3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9B40A3">
        <w:rPr>
          <w:rFonts w:ascii="Times New Roman" w:eastAsia="Calibri" w:hAnsi="Times New Roman" w:cs="Times New Roman"/>
          <w:sz w:val="24"/>
        </w:rPr>
        <w:t>до</w:t>
      </w:r>
      <w:proofErr w:type="gram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9B40A3">
        <w:rPr>
          <w:rFonts w:ascii="Times New Roman" w:eastAsia="Calibri" w:hAnsi="Times New Roman" w:cs="Times New Roman"/>
          <w:sz w:val="24"/>
        </w:rPr>
        <w:t>пункту</w:t>
      </w:r>
      <w:proofErr w:type="gramEnd"/>
      <w:r w:rsidRPr="009B40A3">
        <w:rPr>
          <w:rFonts w:ascii="Times New Roman" w:eastAsia="Calibri" w:hAnsi="Times New Roman" w:cs="Times New Roman"/>
          <w:sz w:val="24"/>
        </w:rPr>
        <w:t xml:space="preserve"> 34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Україні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>», статей 12,</w:t>
      </w:r>
      <w:r>
        <w:rPr>
          <w:rFonts w:ascii="Times New Roman" w:eastAsia="Calibri" w:hAnsi="Times New Roman" w:cs="Times New Roman"/>
          <w:sz w:val="24"/>
        </w:rPr>
        <w:t xml:space="preserve">116,  118, 121,122,186 </w:t>
      </w:r>
      <w:r w:rsidRPr="009B40A3">
        <w:rPr>
          <w:rFonts w:ascii="Times New Roman" w:eastAsia="Calibri" w:hAnsi="Times New Roman" w:cs="Times New Roman"/>
          <w:sz w:val="24"/>
        </w:rPr>
        <w:t xml:space="preserve">Земельного кодексу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»,  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Андрощука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В.І., 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рада </w:t>
      </w:r>
    </w:p>
    <w:p w:rsidR="005A2F3D" w:rsidRPr="00A40A88" w:rsidRDefault="005A2F3D" w:rsidP="005A2F3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9B40A3">
        <w:rPr>
          <w:rFonts w:ascii="Times New Roman" w:eastAsia="Calibri" w:hAnsi="Times New Roman" w:cs="Times New Roman"/>
          <w:sz w:val="24"/>
        </w:rPr>
        <w:t>ВИРІШИЛА:</w:t>
      </w:r>
    </w:p>
    <w:p w:rsidR="005A2F3D" w:rsidRPr="009B40A3" w:rsidRDefault="005A2F3D" w:rsidP="005A2F3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9B40A3">
        <w:rPr>
          <w:rFonts w:ascii="Times New Roman" w:eastAsia="Calibri" w:hAnsi="Times New Roman" w:cs="Times New Roman"/>
          <w:sz w:val="24"/>
        </w:rPr>
        <w:t xml:space="preserve">       1.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Надати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Андрощуку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Володимиру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Івановичу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який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зареєстрований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: </w:t>
      </w:r>
      <w:r w:rsidR="00E27DC0">
        <w:rPr>
          <w:rFonts w:ascii="Times New Roman" w:eastAsia="Calibri" w:hAnsi="Times New Roman" w:cs="Times New Roman"/>
          <w:sz w:val="24"/>
          <w:lang w:val="uk-UA"/>
        </w:rPr>
        <w:t>______________</w:t>
      </w:r>
      <w:bookmarkStart w:id="0" w:name="_GoBack"/>
      <w:bookmarkEnd w:id="0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дозвіл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розробку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із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орієнтовною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площею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0,2700 га, для </w:t>
      </w:r>
      <w:proofErr w:type="spellStart"/>
      <w:r w:rsidRPr="009B40A3">
        <w:rPr>
          <w:rFonts w:ascii="Times New Roman" w:eastAsia="Calibri" w:hAnsi="Times New Roman" w:cs="Times New Roman"/>
        </w:rPr>
        <w:t>ведення</w:t>
      </w:r>
      <w:proofErr w:type="spellEnd"/>
      <w:r w:rsidRPr="009B40A3">
        <w:rPr>
          <w:rFonts w:ascii="Times New Roman" w:eastAsia="Calibri" w:hAnsi="Times New Roman" w:cs="Times New Roman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</w:rPr>
        <w:t>особистого</w:t>
      </w:r>
      <w:proofErr w:type="spellEnd"/>
      <w:r w:rsidRPr="009B40A3">
        <w:rPr>
          <w:rFonts w:ascii="Times New Roman" w:eastAsia="Calibri" w:hAnsi="Times New Roman" w:cs="Times New Roman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</w:rPr>
        <w:t>селянського</w:t>
      </w:r>
      <w:proofErr w:type="spellEnd"/>
      <w:r w:rsidRPr="009B40A3">
        <w:rPr>
          <w:rFonts w:ascii="Times New Roman" w:eastAsia="Calibri" w:hAnsi="Times New Roman" w:cs="Times New Roman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</w:rPr>
        <w:t>господарства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,  яка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розташована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9B40A3">
        <w:rPr>
          <w:rFonts w:ascii="Times New Roman" w:eastAsia="Calibri" w:hAnsi="Times New Roman" w:cs="Times New Roman"/>
          <w:sz w:val="24"/>
        </w:rPr>
        <w:t>в</w:t>
      </w:r>
      <w:proofErr w:type="gramEnd"/>
      <w:r w:rsidRPr="009B40A3">
        <w:rPr>
          <w:rFonts w:ascii="Times New Roman" w:eastAsia="Calibri" w:hAnsi="Times New Roman" w:cs="Times New Roman"/>
          <w:sz w:val="24"/>
        </w:rPr>
        <w:t xml:space="preserve"> с.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Комарівка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по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вул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.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Лісовій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>.</w:t>
      </w:r>
    </w:p>
    <w:p w:rsidR="005A2F3D" w:rsidRPr="009B40A3" w:rsidRDefault="005A2F3D" w:rsidP="005A2F3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9B40A3"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Андрощуку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В.І.,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та подати на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розгляд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сесії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9B40A3">
        <w:rPr>
          <w:rFonts w:ascii="Times New Roman" w:eastAsia="Calibri" w:hAnsi="Times New Roman" w:cs="Times New Roman"/>
          <w:sz w:val="24"/>
        </w:rPr>
        <w:t>ради</w:t>
      </w:r>
      <w:proofErr w:type="gramEnd"/>
      <w:r w:rsidRPr="009B40A3">
        <w:rPr>
          <w:rFonts w:ascii="Times New Roman" w:eastAsia="Calibri" w:hAnsi="Times New Roman" w:cs="Times New Roman"/>
          <w:sz w:val="24"/>
        </w:rPr>
        <w:t>.</w:t>
      </w:r>
    </w:p>
    <w:p w:rsidR="005A2F3D" w:rsidRPr="009B40A3" w:rsidRDefault="005A2F3D" w:rsidP="005A2F3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</w:t>
      </w:r>
      <w:proofErr w:type="spellStart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дозвіл</w:t>
      </w:r>
      <w:proofErr w:type="spellEnd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дійсний</w:t>
      </w:r>
      <w:proofErr w:type="spellEnd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протязі</w:t>
      </w:r>
      <w:proofErr w:type="spellEnd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року з дня </w:t>
      </w:r>
      <w:proofErr w:type="spellStart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прийняття</w:t>
      </w:r>
      <w:proofErr w:type="spellEnd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даного</w:t>
      </w:r>
      <w:proofErr w:type="spellEnd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р</w:t>
      </w:r>
      <w:proofErr w:type="gramEnd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ішення</w:t>
      </w:r>
      <w:proofErr w:type="spellEnd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5A2F3D" w:rsidRPr="009B40A3" w:rsidRDefault="005A2F3D" w:rsidP="005A2F3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арх</w:t>
      </w:r>
      <w:proofErr w:type="gram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ітектури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5A2F3D" w:rsidRPr="009B40A3" w:rsidRDefault="005A2F3D" w:rsidP="005A2F3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5A2F3D" w:rsidRPr="009B40A3" w:rsidRDefault="005A2F3D" w:rsidP="005A2F3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5A2F3D" w:rsidRPr="009B40A3" w:rsidRDefault="005A2F3D" w:rsidP="005A2F3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5A2F3D" w:rsidRPr="009B40A3" w:rsidRDefault="005A2F3D" w:rsidP="005A2F3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5A2F3D" w:rsidRPr="009B40A3" w:rsidRDefault="005A2F3D" w:rsidP="005A2F3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proofErr w:type="spellStart"/>
      <w:r w:rsidRPr="009B40A3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9B40A3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</w:t>
      </w:r>
      <w:proofErr w:type="spellStart"/>
      <w:r w:rsidRPr="009B40A3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9B40A3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p w:rsidR="001E4446" w:rsidRDefault="001E4446"/>
    <w:sectPr w:rsidR="001E444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F3D"/>
    <w:rsid w:val="001E4446"/>
    <w:rsid w:val="005A2F3D"/>
    <w:rsid w:val="00E27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F3D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5A2F3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5A2F3D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5A2F3D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F3D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5A2F3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5A2F3D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5A2F3D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2</TotalTime>
  <Pages>1</Pages>
  <Words>236</Words>
  <Characters>1350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2021-09-13T10:23:00Z</dcterms:created>
  <dcterms:modified xsi:type="dcterms:W3CDTF">2021-09-14T12:22:00Z</dcterms:modified>
</cp:coreProperties>
</file>