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016" w:rsidRDefault="00BD56CA" w:rsidP="0033601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336016" w:rsidRDefault="00336016" w:rsidP="00336016"/>
    <w:p w:rsidR="00336016" w:rsidRDefault="00336016" w:rsidP="00336016"/>
    <w:p w:rsidR="00336016" w:rsidRDefault="00336016" w:rsidP="0033601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336016" w:rsidRDefault="00336016" w:rsidP="0033601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336016" w:rsidRDefault="00336016" w:rsidP="0033601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336016" w:rsidRDefault="00336016" w:rsidP="0033601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336016" w:rsidRDefault="00336016" w:rsidP="0033601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6016" w:rsidRDefault="00336016" w:rsidP="003360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336016" w:rsidRDefault="00336016" w:rsidP="0033601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36016" w:rsidRDefault="00336016" w:rsidP="0033601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36016" w:rsidRPr="00B84FEC" w:rsidRDefault="00336016" w:rsidP="00336016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44</w:t>
      </w:r>
    </w:p>
    <w:p w:rsidR="00336016" w:rsidRPr="00B84FEC" w:rsidRDefault="00336016" w:rsidP="00336016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36016" w:rsidRPr="00B84FEC" w:rsidRDefault="00336016" w:rsidP="00336016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84FEC">
        <w:rPr>
          <w:rFonts w:ascii="Times New Roman" w:hAnsi="Times New Roman" w:cs="Times New Roman"/>
          <w:b/>
          <w:sz w:val="24"/>
          <w:szCs w:val="24"/>
        </w:rPr>
        <w:t xml:space="preserve">Про розгляд заяви </w:t>
      </w:r>
      <w:proofErr w:type="spellStart"/>
      <w:r w:rsidRPr="00B84FEC">
        <w:rPr>
          <w:rFonts w:ascii="Times New Roman" w:hAnsi="Times New Roman" w:cs="Times New Roman"/>
          <w:b/>
          <w:sz w:val="24"/>
          <w:szCs w:val="24"/>
        </w:rPr>
        <w:t>Войцеховського</w:t>
      </w:r>
      <w:proofErr w:type="spellEnd"/>
      <w:r w:rsidRPr="00B84FEC">
        <w:rPr>
          <w:rFonts w:ascii="Times New Roman" w:hAnsi="Times New Roman" w:cs="Times New Roman"/>
          <w:b/>
          <w:sz w:val="24"/>
          <w:szCs w:val="24"/>
        </w:rPr>
        <w:t xml:space="preserve"> В.В.</w:t>
      </w:r>
    </w:p>
    <w:p w:rsidR="00336016" w:rsidRPr="00B84FEC" w:rsidRDefault="00336016" w:rsidP="00336016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336016" w:rsidRPr="00B84FEC" w:rsidRDefault="00336016" w:rsidP="00336016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4FEC">
        <w:rPr>
          <w:rFonts w:ascii="Times New Roman" w:hAnsi="Times New Roman" w:cs="Times New Roman"/>
          <w:sz w:val="24"/>
          <w:szCs w:val="24"/>
        </w:rPr>
        <w:t xml:space="preserve">       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розглянувши заяву  </w:t>
      </w:r>
      <w:proofErr w:type="spellStart"/>
      <w:r w:rsidRPr="00B84FEC">
        <w:rPr>
          <w:rFonts w:ascii="Times New Roman" w:hAnsi="Times New Roman" w:cs="Times New Roman"/>
          <w:sz w:val="24"/>
          <w:szCs w:val="24"/>
        </w:rPr>
        <w:t>Войцеховського</w:t>
      </w:r>
      <w:proofErr w:type="spellEnd"/>
      <w:r w:rsidRPr="00B84FEC">
        <w:rPr>
          <w:rFonts w:ascii="Times New Roman" w:hAnsi="Times New Roman" w:cs="Times New Roman"/>
          <w:sz w:val="24"/>
          <w:szCs w:val="24"/>
        </w:rPr>
        <w:t xml:space="preserve"> В.В., сільська   рада     </w:t>
      </w:r>
    </w:p>
    <w:p w:rsidR="00336016" w:rsidRPr="00B84FEC" w:rsidRDefault="00336016" w:rsidP="00336016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4FEC">
        <w:rPr>
          <w:rFonts w:ascii="Times New Roman" w:hAnsi="Times New Roman" w:cs="Times New Roman"/>
          <w:sz w:val="24"/>
          <w:szCs w:val="24"/>
        </w:rPr>
        <w:t>ВИРІШИЛА:</w:t>
      </w:r>
    </w:p>
    <w:p w:rsidR="00336016" w:rsidRPr="00B84FEC" w:rsidRDefault="00336016" w:rsidP="00336016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4FEC">
        <w:rPr>
          <w:rFonts w:ascii="Times New Roman" w:hAnsi="Times New Roman" w:cs="Times New Roman"/>
          <w:sz w:val="24"/>
          <w:szCs w:val="24"/>
        </w:rPr>
        <w:t xml:space="preserve">      1. У зв’язку з добровільною відмовою, </w:t>
      </w:r>
      <w:proofErr w:type="spellStart"/>
      <w:r w:rsidRPr="00B84FEC">
        <w:rPr>
          <w:rFonts w:ascii="Times New Roman" w:hAnsi="Times New Roman" w:cs="Times New Roman"/>
          <w:sz w:val="24"/>
          <w:szCs w:val="24"/>
        </w:rPr>
        <w:t>Войцеховського</w:t>
      </w:r>
      <w:proofErr w:type="spellEnd"/>
      <w:r w:rsidRPr="00B84FEC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84FEC">
        <w:rPr>
          <w:rFonts w:ascii="Times New Roman" w:hAnsi="Times New Roman" w:cs="Times New Roman"/>
          <w:sz w:val="24"/>
          <w:szCs w:val="24"/>
        </w:rPr>
        <w:t xml:space="preserve">лентина Володимировича, який зареєстрований за адресою: </w:t>
      </w:r>
      <w:r w:rsidR="00BD56CA" w:rsidRPr="00BD56CA">
        <w:rPr>
          <w:rFonts w:ascii="Times New Roman" w:hAnsi="Times New Roman" w:cs="Times New Roman"/>
          <w:sz w:val="24"/>
          <w:szCs w:val="24"/>
          <w:lang w:val="ru-RU"/>
        </w:rPr>
        <w:t>____________________</w:t>
      </w:r>
      <w:bookmarkStart w:id="0" w:name="_GoBack"/>
      <w:bookmarkEnd w:id="0"/>
      <w:r w:rsidRPr="00B84FEC">
        <w:rPr>
          <w:rFonts w:ascii="Times New Roman" w:hAnsi="Times New Roman" w:cs="Times New Roman"/>
          <w:sz w:val="24"/>
          <w:szCs w:val="24"/>
        </w:rPr>
        <w:t xml:space="preserve">, припинити право користування на земельну ділянку орієнтовною площею  0,36 га, яка розташована в селі </w:t>
      </w:r>
      <w:proofErr w:type="spellStart"/>
      <w:r w:rsidRPr="00B84FEC">
        <w:rPr>
          <w:rFonts w:ascii="Times New Roman" w:hAnsi="Times New Roman" w:cs="Times New Roman"/>
          <w:sz w:val="24"/>
          <w:szCs w:val="24"/>
        </w:rPr>
        <w:t>Хоровиця</w:t>
      </w:r>
      <w:proofErr w:type="spellEnd"/>
      <w:r w:rsidRPr="00B84FEC">
        <w:rPr>
          <w:rFonts w:ascii="Times New Roman" w:hAnsi="Times New Roman" w:cs="Times New Roman"/>
          <w:sz w:val="24"/>
          <w:szCs w:val="24"/>
        </w:rPr>
        <w:t xml:space="preserve">, та перевести в землі запасу Крупецької сільської ради. </w:t>
      </w:r>
    </w:p>
    <w:p w:rsidR="00336016" w:rsidRPr="00B84FEC" w:rsidRDefault="00336016" w:rsidP="00336016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4FEC">
        <w:rPr>
          <w:rFonts w:ascii="Times New Roman" w:hAnsi="Times New Roman" w:cs="Times New Roman"/>
          <w:sz w:val="24"/>
          <w:szCs w:val="24"/>
        </w:rPr>
        <w:t xml:space="preserve">      2. 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336016" w:rsidRPr="00B84FEC" w:rsidRDefault="00336016" w:rsidP="00336016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6016" w:rsidRPr="00B84FEC" w:rsidRDefault="00336016" w:rsidP="00336016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6016" w:rsidRPr="00B84FEC" w:rsidRDefault="00336016" w:rsidP="00336016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6016" w:rsidRPr="00B84FEC" w:rsidRDefault="00336016" w:rsidP="00336016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6016" w:rsidRPr="00B84FEC" w:rsidRDefault="00336016" w:rsidP="00336016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6016" w:rsidRPr="00B84FEC" w:rsidRDefault="00336016" w:rsidP="00336016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6016" w:rsidRPr="00B84FEC" w:rsidRDefault="00336016" w:rsidP="00336016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36016" w:rsidRPr="00B84FEC" w:rsidRDefault="00336016" w:rsidP="00336016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 сільської ради                                                                             В.М.Мазур</w:t>
      </w:r>
    </w:p>
    <w:p w:rsidR="00A26F49" w:rsidRDefault="00A26F49"/>
    <w:sectPr w:rsidR="00A26F49" w:rsidSect="00A26F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36016"/>
    <w:rsid w:val="00171A2E"/>
    <w:rsid w:val="00304C90"/>
    <w:rsid w:val="00336016"/>
    <w:rsid w:val="00505B6D"/>
    <w:rsid w:val="006D3977"/>
    <w:rsid w:val="007D6C18"/>
    <w:rsid w:val="00A26F49"/>
    <w:rsid w:val="00BD56CA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016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184</Words>
  <Characters>1053</Characters>
  <Application>Microsoft Office Word</Application>
  <DocSecurity>0</DocSecurity>
  <Lines>8</Lines>
  <Paragraphs>2</Paragraphs>
  <ScaleCrop>false</ScaleCrop>
  <Company>Microsoft</Company>
  <LinksUpToDate>false</LinksUpToDate>
  <CharactersWithSpaces>1235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Work</cp:lastModifiedBy>
  <cp:revision>3</cp:revision>
  <dcterms:created xsi:type="dcterms:W3CDTF">2020-03-16T13:01:00Z</dcterms:created>
  <dcterms:modified xsi:type="dcterms:W3CDTF">2020-03-17T06:28:00Z</dcterms:modified>
</cp:coreProperties>
</file>