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252" w:rsidRPr="001F78AF" w:rsidRDefault="003C7252" w:rsidP="003C7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311" name="Группа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8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252" w:rsidRDefault="003C7252" w:rsidP="003C72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7252" w:rsidRDefault="003C7252" w:rsidP="003C72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252" w:rsidRDefault="003C7252" w:rsidP="003C72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7252" w:rsidRDefault="003C7252" w:rsidP="003C72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252" w:rsidRDefault="003C7252" w:rsidP="003C72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7252" w:rsidRDefault="003C7252" w:rsidP="003C72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252" w:rsidRDefault="003C7252" w:rsidP="003C72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7252" w:rsidRDefault="003C7252" w:rsidP="003C72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252" w:rsidRDefault="003C7252" w:rsidP="003C72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7252" w:rsidRDefault="003C7252" w:rsidP="003C72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252" w:rsidRDefault="003C7252" w:rsidP="003C72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7252" w:rsidRDefault="003C7252" w:rsidP="003C72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252" w:rsidRDefault="003C7252" w:rsidP="003C72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7252" w:rsidRDefault="003C7252" w:rsidP="003C72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252" w:rsidRDefault="003C7252" w:rsidP="003C72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7252" w:rsidRDefault="003C7252" w:rsidP="003C72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252" w:rsidRDefault="003C7252" w:rsidP="003C72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7252" w:rsidRDefault="003C7252" w:rsidP="003C72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252" w:rsidRDefault="003C7252" w:rsidP="003C72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7252" w:rsidRDefault="003C7252" w:rsidP="003C72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252" w:rsidRDefault="003C7252" w:rsidP="003C72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252" w:rsidRDefault="003C7252" w:rsidP="003C72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252" w:rsidRDefault="003C7252" w:rsidP="003C72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252" w:rsidRDefault="003C7252" w:rsidP="003C72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252" w:rsidRDefault="003C7252" w:rsidP="003C72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252" w:rsidRDefault="003C7252" w:rsidP="003C72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252" w:rsidRDefault="003C7252" w:rsidP="003C72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252" w:rsidRDefault="003C7252" w:rsidP="003C72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252" w:rsidRDefault="003C7252" w:rsidP="003C72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7252" w:rsidRDefault="003C7252" w:rsidP="003C72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11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PnmMMA&#10;AADcAAAADwAAAGRycy9kb3ducmV2LnhtbESPQYvCQAyF78L+hyHC3nSqwlqqo8jiLh4Eseo9dGJb&#10;7GRKZ9Tuv98cBG8J7+W9L8t17xr1oC7Ung1Mxgko4sLbmksD59PPKAUVIrLFxjMZ+KMA69XHYImZ&#10;9U8+0iOPpZIQDhkaqGJsM61DUZHDMPYtsWhX3zmMsnalth0+Jdw1epokX9phzdJQYUvfFRW3/O4M&#10;+Nnvbn8pp8fZlueRN4f0eun3xnwO+80CVKQ+vs2v650V/FRo5RmZQK/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PnmMMAAADc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C7252" w:rsidRDefault="003C7252" w:rsidP="003C7252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/cHMQA&#10;AADcAAAADwAAAGRycy9kb3ducmV2LnhtbERPTWsCMRC9F/wPYYReRLP2YHVrFBG2rR4EtdDrsJlu&#10;tt1MliTV1V/fFARv83ifM192thEn8qF2rGA8ykAQl07XXCn4OBbDKYgQkTU2jknBhQIsF72HOeba&#10;nXlPp0OsRArhkKMCE2ObSxlKQxbDyLXEifty3mJM0FdSezyncNvIpyybSIs1pwaDLa0NlT+HX6vg&#10;u9iZz/Xz9dUPZnu6DortW7OZKPXY71YvICJ18S6+ud91mj+dwf8z6QK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P3Bz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C7252" w:rsidRDefault="003C7252" w:rsidP="003C7252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Y2VMIA&#10;AADcAAAADwAAAGRycy9kb3ducmV2LnhtbESPzWrCQBDH7wXfYRnBS9GNClKjq4jUUryI2gcYsmM2&#10;mJ0N2a1J375zELzNMP+P36y3va/Vg9pYBTYwnWSgiItgKy4N/FwP4w9QMSFbrAOTgT+KsN0M3taY&#10;29DxmR6XVCoJ4ZijAZdSk2sdC0ce4yQ0xHK7hdZjkrUttW2xk3Bf61mWLbTHiqXBYUN7R8X98uul&#10;5DTH0/HWXQ9fPXb4eXT8vjsbMxr2uxWoRH16iZ/ubyv4S8GXZ2QCvf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ljZU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C7252" w:rsidRDefault="003C7252" w:rsidP="003C7252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PKEMMA&#10;AADcAAAADwAAAGRycy9kb3ducmV2LnhtbERPTUsDMRC9F/wPYQrebLaltro2LdIqiODBVhBvw2a6&#10;u3QzCcnYXf+9EYTe5vE+Z7UZXKfOFFPr2cB0UoAirrxtuTbwcXi+uQOVBNli55kM/FCCzfpqtMLS&#10;+p7f6byXWuUQTiUaaERCqXWqGnKYJj4QZ+7oo0PJMNbaRuxzuOv0rCgW2mHLuaHBQNuGqtP+2xl4&#10;65/C63JxewxfcT7TaWflcyvGXI+HxwdQQoNcxP/uF5vn30/h75l8gV7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PKEM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C7252" w:rsidRDefault="003C7252" w:rsidP="003C7252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gNuMMA&#10;AADcAAAADwAAAGRycy9kb3ducmV2LnhtbESP0YrCMBBF3xf8hzCCL4umKshaG0VkFfFF1P2AoZk2&#10;xWZSmqytf28WFnyb4d6550626W0tHtT6yrGC6SQBQZw7XXGp4Oe2H3+B8AFZY+2YFDzJw2Y9+Mgw&#10;1a7jCz2uoRQxhH2KCkwITSqlzw1Z9BPXEEetcK3FENe2lLrFLobbWs6SZCEtVhwJBhvaGcrv118b&#10;Iec5nk9Fd9sfeuzw+2T4c3tRajTstysQgfrwNv9fH3Wsv5zB3zNxArl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QgNuM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C7252" w:rsidRDefault="003C7252" w:rsidP="003C7252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3x/MMA&#10;AADcAAAADwAAAGRycy9kb3ducmV2LnhtbERPTUsDMRC9C/6HMII3m7Wt1W6bllIVROihVRBvw2a6&#10;u7iZhGTsbv+9EQRv83ifs1wPrlMniqn1bOB2VIAirrxtuTbw/vZ88wAqCbLFzjMZOFOC9eryYoml&#10;9T3v6XSQWuUQTiUaaERCqXWqGnKYRj4QZ+7oo0PJMNbaRuxzuOv0uChm2mHLuaHBQNuGqq/DtzOw&#10;65/C6/3s7hg+43Ss06OVj60Yc301bBaghAb5F/+5X2yeP5/A7zP5Ar3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3x/M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C7252" w:rsidRDefault="003C7252" w:rsidP="003C7252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+VmcMA&#10;AADcAAAADwAAAGRycy9kb3ducmV2LnhtbERP22oCMRB9L/QfwhT6UjTbm+hqlFoIChbEC/g6bMbd&#10;pZvJkqTu+vemUOjbHM51ZoveNuJCPtSOFTwPMxDEhTM1lwqOBz0YgwgR2WDjmBRcKcBifn83w9y4&#10;jnd02cdSpBAOOSqoYmxzKUNRkcUwdC1x4s7OW4wJ+lIaj10Kt418ybKRtFhzaqiwpc+Kiu/9j1Ww&#10;3Hblq38qlr3bnFend62N/tJKPT70H1MQkfr4L/5zr02aP3mD32fSBXJ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+Vmc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C7252" w:rsidRDefault="003C7252" w:rsidP="003C7252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/Uh8AA&#10;AADcAAAADwAAAGRycy9kb3ducmV2LnhtbERPzYrCMBC+L/gOYQRva6rootUoohRk2cuqDzA0Y1Nt&#10;JiWJtb79ZmFhb/Px/c5629tGdORD7VjBZJyBIC6drrlScDkX7wsQISJrbByTghcF2G4Gb2vMtXvy&#10;N3WnWIkUwiFHBSbGNpcylIYshrFriRN3dd5iTNBXUnt8pnDbyGmWfUiLNacGgy3tDZX308MqKD6n&#10;X939oX3hdv3M0tzcFgej1GjY71YgIvXxX/znPuo0fzmH32fSBXLz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/Uh8AAAADc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C7252" w:rsidRDefault="003C7252" w:rsidP="003C7252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GudcMA&#10;AADcAAAADwAAAGRycy9kb3ducmV2LnhtbERP22oCMRB9L/QfwhT6UjTbFkVXo9RCqKAgXsDXYTPu&#10;Lm4mS5K6279vhELf5nCuM1/2thE38qF2rOB1mIEgLpypuVRwOurBBESIyAYbx6TghwIsF48Pc8yN&#10;63hPt0MsRQrhkKOCKsY2lzIUFVkMQ9cSJ+7ivMWYoC+l8dilcNvItywbS4s1p4YKW/qsqLgevq2C&#10;1a4r3/1Lserd5vJ1Hmlt9FYr9fzUf8xAROrjv/jPvTZp/nQM92fSBX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5Gudc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C7252" w:rsidRDefault="003C7252" w:rsidP="003C7252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Hva8EA&#10;AADcAAAADwAAAGRycy9kb3ducmV2LnhtbERP22oCMRB9L/gPYYS+1azSVl2NIspCKX3x8gHDZtys&#10;biZLEtf1702h0Lc5nOss171tREc+1I4VjEcZCOLS6ZorBadj8TYDESKyxsYxKXhQgPVq8LLEXLs7&#10;76k7xEqkEA45KjAxtrmUoTRkMYxcS5y4s/MWY4K+ktrjPYXbRk6y7FNarDk1GGxpa6i8Hm5WQfE9&#10;+emuN+0Lt+nfLX2Yy2xnlHod9psFiEh9/Bf/ub90mj+fwu8z6QK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1x72vBAAAA3A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C7252" w:rsidRDefault="003C7252" w:rsidP="003C7252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UO2sIA&#10;AADcAAAADwAAAGRycy9kb3ducmV2LnhtbESPwW7CQAxE70j9h5UrcYMNFCoILKiqBIIjoR9gZU0S&#10;kfWm2YWEv8cHJG62ZjzzvN72rlZ3akPl2cBknIAizr2tuDDwd96NFqBCRLZYeyYDDwqw3XwM1pha&#10;3/GJ7lkslIRwSNFAGWOTah3ykhyGsW+IRbv41mGUtS20bbGTcFfraZJ8a4cVS0OJDf2WlF+zmzMw&#10;e3T7/2x+TXbW0eT41Rw55nNjhp/9zwpUpD6+za/rgxX8pdDKMzKB3j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BQ7a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C7252" w:rsidRDefault="003C7252" w:rsidP="003C7252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JYNMEA&#10;AADcAAAADwAAAGRycy9kb3ducmV2LnhtbERPS4vCMBC+L/gfwgje1lQPsu2aiqwo4mmtdc9DM32w&#10;zaQ0Ueu/N4LgbT6+5yxXg2nFlXrXWFYwm0YgiAurG64U5Kft5xcI55E1tpZJwZ0crNLRxxITbW98&#10;pGvmKxFC2CWooPa+S6R0RU0G3dR2xIErbW/QB9hXUvd4C+GmlfMoWkiDDYeGGjv6qan4zy5GwWXx&#10;N8+5POjfbHPfxZvt2slzpdRkPKy/QXga/Fv8cu91mB/H8HwmXCDT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CWDT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C7252" w:rsidRDefault="003C7252" w:rsidP="003C7252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5iQMYA&#10;AADcAAAADwAAAGRycy9kb3ducmV2LnhtbESPQWvCQBSE74X+h+UVvNWNVUJMXUULQvVgqNpDb6/Z&#10;Z5I2+zZmtxr/vSsUPA4z8w0zmXWmFidqXWVZwaAfgSDOra64ULDfLZ8TEM4ja6wtk4ILOZhNHx8m&#10;mGp75g86bX0hAoRdigpK75tUSpeXZND1bUMcvINtDfog20LqFs8Bbmr5EkWxNFhxWCixobeS8t/t&#10;n1HwmSXxOFusRj/rzTcOjT5+6SpWqvfUzV9BeOr8PfzfftcKAhFuZ8IRkN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J5iQMYAAADc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C7252" w:rsidRDefault="003C7252" w:rsidP="003C7252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POoMMA&#10;AADcAAAADwAAAGRycy9kb3ducmV2LnhtbESPT4vCMBTE74LfITxhb5raFZFqFN3FP3hyVfD6aJ5t&#10;sXkpTdTqpzeCsMdhZn7DTGaNKcWNaldYVtDvRSCIU6sLzhQcD8vuCITzyBpLy6TgQQ5m03Zrgom2&#10;d/6j295nIkDYJagg975KpHRpTgZdz1bEwTvb2qAPss6krvEe4KaUcRQNpcGCw0KOFf3klF72V6Pg&#10;OTzhzq3jxe+39vQYjFZ2u1sp9dVp5mMQnhr/H/60N1pBHPXhfSYcATl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POoMMAAADc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C7252" w:rsidRDefault="003C7252" w:rsidP="003C7252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YtOcIA&#10;AADcAAAADwAAAGRycy9kb3ducmV2LnhtbESP0YrCMBRE34X9h3AXfNPUorJWoyyLC76pdT/g0lzT&#10;YnNTm6xWv94Igo/DzJxhFqvO1uJCra8cKxgNExDEhdMVGwV/h9/BFwgfkDXWjknBjTyslh+9BWba&#10;XXlPlzwYESHsM1RQhtBkUvqiJIt+6Bri6B1dazFE2RqpW7xGuK1lmiRTabHiuFBiQz8lFaf83yo4&#10;u3Siu3yN29N6tquMGZ/v+7FS/c/uew4iUBfe4Vd7oxWkSQrPM/EI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Ji05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C7252" w:rsidRDefault="003C7252" w:rsidP="003C7252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a9cUA&#10;AADcAAAADwAAAGRycy9kb3ducmV2LnhtbESPwW7CMBBE70j8g7VIvRWnQaUQMFFbCSnX0B56XOwl&#10;CY3XaexC6NdjpEocRzPzRrPOB9uKE/W+cazgaZqAINbONFwp+PzYPi5A+IBssHVMCi7kId+MR2vM&#10;jDtzSaddqESEsM9QQR1Cl0npdU0W/dR1xNE7uN5iiLKvpOnxHOG2lWmSzKXFhuNCjR2916S/d79W&#10;QdHs6XmuD0u7eNPl199PmL0cjVIPk+F1BSLQEO7h/3ZhFKTJDG5n4hGQm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Vxr1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C7252" w:rsidRDefault="003C7252" w:rsidP="003C7252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4+psEA&#10;AADcAAAADwAAAGRycy9kb3ducmV2LnhtbERPXWvCMBR9F/YfwhX2polljK0aRQeDjTlhKvp6aa5N&#10;sbkpTVbrvzeDgY/nmzNb9K4WHbWh8qxhMlYgiAtvKi417HfvoxcQISIbrD2ThisFWMwfBjPMjb/w&#10;D3XbWIpUwiFHDTbGJpcyFJYchrFviJN28q3DmGBbStPiJZW7WmZKPUuHFacFiw29WSrO21+nocPN&#10;VR3t6vv1s1oX2WZ1+DKJ14/DfjkFEamPd/N/+sNoyNQT/J1JR0DO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OPqb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C7252" w:rsidRDefault="003C7252" w:rsidP="003C7252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YuM8MA&#10;AADcAAAADwAAAGRycy9kb3ducmV2LnhtbESPQUvDQBSE74L/YXmCN7sxYJHYbRGh4lFTDz2+Zl+z&#10;qdn3wu7aRH99t1DocZiZb5jFavK9OlKInbCBx1kBirgR23Fr4HuzfngGFROyxV6YDPxRhNXy9maB&#10;lZWRv+hYp1ZlCMcKDbiUhkrr2DjyGGcyEGdvL8FjyjK02gYcM9z3uiyKufbYcV5wONCbo+an/vUG&#10;xvdmdyj3W+v+wyDr+lMOZS/G3N9Nry+gEk3pGr60P6yBsniC85l8BPTy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YuM8MAAADc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C7252" w:rsidRDefault="003C7252" w:rsidP="003C7252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v9ZcUA&#10;AADcAAAADwAAAGRycy9kb3ducmV2LnhtbESPT2sCMRTE74V+h/AEbzXrHlS2RrH+gSJK0er9uXnu&#10;bpu8LJtU129vBKHHYWZ+w4ynrTXiQo2vHCvo9xIQxLnTFRcKDt+rtxEIH5A1Gsek4EYeppPXlzFm&#10;2l15R5d9KESEsM9QQRlCnUnp85Is+p6riaN3do3FEGVTSN3gNcKtkWmSDKTFiuNCiTXNS8p/939W&#10;weprYX7S7W52lGG+HJ7MaP2x2CjV7bSzdxCB2vAffrY/tYI0GcDjTDwCcn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O/1lxQAAANw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C7252" w:rsidRDefault="003C7252" w:rsidP="003C7252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crVcUA&#10;AADcAAAADwAAAGRycy9kb3ducmV2LnhtbESP3YrCMBSE7xd8h3AEb0RTlVWpRhFBdMGF9Qe8PTbH&#10;tticlCbW7tubBWEvh5n5hpkvG1OImiqXW1Yw6EcgiBOrc04VnE+b3hSE88gaC8uk4JccLBetjznG&#10;2j75QPXRpyJA2MWoIPO+jKV0SUYGXd+WxMG72cqgD7JKpa7wGeCmkMMoGkuDOYeFDEtaZ5Tcjw+j&#10;oP7ZX9Nd7cqv+7TrPkfX7fZbX5TqtJvVDISnxv+H3+2dVjCMJvB3JhwBuX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9ytVxQAAANw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C7252" w:rsidRDefault="003C7252" w:rsidP="003C7252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4+V8MA&#10;AADcAAAADwAAAGRycy9kb3ducmV2LnhtbERPTWsCMRC9C/6HMII3TbrYoqtRtFDwUqjaQ72Nm+nu&#10;4mayJlG3/fXNoeDx8b4Xq8424kY+1I41PI0VCOLCmZpLDZ+Ht9EURIjIBhvHpOGHAqyW/d4Cc+Pu&#10;vKPbPpYihXDIUUMVY5tLGYqKLIaxa4kT9+28xZigL6XxeE/htpGZUi/SYs2pocKWXisqzvur1bCZ&#10;TTeXjwm//+5ORzp+nc7PmVdaDwfdeg4iUhcf4n/31mjIVFqbzqQj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4+V8MAAADcAAAADwAAAAAAAAAAAAAAAACYAgAAZHJzL2Rv&#10;d25yZXYueG1sUEsFBgAAAAAEAAQA9QAAAIgDAAAAAA==&#10;" fillcolor="black" stroked="f">
                  <v:textbox>
                    <w:txbxContent>
                      <w:p w:rsidR="003C7252" w:rsidRDefault="003C7252" w:rsidP="003C7252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A61McA&#10;AADcAAAADwAAAGRycy9kb3ducmV2LnhtbESPzWvCQBTE74X+D8sr9FY3Bio2uoofLRTUgx8Hj8/s&#10;M1mSfRuyW43+9V2h0OMwM79hxtPO1uJCrTeOFfR7CQji3GnDhYLD/uttCMIHZI21Y1JwIw/TyfPT&#10;GDPtrrylyy4UIkLYZ6igDKHJpPR5SRZ9zzXE0Tu71mKIsi2kbvEa4baWaZIMpEXDcaHEhhYl5dXu&#10;xyo4rgZmuDWUntb3+adev1fzzbJS6vWlm41ABOrCf/iv/a0VpMkHPM7EIyA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KAOtTHAAAA3A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C7252" w:rsidRDefault="003C7252" w:rsidP="003C7252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4vesEA&#10;AADcAAAADwAAAGRycy9kb3ducmV2LnhtbERPu27CMBTdK/EP1kXqVhwYKhQwCBVV7dKhlKrrVXyJ&#10;08TXwTZ5fX09VGI8Ou/tfrCN6MiHyrGC5SIDQVw4XXGp4Pz1+rQGESKyxsYxKRgpwH43e9hirl3P&#10;n9SdYilSCIccFZgY21zKUBiyGBauJU7cxXmLMUFfSu2xT+G2kasse5YWK04NBlt6MVTUp5tV4A8/&#10;x3ri23edTR9jePsdrms0Sj3Oh8MGRKQh3sX/7netYLVM89O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+L3rBAAAA3AAAAA8AAAAAAAAAAAAAAAAAmAIAAGRycy9kb3du&#10;cmV2LnhtbFBLBQYAAAAABAAEAPUAAACG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C7252" w:rsidRDefault="003C7252" w:rsidP="003C7252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/V+cUA&#10;AADcAAAADwAAAGRycy9kb3ducmV2LnhtbESP3WrCQBSE7wt9h+UI3hTdJBf9ia5ShEJBKfjzAMfs&#10;MQnung3Zo8Y+fbdQ6OUwM98w8+XgnbpSH9vABvJpBoq4Crbl2sBh/zF5BRUF2aILTAbuFGG5eHyY&#10;Y2nDjbd03UmtEoRjiQYaka7UOlYNeYzT0BEn7xR6j5JkX2vb4y3BvdNFlj1rjy2nhQY7WjVUnXcX&#10;b8AVR/e2fokbuR/0Jvv2sn36ssaMR8P7DJTQIP/hv/anNVDkOfyeSUdAL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P9X5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C7252" w:rsidRDefault="003C7252" w:rsidP="003C7252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DqhcUA&#10;AADcAAAADwAAAGRycy9kb3ducmV2LnhtbESPT2sCMRTE70K/Q3hCb5p1D1K2RvEPwl48uLV4fW6e&#10;m8XkZdmkuvXTN4VCj8PM/IZZrAZnxZ360HpWMJtmIIhrr1tuFJw+9pM3ECEia7SeScE3BVgtX0YL&#10;LLR/8JHuVWxEgnAoUIGJsSukDLUhh2HqO+LkXX3vMCbZN1L3+EhwZ2WeZXPpsOW0YLCjraH6Vn05&#10;Bbuqs/mpNJtw/jxcLrZ87um8U+p1PKzfQUQa4n/4r11qBfksh98z6Qj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YOqFxQAAANw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C7252" w:rsidRDefault="003C7252" w:rsidP="003C7252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IxWsQA&#10;AADcAAAADwAAAGRycy9kb3ducmV2LnhtbESPwWrDMBBE74X8g9hAb41kF9zgRAklJGDIqWlyyG2R&#10;trZba2UsNXb/PioUehxm5g2z3k6uEzcaQutZQ7ZQIIiNty3XGs7vh6cliBCRLXaeScMPBdhuZg9r&#10;LK0f+Y1up1iLBOFQooYmxr6UMpiGHIaF74mT9+EHhzHJoZZ2wDHBXSdzpQrpsOW00GBPu4bM1+nb&#10;afg8yKM3Cs3lfBkr+3LdF9QprR/n0+sKRKQp/of/2pXVkGfP8HsmHQG5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iMVrEAAAA3A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C7252" w:rsidRDefault="003C7252" w:rsidP="003C7252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G9OMUA&#10;AADcAAAADwAAAGRycy9kb3ducmV2LnhtbESPT2vCQBTE70K/w/IKvenGtIikboItCGLpwT+UHl+z&#10;zyQk+zbsrhq/fVcQPA4z8xtmUQymE2dyvrGsYDpJQBCXVjdcKTjsV+M5CB+QNXaWScGVPBT502iB&#10;mbYX3tJ5FyoRIewzVFCH0GdS+rImg35ie+LoHa0zGKJ0ldQOLxFuOpkmyUwabDgu1NjTZ01luzsZ&#10;Bb+nLz5+v26W7iP82GHv2/Rv3ir18jws30EEGsIjfG+vtYJ0+ga3M/EIy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Ub04xQAAANw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C7252" w:rsidRDefault="003C7252" w:rsidP="003C7252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YHFMYA&#10;AADcAAAADwAAAGRycy9kb3ducmV2LnhtbESPT2sCMRTE74LfITyhN8261KKrUbRQ8CL4p4d6e26e&#10;u4ubl22S6rafvhEEj8PM/IaZLVpTiys5X1lWMBwkIIhzqysuFHwePvpjED4ga6wtk4Jf8rCYdzsz&#10;zLS98Y6u+1CICGGfoYIyhCaT0uclGfQD2xBH72ydwRClK6R2eItwU8s0Sd6kwYrjQokNvZeUX/Y/&#10;RsFqMl59b19587c7Hen4dbqMUpco9dJrl1MQgdrwDD/aa60gHY7gfiYeATn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YHFMYAAADcAAAADwAAAAAAAAAAAAAAAACYAgAAZHJz&#10;L2Rvd25yZXYueG1sUEsFBgAAAAAEAAQA9QAAAIsDAAAAAA==&#10;" fillcolor="black" stroked="f">
                  <v:textbox>
                    <w:txbxContent>
                      <w:p w:rsidR="003C7252" w:rsidRDefault="003C7252" w:rsidP="003C7252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yUQsQA&#10;AADcAAAADwAAAGRycy9kb3ducmV2LnhtbESPQWsCMRSE70L/Q3iF3jSrBSlboyxCqfS02pZen5vn&#10;ZnHzsiQxbv99UxA8DjPzDbPajLYXiXzoHCuYzwoQxI3THbcKvj7fpi8gQkTW2DsmBb8UYLN+mKyw&#10;1O7Ke0qH2IoM4VCiAhPjUEoZGkMWw8wNxNk7OW8xZulbqT1eM9z2clEUS2mx47xgcKCtoeZ8uFgF&#10;6bitq+f0k8z+w1etd/X797FW6ulxrF5BRBrjPXxr77SCxXwJ/2fyEZ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clELEAAAA3A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C7252" w:rsidRDefault="003C7252" w:rsidP="003C7252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K2W8UA&#10;AADcAAAADwAAAGRycy9kb3ducmV2LnhtbESPQWvCQBSE7wX/w/KE3uomHmyNriJii3ppGwU9PrLP&#10;bDD7NmS3MfXXdwuFHoeZ+YaZL3tbi45aXzlWkI4SEMSF0xWXCo6H16cXED4ga6wdk4Jv8rBcDB7m&#10;mGl340/q8lCKCGGfoQITQpNJ6QtDFv3INcTRu7jWYoiyLaVu8RbhtpbjJJlIixXHBYMNrQ0V1/zL&#10;KvDpenPa2/u0O78Zfs93ZvJRGqUeh/1qBiJQH/7Df+2tVjBOn+H3TDwC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krZbxQAAANw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C7252" w:rsidRDefault="003C7252" w:rsidP="003C7252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C7252" w:rsidRPr="001F78AF" w:rsidRDefault="003C7252" w:rsidP="003C7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C7252" w:rsidRPr="001F78AF" w:rsidRDefault="003C7252" w:rsidP="003C7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C7252" w:rsidRPr="001F78AF" w:rsidRDefault="003C7252" w:rsidP="003C7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C7252" w:rsidRPr="001F78AF" w:rsidRDefault="003C7252" w:rsidP="003C7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3C7252" w:rsidRPr="001F78AF" w:rsidRDefault="003C7252" w:rsidP="003C7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3C7252" w:rsidRPr="001F78AF" w:rsidRDefault="003C7252" w:rsidP="003C725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C7252" w:rsidRPr="001F78AF" w:rsidRDefault="003C7252" w:rsidP="003C7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C7252" w:rsidRPr="001F78AF" w:rsidRDefault="003C7252" w:rsidP="003C7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C7252" w:rsidRPr="001F78AF" w:rsidRDefault="003C7252" w:rsidP="003C7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C7252" w:rsidRPr="001F78AF" w:rsidRDefault="003C7252" w:rsidP="003C7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3C7252" w:rsidRPr="001F78AF" w:rsidRDefault="003C7252" w:rsidP="003C7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C7252" w:rsidRPr="001F78AF" w:rsidRDefault="003C7252" w:rsidP="003C7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ХІІ сесії сільської ради 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3C7252" w:rsidRPr="001F78AF" w:rsidRDefault="003C7252" w:rsidP="003C7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C7252" w:rsidRDefault="003C7252" w:rsidP="003C7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30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.06.2021 року                                            Крупець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№131</w:t>
      </w:r>
    </w:p>
    <w:p w:rsidR="003C7252" w:rsidRPr="00C64632" w:rsidRDefault="003C7252" w:rsidP="003C7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C7252" w:rsidRPr="001F78AF" w:rsidRDefault="003C7252" w:rsidP="003C7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F78AF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1F78AF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1F78AF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3C7252" w:rsidRPr="001F78AF" w:rsidRDefault="003C7252" w:rsidP="003C7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F78AF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3C7252" w:rsidRPr="001F78AF" w:rsidRDefault="003C7252" w:rsidP="003C7252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F78AF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3C7252" w:rsidRPr="001F78AF" w:rsidRDefault="003C7252" w:rsidP="003C725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Calibri" w:hAnsi="Times New Roman" w:cs="Times New Roman"/>
          <w:b/>
          <w:sz w:val="24"/>
          <w:szCs w:val="24"/>
        </w:rPr>
        <w:t>Мельнику В.С.</w:t>
      </w:r>
    </w:p>
    <w:p w:rsidR="003C7252" w:rsidRPr="001F78AF" w:rsidRDefault="003C7252" w:rsidP="003C725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C7252" w:rsidRPr="001F78AF" w:rsidRDefault="003C7252" w:rsidP="003C725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</w:t>
      </w:r>
      <w:r w:rsidRPr="001F78AF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Мельника В.С,  </w:t>
      </w:r>
      <w:r w:rsidRPr="001F78AF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3C7252" w:rsidRPr="001F78AF" w:rsidRDefault="003C7252" w:rsidP="003C725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3C7252" w:rsidRPr="001F78AF" w:rsidRDefault="003C7252" w:rsidP="003C725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Мельнику Володимиру Степановичу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78AF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, для ведення особистого селянського господарства площею  0.1768 га, яка розташована Хмельницька область, </w:t>
      </w:r>
      <w:proofErr w:type="spellStart"/>
      <w:r w:rsidRPr="001F78AF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(Шепетівський) район, </w:t>
      </w:r>
      <w:proofErr w:type="spellStart"/>
      <w:r w:rsidRPr="001F78AF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78AF">
        <w:rPr>
          <w:rFonts w:ascii="Times New Roman" w:eastAsia="Calibri" w:hAnsi="Times New Roman" w:cs="Times New Roman"/>
          <w:sz w:val="24"/>
          <w:szCs w:val="24"/>
        </w:rPr>
        <w:t>Крупець.</w:t>
      </w:r>
    </w:p>
    <w:p w:rsidR="003C7252" w:rsidRPr="001F78AF" w:rsidRDefault="003C7252" w:rsidP="003C725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Мельнику Володимиру Степановичу, </w:t>
      </w:r>
      <w:r w:rsidRPr="001F78AF">
        <w:rPr>
          <w:rFonts w:ascii="Times New Roman" w:eastAsia="Calibri" w:hAnsi="Times New Roman" w:cs="Times New Roman"/>
          <w:sz w:val="24"/>
        </w:rPr>
        <w:t xml:space="preserve"> який  зареєстрований за </w:t>
      </w:r>
      <w:proofErr w:type="spellStart"/>
      <w:r w:rsidRPr="001F78AF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1F78AF">
        <w:rPr>
          <w:rFonts w:ascii="Times New Roman" w:eastAsia="Calibri" w:hAnsi="Times New Roman" w:cs="Times New Roman"/>
          <w:sz w:val="24"/>
        </w:rPr>
        <w:t xml:space="preserve">: </w:t>
      </w:r>
      <w:r w:rsidR="00AD60FF">
        <w:rPr>
          <w:rFonts w:ascii="Times New Roman" w:eastAsia="Calibri" w:hAnsi="Times New Roman" w:cs="Times New Roman"/>
          <w:sz w:val="24"/>
          <w:lang w:val="ru-RU"/>
        </w:rPr>
        <w:t>_____________</w:t>
      </w:r>
      <w:r w:rsidRPr="001F78AF">
        <w:rPr>
          <w:rFonts w:ascii="Times New Roman" w:eastAsia="Calibri" w:hAnsi="Times New Roman" w:cs="Times New Roman"/>
          <w:sz w:val="24"/>
        </w:rPr>
        <w:t xml:space="preserve">,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AD60FF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</w:t>
      </w:r>
      <w:bookmarkStart w:id="0" w:name="_GoBack"/>
      <w:bookmarkEnd w:id="0"/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0.1768 га, кадастровий номер: 6823984000:03:018:0350,  для ведення особистого селянського господарства яка розташована Хмельницька область, </w:t>
      </w:r>
      <w:proofErr w:type="spellStart"/>
      <w:r w:rsidRPr="001F78AF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(Шепетівський) район, </w:t>
      </w:r>
      <w:proofErr w:type="spellStart"/>
      <w:r w:rsidRPr="001F78AF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Крупець .   </w:t>
      </w:r>
    </w:p>
    <w:p w:rsidR="003C7252" w:rsidRPr="001F78AF" w:rsidRDefault="003C7252" w:rsidP="003C7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Мельнику </w:t>
      </w:r>
      <w:proofErr w:type="spellStart"/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В.С,</w:t>
      </w:r>
      <w:r w:rsidRPr="001F78AF">
        <w:rPr>
          <w:rFonts w:ascii="Times New Roman" w:eastAsia="Calibri" w:hAnsi="Times New Roman" w:cs="Times New Roman"/>
          <w:sz w:val="24"/>
          <w:szCs w:val="24"/>
        </w:rPr>
        <w:t>якому</w:t>
      </w:r>
      <w:proofErr w:type="spellEnd"/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3C7252" w:rsidRPr="003C7252" w:rsidRDefault="003C7252" w:rsidP="003C72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</w:t>
      </w:r>
      <w:r>
        <w:rPr>
          <w:rFonts w:ascii="Times New Roman" w:eastAsia="Calibri" w:hAnsi="Times New Roman" w:cs="Times New Roman"/>
          <w:sz w:val="24"/>
          <w:szCs w:val="24"/>
        </w:rPr>
        <w:t>ща та благоустрою (Денисюк Т.В.</w:t>
      </w:r>
    </w:p>
    <w:p w:rsidR="003C7252" w:rsidRPr="001F78AF" w:rsidRDefault="003C7252" w:rsidP="003C725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84024" w:rsidRPr="003C7252" w:rsidRDefault="003C7252" w:rsidP="003C725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1F78AF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084024" w:rsidRPr="003C7252" w:rsidSect="003C7252">
      <w:pgSz w:w="12240" w:h="15840"/>
      <w:pgMar w:top="1440" w:right="1440" w:bottom="5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7252"/>
    <w:rsid w:val="00084024"/>
    <w:rsid w:val="003C7252"/>
    <w:rsid w:val="00AD6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25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725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6</TotalTime>
  <Pages>1</Pages>
  <Words>275</Words>
  <Characters>1572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2021-07-07T06:06:00Z</dcterms:created>
  <dcterms:modified xsi:type="dcterms:W3CDTF">2021-07-07T10:07:00Z</dcterms:modified>
</cp:coreProperties>
</file>