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01" w:rsidRPr="00C623C0" w:rsidRDefault="00A72201" w:rsidP="00A72201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A72201" w:rsidRPr="00C623C0" w:rsidRDefault="00A72201" w:rsidP="00A72201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A72201" w:rsidRPr="00C623C0" w:rsidRDefault="008D7B89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D7B89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4GSMUA&#10;AADdAAAADwAAAGRycy9kb3ducmV2LnhtbESPQWvCQBSE70L/w/IEb7oxYizRVYqiFDxV2+LxkX1N&#10;QrNvw+4a47/vCgWPw8x8w6w2vWlER87XlhVMJwkI4sLqmksFn+f9+BWED8gaG8uk4E4eNuuXwQpz&#10;bW/8Qd0plCJC2OeooAqhzaX0RUUG/cS2xNH7sc5giNKVUju8RbhpZJokmTRYc1yosKVtRcXv6WoU&#10;HLs0+74cduY8K9OFK2Zfu7RulBoN+7cliEB9eIb/2+9awWI+z+Dx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gZI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04MUA&#10;AADdAAAADwAAAGRycy9kb3ducmV2LnhtbESPQYvCMBSE78L+h/AWvIimFbRSjbIIC+qCsHXB66N5&#10;ttXmpTRR67/fCILHYWa+YRarztTiRq2rLCuIRxEI4tzqigsFf4fv4QyE88gaa8uk4EEOVsuP3gJT&#10;be/8S7fMFyJA2KWooPS+SaV0eUkG3cg2xME72dagD7ItpG7xHuCmluMomkqDFYeFEhtal5RfsqtR&#10;IA/Z1m+Tygzi3XHfxfa8/snPSvU/u685CE+df4df7Y1WkEwmCTzfh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vTg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K2sUA&#10;AADdAAAADwAAAGRycy9kb3ducmV2LnhtbERPz2vCMBS+D/Y/hDfwIjPdsE6rUTZBkR0G6nZ/Ns+2&#10;s3npkqjVv94chB0/vt+TWWtqcSLnK8sKXnoJCOLc6ooLBd/bxfMQhA/IGmvLpOBCHmbTx4cJZtqe&#10;eU2nTShEDGGfoYIyhCaT0uclGfQ92xBHbm+dwRChK6R2eI7hppavSTKQBiuODSU2NC8pP2yORsFi&#10;RYfRT/O37F9dWgx/d1+fH9uuUp2n9n0MIlAb/sV390oreEvTODe+i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VEra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mIbsYA&#10;AADdAAAADwAAAGRycy9kb3ducmV2LnhtbESPzWrDMBCE74W+g9hCb42cgJvUjWxCgkshp/zQXrfW&#10;xnZjrYyl2u7bR4FAjsPMfMMss9E0oqfO1ZYVTCcRCOLC6ppLBcdD/rIA4TyyxsYyKfgnB1n6+LDE&#10;RNuBd9TvfSkChF2CCirv20RKV1Rk0E1sSxy8k+0M+iC7UuoOhwA3jZxF0as0WHNYqLCldUXFef9n&#10;FETbuPk5ffG4+N58FOffIeehnir1/DSu3kF4Gv09fGt/agXzOH6D65vwBGR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mIbs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6MYcUA&#10;AADdAAAADwAAAGRycy9kb3ducmV2LnhtbERPy2oCMRTdC/2HcAtupGYqPqdGaQVFXBQc6/52cjsz&#10;dXIzTVId/fpmUXB5OO/5sjW1OJPzlWUFz/0EBHFudcWFgo/D+mkKwgdkjbVlUnAlD8vFQ2eOqbYX&#10;3tM5C4WIIexTVFCG0KRS+rwkg75vG+LIfVlnMEToCqkdXmK4qeUgScbSYMWxocSGViXlp+zXKFhv&#10;6TQ7Nj+b4c2Niun35/vu7dBTqvvYvr6ACNSGu/jfvdUKJqNx3B/fx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oxh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NO1cYA&#10;AADdAAAADwAAAGRycy9kb3ducmV2LnhtbESPQWvCQBSE74L/YXmF3uomBdMQXUOxWAo9VUWvz+wz&#10;icm+Ddltkv77bqHgcZiZb5h1PplWDNS72rKCeBGBIC6srrlUcDzsnlIQziNrbC2Tgh9ykG/mszVm&#10;2o78RcPelyJA2GWooPK+y6R0RUUG3cJ2xMG72t6gD7Ivpe5xDHDTyucoSqTBmsNChR1tKyqa/bdR&#10;EH0u28v1xFN6fnsvmtu447GOlXp8mF5XIDxN/h7+b39oBS/LJI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NO1c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RxKsYA&#10;AADdAAAADwAAAGRycy9kb3ducmV2LnhtbESPQWvCQBSE74L/YXmCN900Uqupq0i00GtteujtmX0m&#10;Idm3IbvG2F/fLRQ8DjPzDbPZDaYRPXWusqzgaR6BIM6trrhQkH2+zVYgnEfW2FgmBXdysNuORxtM&#10;tL3xB/UnX4gAYZeggtL7NpHS5SUZdHPbEgfvYjuDPsiukLrDW4CbRsZRtJQGKw4LJbaUlpTXp6tR&#10;8HWo68Wao8XPd5+uXHrOsvhyVGo6GfavIDwN/hH+b79rBS/Pyxj+3o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RxK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TTHMkA&#10;AADdAAAADwAAAGRycy9kb3ducmV2LnhtbESPT2vCQBTE7wW/w/IKvZS60aotqauIKFjQg3+o9vbI&#10;PpNg9m2aXWP003cLQo/DzPyGGY4bU4iaKpdbVtBpRyCIE6tzThXstvOXdxDOI2ssLJOCKzkYj1oP&#10;Q4y1vfCa6o1PRYCwi1FB5n0ZS+mSjAy6ti2Jg3e0lUEfZJVKXeElwE0hu1E0kAZzDgsZljTNKDlt&#10;zkZBj+rDZHn7Xn0dfmbeHp/3n66zV+rpsZl8gPDU+P/wvb3QCt76g1f4exOegBz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gTTHM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FMxcYA&#10;AADdAAAADwAAAGRycy9kb3ducmV2LnhtbESPQWvCQBSE70L/w/IK3nRTbdWmriKxQq/VePD2mn0m&#10;Idm3IbvG6K93C4Ueh5n5hlmue1OLjlpXWlbwMo5AEGdWl5wrSA+70QKE88gaa8uk4EYO1qunwRJj&#10;ba/8Td3e5yJA2MWooPC+iaV0WUEG3dg2xME729agD7LNpW7xGuCmlpMomkmDJYeFAhtKCsqq/cUo&#10;OG6ravrO0fR+6pKFS37SdHL+VGr43G8+QHjq/X/4r/2lFczfZq/w+yY8Ab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FMx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u88gA&#10;AADdAAAADwAAAGRycy9kb3ducmV2LnhtbESPQWvCQBSE7wX/w/IEL8VslGpL6ipSFCrooVaqvT2y&#10;zyQ0+zZmtzH667uC0OMwM98wk1lrStFQ7QrLCgZRDII4tbrgTMHuc9l/AeE8ssbSMim4kIPZtPMw&#10;wUTbM39Qs/WZCBB2CSrIva8SKV2ak0EX2Yo4eEdbG/RB1pnUNZ4D3JRyGMdjabDgsJBjRW85pT/b&#10;X6PgiZrDfH393nwdTgtvj4/7lRvslep12/krCE+t/w/f2+9awfNoPILbm/AE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oe7z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kPMsgA&#10;AADdAAAADwAAAGRycy9kb3ducmV2LnhtbESPQUvDQBSE74L/YXmCN7ux1rTEbotUbIWC0LTU6yP7&#10;zMZm36bZbZP6611B8DjMzDfMdN7bWpyp9ZVjBfeDBARx4XTFpYLd9vVuAsIHZI21Y1JwIQ/z2fXV&#10;FDPtOt7QOQ+liBD2GSowITSZlL4wZNEPXEMcvU/XWgxRtqXULXYRbms5TJJUWqw4LhhsaGGoOOQn&#10;q+Bj9PDuzCp3p+5l+X3YHMdf+8Vaqdub/vkJRKA+/If/2m9awfgxTeH3TXwCcv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uQ8y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JNMUA&#10;AADdAAAADwAAAGRycy9kb3ducmV2LnhtbESPQWvCQBSE70L/w/IK3nRTi0ZSV6lSRfRU294f2WcS&#10;mn0bs2tc/70rCB6HmfmGmS2CqUVHrassK3gbJiCIc6srLhT8/qwHUxDOI2usLZOCKzlYzF96M8y0&#10;vfA3dQdfiAhhl6GC0vsmk9LlJRl0Q9sQR+9oW4M+yraQusVLhJtajpJkIg1WHBdKbGhVUv5/OBsF&#10;77vxaaOXxVdXTzduvz2uQxX+lOq/hs8PEJ6Cf4Yf7a1WkI4nKdzfxCc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t4k0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6nGsIA&#10;AADdAAAADwAAAGRycy9kb3ducmV2LnhtbERPz2uDMBS+F/Y/hDforY0Oqq1rlLJREMYOa3fY8WHe&#10;jGhexGTW/vfLYbDjx/f7WC12EDNNvnOsIN0mIIgbpztuFXxez5s9CB+QNQ6OScGdPFTlw+qIhXY3&#10;/qD5EloRQ9gXqMCEMBZS+saQRb91I3Hkvt1kMUQ4tVJPeIvhdpBPSZJJix3HBoMjvRhq+suPVfB1&#10;eD+ki3lN3ub8VIeGEfs5U2r9uJyeQQRawr/4z11rBfkui3Pjm/g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qca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3IIMgA&#10;AADdAAAADwAAAGRycy9kb3ducmV2LnhtbESPT2vCQBTE7wW/w/IEb7ox0lijq4hg8dJD/dP2+Mg+&#10;k2j2bcxuNe2ndwtCj8PM/IaZLVpTiSs1rrSsYDiIQBBnVpecK9jv1v0XEM4ja6wsk4IfcrCYd55m&#10;mGp743e6bn0uAoRdigoK7+tUSpcVZNANbE0cvKNtDPogm1zqBm8BbioZR1EiDZYcFgqsaVVQdt5+&#10;GwWfw7ffST1qD/GXv2xO8eslW38kSvW67XIKwlPr/8OP9kYrGD8nE/h7E56An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ncgg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qhFcAA&#10;AADdAAAADwAAAGRycy9kb3ducmV2LnhtbERP3WrCMBS+F3yHcITdaTqZdnRGKcrA4ZV1D3Boztq6&#10;5iQk0XZvv1wIXn58/5vdaHpxJx86ywpeFxkI4trqjhsF35fP+TuIEJE19pZJwR8F2G2nkw0W2g58&#10;pnsVG5FCOBSooI3RFVKGuiWDYWEdceJ+rDcYE/SN1B6HFG56ucyytTTYcWpo0dG+pfq3uhkF6F1+&#10;cJUczuvrCY/Xr5LebKnUy2wsP0BEGuNT/HAftYJ8laf9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qhFc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AViMgA&#10;AADdAAAADwAAAGRycy9kb3ducmV2LnhtbESPT2vCQBTE74V+h+UVeqsbW9qE6Cr2T0BqLrV68PbI&#10;PpNg9m3Irhr99K4geBxm5jfMeNqbRhyoc7VlBcNBBIK4sLrmUsHqP3tJQDiPrLGxTApO5GA6eXwY&#10;Y6rtkf/osPSlCBB2KSqovG9TKV1RkUE3sC1x8La2M+iD7EqpOzwGuGnkaxR9SIM1h4UKW/qqqNgt&#10;90ZBnuVtvuCfZPO9/3zbzM/rmH8zpZ6f+tkIhKfe38O39lwriN/jIVzfhCcgJ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EBWI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puvMcA&#10;AADdAAAADwAAAGRycy9kb3ducmV2LnhtbESPW2sCMRSE3wv9D+EU+lazCvWyNYoI0gpW8AL6eLo5&#10;7i5uTtYkruu/N4VCH4eZ+YYZT1tTiYacLy0r6HYSEMSZ1SXnCva7xdsQhA/IGivLpOBOHqaT56cx&#10;ptreeEPNNuQiQtinqKAIoU6l9FlBBn3H1sTRO1lnMETpcqkd3iLcVLKXJH1psOS4UGBN84Ky8/Zq&#10;FKwv/euqORw/f1y7qC/Vcv6tR6VSry/t7ANEoDb8h//aX1rB4H3Qg9838QnIy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Kbrz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lk8UA&#10;AADdAAAADwAAAGRycy9kb3ducmV2LnhtbESP0WrCQBRE34X+w3ILvummFU2JbkIpWIsIYuoHXLLX&#10;bGj2bsiuGvv13YLg4zAzZ5hVMdhWXKj3jWMFL9MEBHHldMO1guP3evIGwgdkja1jUnAjD0X+NFph&#10;pt2VD3QpQy0ihH2GCkwIXSalrwxZ9FPXEUfv5HqLIcq+lrrHa4TbVr4myUJabDguGOzow1D1U56t&#10;Ak7ker+rWi0/f4/pdmPK7fxcKjV+Ht6XIAIN4RG+t7+0gnSezuD/TX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KWT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Gn8cA&#10;AADdAAAADwAAAGRycy9kb3ducmV2LnhtbESPQWvCQBSE74X+h+UVeqsbW60a3YTWVrDejIJ4e2Sf&#10;SWj2bchuNfrru4LgcZiZb5hZ2plaHKl1lWUF/V4Egji3uuJCwXazeBmDcB5ZY22ZFJzJQZo8Psww&#10;1vbEazpmvhABwi5GBaX3TSyly0sy6Hq2IQ7ewbYGfZBtIXWLpwA3tXyNondpsOKwUGJD85Ly3+zP&#10;KMgO+73+5O/Bz3jo5qvV22WyW3wp9fzUfUxBeOr8PXxrL7WC0XA0gOub8AR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Ghp/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q2cYA&#10;AADdAAAADwAAAGRycy9kb3ducmV2LnhtbESPzW7CMBCE75V4B2uRuBWnRBQUMAihIHHoofw8wCpe&#10;4tB4HWInpG9fV6rU42hmvtGst4OtRU+trxwreJsmIIgLpysuFVwvh9clCB+QNdaOScE3edhuRi9r&#10;zLR78on6cyhFhLDPUIEJocmk9IUhi37qGuLo3VxrMUTZllK3+IxwW8tZkrxLixXHBYMN7Q0VX+fO&#10;Kphdd/f97TP9uD/ShHNrhrw7GaUm42G3AhFoCP/hv/ZRK1jMF3P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Kq2c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q3cgA&#10;AADdAAAADwAAAGRycy9kb3ducmV2LnhtbESPT2vCQBTE7wW/w/KE3upGqf9iVtFCoZdCtT3o7Zl9&#10;JsHs23R3G9N++q4geBxm5jdMtupMLVpyvrKsYDhIQBDnVldcKPj6fH2agfABWWNtmRT8kofVsveQ&#10;YarthbfU7kIhIoR9igrKEJpUSp+XZNAPbEMcvZN1BkOUrpDa4SXCTS1HSTKRBiuOCyU29FJSft79&#10;GAWb+Wzz/fHM73/b44EO++N5PHKJUo/9br0AEagL9/Ct/aYVTMfTCVzfxCcg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g2rdyAAAAN0AAAAPAAAAAAAAAAAAAAAAAJgCAABk&#10;cnMvZG93bnJldi54bWxQSwUGAAAAAAQABAD1AAAAjQ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1UxMYA&#10;AADdAAAADwAAAGRycy9kb3ducmV2LnhtbESPT2vCQBTE74LfYXmCF9FNpDUSXUVKC7UX8R94fGSf&#10;STD7NmS3MX57Vyj0OMzMb5jlujOVaKlxpWUF8SQCQZxZXXKu4HT8Gs9BOI+ssbJMCh7kYL3q95aY&#10;anvnPbUHn4sAYZeigsL7OpXSZQUZdBNbEwfvahuDPsgml7rBe4CbSk6jaCYNlhwWCqzpo6Dsdvg1&#10;Cn5k1o62bxTv8vZy+9zNz2a2j5UaDrrNAoSnzv+H/9rfWkHyniTwehOegF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1UxM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u538MA&#10;AADdAAAADwAAAGRycy9kb3ducmV2LnhtbERP22rCQBB9L/gPywh9qxuFeImuIqWFCoXi5QOG3TEJ&#10;ZmdDdjRpv777UOjj4dw3u8E36kFdrAMbmE4yUMQ2uJpLA5fz+8sSVBRkh01gMvBNEXbb0dMGCxd6&#10;PtLjJKVKIRwLNFCJtIXW0VbkMU5CS5y4a+g8SoJdqV2HfQr3jZ5l2Vx7rDk1VNjSa0X2drp7A7O7&#10;FetXh5/Pt4vkX+e2z/Ll3pjn8bBfgxIa5F/85/5wBhb5Is1Nb9IT0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u538MAAADd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j48cA&#10;AADdAAAADwAAAGRycy9kb3ducmV2LnhtbESPQUvDQBSE70L/w/IEb2ZjRasx21KKSoVoafTi7bH7&#10;mg3Nvg3ZbZv+e1cQPA4z8w1TLkbXiSMNofWs4CbLQRBrb1puFHx9vlw/gAgR2WDnmRScKcBiPrko&#10;sTD+xFs61rERCcKhQAU2xr6QMmhLDkPme+Lk7fzgMCY5NNIMeEpw18lpnt9Lhy2nBYs9rSzpfX1w&#10;CvTrbfX8Vn1bfZhu3pv2Y1O57U6pq8tx+QQi0hj/w3/ttVEwu5s9wu+b9ATk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p4+P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bsCcIA&#10;AADdAAAADwAAAGRycy9kb3ducmV2LnhtbERPTWvCQBC9F/oflhF6azYKakizEREK9VJQI3ocstMk&#10;mJ0N2W2S9te7B8Hj431nm8m0YqDeNZYVzKMYBHFpdcOVguL0+Z6AcB5ZY2uZFPyRg03++pJhqu3I&#10;BxqOvhIhhF2KCmrvu1RKV9Zk0EW2Iw7cj+0N+gD7SuoexxBuWrmI45U02HBoqLGjXU3l7fhrFHTm&#10;/1xc999DPL/gQo87Hm8rVuptNm0/QHia/FP8cH9pBetlEvaHN+EJ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uwJ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DnMUA&#10;AADdAAAADwAAAGRycy9kb3ducmV2LnhtbESPQYvCMBSE78L+h/AWvGnqoq5Wo4igeBK0C929PZq3&#10;bbF5KU3U6q83guBxmJlvmPmyNZW4UONKywoG/QgEcWZ1ybmCn2TTm4BwHlljZZkU3MjBcvHRmWOs&#10;7ZUPdDn6XAQIuxgVFN7XsZQuK8ig69uaOHj/tjHog2xyqRu8Brip5FcUjaXBksNCgTWtC8pOx7NR&#10;MPydrpKU/u6ndGtTuUv2dr85K9X9bFczEJ5a/w6/2jut4Hs0GcDzTX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oOc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ZPMcA&#10;AADdAAAADwAAAGRycy9kb3ducmV2LnhtbESPQWvCQBSE74X+h+UVeqsbU5qG6CqlpVApFLSC12f2&#10;mcRk38bdrcZ/7woFj8PMfMNM54PpxJGcbywrGI8SEMSl1Q1XCta/n085CB+QNXaWScGZPMxn93dT&#10;LLQ98ZKOq1CJCGFfoII6hL6Q0pc1GfQj2xNHb2edwRClq6R2eIpw08k0STJpsOG4UGNP7zWV7erP&#10;KDg8f7Q/brvZb78X+Tlry0MqF5lSjw/D2wREoCHcwv/tL63g9SVP4fomPg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HWTz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G5YsgA&#10;AADdAAAADwAAAGRycy9kb3ducmV2LnhtbESPT2sCMRTE7wW/Q3hCbzVbW3VdjVKFQi+F+uegt+fm&#10;dXdx87JNoq799I1Q8DjMzG+Y6bw1tTiT85VlBc+9BARxbnXFhYLt5v0pBeEDssbaMim4kof5rPMw&#10;xUzbC6/ovA6FiBD2GSooQ2gyKX1ekkHfsw1x9L6tMxiidIXUDi8RbmrZT5KhNFhxXCixoWVJ+XF9&#10;MgoW43Tx8/XKn7+rw572u8Nx0HeJUo/d9m0CIlAb7uH/9odWMBqkL3B7E5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Ibli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HJccA&#10;AADdAAAADwAAAGRycy9kb3ducmV2LnhtbESP0WoCMRRE3wX/IVyhL6JZxVbdGqWUFlq6sFT9gOvm&#10;dncxuVmSVNe/bwqFPg4zc4bZ7HprxIV8aB0rmE0zEMSV0y3XCo6H18kKRIjIGo1jUnCjALvtcLDB&#10;XLsrf9JlH2uRIBxyVNDE2OVShqohi2HqOuLkfTlvMSbpa6k9XhPcGjnPsgdpseW00GBHzw1V5/23&#10;VfAyP/nyhB+myg61Kd7LYrwuC6XuRv3TI4hIffwP/7XftILl/WoBv2/SE5D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3xyX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a1lMcA&#10;AADdAAAADwAAAGRycy9kb3ducmV2LnhtbESPT2sCMRTE70K/Q3hCbzVri/+2RrHCgiCotR48Pjev&#10;m6Wbl3UTdfvtG6HgcZiZ3zDTeWsrcaXGl44V9HsJCOLc6ZILBYev7GUMwgdkjZVjUvBLHuazp84U&#10;U+1u/EnXfShEhLBPUYEJoU6l9Lkhi77nauLofbvGYoiyKaRu8BbhtpKvSTKUFkuOCwZrWhrKf/YX&#10;q8BKPJ6KYZZvFm/r7XpSfuzOmVHqudsu3kEEasMj/N9eaQWjwXgA9zfxCc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GtZT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A72201" w:rsidRPr="00C623C0" w:rsidRDefault="00A72201" w:rsidP="00A72201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72201" w:rsidRPr="00C623C0" w:rsidRDefault="00A72201" w:rsidP="00A72201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72201" w:rsidRPr="00C623C0" w:rsidRDefault="00A72201" w:rsidP="00A72201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A72201" w:rsidRPr="00C623C0" w:rsidRDefault="00A72201" w:rsidP="00A72201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A72201" w:rsidRPr="00C623C0" w:rsidRDefault="00A72201" w:rsidP="00A72201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A72201" w:rsidRPr="00C623C0" w:rsidRDefault="00A72201" w:rsidP="00A72201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A72201" w:rsidRPr="00C623C0" w:rsidRDefault="00A72201" w:rsidP="00A72201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8D7B89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KPlMUA&#10;AADdAAAADwAAAGRycy9kb3ducmV2LnhtbESPQWvCQBSE74L/YXlCb7ppRCOpq4jSUvCktuLxkX1N&#10;QrNvw+42pv/eFQSPw8x8wyzXvWlER87XlhW8ThIQxIXVNZcKvk7v4wUIH5A1NpZJwT95WK+GgyXm&#10;2l75QN0xlCJC2OeooAqhzaX0RUUG/cS2xNH7sc5giNKVUju8RrhpZJokc2mw5rhQYUvbiorf459R&#10;sO/S+fnysTOnaZlmrph+79K6Uepl1G/eQATqwzP8aH9qBdlskcH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Ao+U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M1cIA&#10;AADdAAAADwAAAGRycy9kb3ducmV2LnhtbERPy4rCMBTdC/5DuMJsRNMKo1IbRQRBRxCmDri9NNc+&#10;bG5KE7Xz92YxMMvDeaeb3jTiSZ2rLCuIpxEI4tzqigsFP5f9ZAnCeWSNjWVS8EsONuvhIMVE2xd/&#10;0zPzhQgh7BJUUHrfJlK6vCSDbmpb4sDdbGfQB9gVUnf4CuGmkbMomkuDFYeGElvalZTfs4dRIC/Z&#10;0R8XlRnHX9dzH9t6d8prpT5G/XYFwlPv/8V/7oNWsPhchrnhTXgCcv0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UzVwgAAAN0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jDBsgA&#10;AADdAAAADwAAAGRycy9kb3ducmV2LnhtbESPT2sCMRTE74LfIbxCL0WzllrX1ShWsEgPhfrn/ty8&#10;7q5uXrZJqls/fVMoeBxm5jfMdN6aWpzJ+cqygkE/AUGcW11xoWC3XfVSED4ga6wtk4If8jCfdTtT&#10;zLS98AedN6EQEcI+QwVlCE0mpc9LMuj7tiGO3qd1BkOUrpDa4SXCTS0fk+RZGqw4LpTY0LKk/LT5&#10;NgpWazqN983X69PVDYv0eHh/e9k+KHV/1y4mIAK14Rb+b6+1gtEwHcPfm/gE5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eMMG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qbacIA&#10;AADdAAAADwAAAGRycy9kb3ducmV2LnhtbERPy4rCMBTdD8w/hDvgbkwVfHVMy6Aogisf6PZOc207&#10;Njelibb+vVkILg/nPU87U4k7Na60rGDQj0AQZ1aXnCs4HlbfUxDOI2usLJOCBzlIk8+POcbatryj&#10;+97nIoSwi1FB4X0dS+myggy6vq2JA3exjUEfYJNL3WAbwk0lh1E0lgZLDg0F1rQoKLvub0ZBtB1V&#10;f5cTd9Pzcp1d/9sVt+VAqd5X9/sDwlPn3+KXe6MVTEazsD+8CU9AJ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ptpwgAAAN0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dZ3cgA&#10;AADdAAAADwAAAGRycy9kb3ducmV2LnhtbESPT2sCMRTE7wW/Q3iCl6JZpVbdGsUWLOKh4L/7c/O6&#10;u7p52Saprv30jVDocZiZ3zDTeWMqcSHnS8sK+r0EBHFmdcm5gv1u2R2D8AFZY2WZFNzIw3zWephi&#10;qu2VN3TZhlxECPsUFRQh1KmUPivIoO/Zmjh6n9YZDFG6XGqH1wg3lRwkybM0WHJcKLCmt4Ky8/bb&#10;KFiu6Dw51F/vTz9umI9Px4/16+5RqU67WbyACNSE//Bfe6UVjIaTPtzf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11nd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ghcUA&#10;AADdAAAADwAAAGRycy9kb3ducmV2LnhtbESPT4vCMBTE7wt+h/AEb2uq4FqrUWQXlwVP/kGvz+bZ&#10;VpuX0kTb/fZGEDwOM/MbZrZoTSnuVLvCsoJBPwJBnFpdcKZgv1t9xiCcR9ZYWiYF/+RgMe98zDDR&#10;tuEN3bc+EwHCLkEFufdVIqVLczLo+rYiDt7Z1gZ9kHUmdY1NgJtSDqPoSxosOCzkWNF3Tul1ezMK&#10;ovWoPJ0P3MbHn9/0emlW3BQDpXrddjkF4an17/Cr/acVjEeTITzfh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KCF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2klsYA&#10;AADdAAAADwAAAGRycy9kb3ducmV2LnhtbESPQWvCQBSE7wX/w/IEb3WjoVVTV5FowWs1PfT2mn0m&#10;Idm3IbvGtL/eLRQ8DjPzDbPeDqYRPXWusqxgNo1AEOdWV1woyM7vz0sQziNrbCyTgh9ysN2MntaY&#10;aHvjD+pPvhABwi5BBaX3bSKly0sy6Ka2JQ7exXYGfZBdIXWHtwA3jZxH0as0WHFYKLGltKS8Pl2N&#10;gs99XccrjuLfrz5duvQ7y+aXg1KT8bB7A+Fp8I/wf/uoFSxeVjH8vQlP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2kl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7T8kA&#10;AADdAAAADwAAAGRycy9kb3ducmV2LnhtbESPT2vCQBTE70K/w/IKvYhuLGprdBUpFSzoQS3+uT2y&#10;zyQ0+zbNrjHtp3cLQo/DzPyGmcwaU4iaKpdbVtDrRiCIE6tzThV87hadVxDOI2ssLJOCH3Iwmz60&#10;Jhhre+UN1VufigBhF6OCzPsyltIlGRl0XVsSB+9sK4M+yCqVusJrgJtCPkfRUBrMOSxkWNJbRsnX&#10;9mIU9Kk+zle/p/X++P3u7bl9+HC9g1JPj818DMJT4//D9/ZSK3gZjPrw9yY8ATm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Dg7T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iZecYA&#10;AADdAAAADwAAAGRycy9kb3ducmV2LnhtbESPQWvCQBSE74L/YXlCb7qpotXUVUqq0KuaHnp7zT6T&#10;kOzbkN3G6K/vCoLHYWa+Ydbb3tSio9aVlhW8TiIQxJnVJecK0tN+vAThPLLG2jIpuJKD7WY4WGOs&#10;7YUP1B19LgKEXYwKCu+bWEqXFWTQTWxDHLyzbQ36INtc6hYvAW5qOY2ihTRYclgosKGkoKw6/hkF&#10;359VNVtxNLv9dMnSJb9pOj3vlHoZ9R/vIDz1/hl+tL+0grf5ag73N+EJ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iZe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YAo8kA&#10;AADdAAAADwAAAGRycy9kb3ducmV2LnhtbESPT2vCQBTE70K/w/IKvYhuLGprdBUpFSroQS3+uT2y&#10;zyQ0+zbNbmPaT+8KQo/DzPyGmcwaU4iaKpdbVtDrRiCIE6tzThV87hadVxDOI2ssLJOCX3Iwmz60&#10;Jhhre+EN1VufigBhF6OCzPsyltIlGRl0XVsSB+9sK4M+yCqVusJLgJtCPkfRUBrMOSxkWNJbRsnX&#10;9sco6FN9nK/+Tuv98fvd23P7sHS9g1JPj818DMJT4//D9/aHVvAyGA3h9iY8ATm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6YAo8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DajsgA&#10;AADdAAAADwAAAGRycy9kb3ducmV2LnhtbESPQUvDQBSE70L/w/IK3uxGq8bGbkupWAuC0FTq9ZF9&#10;ZmOzb2N220R/vVsQehxm5htmOu9tLY7U+sqxgutRAoK4cLriUsH79vnqAYQPyBprx6TghzzMZ4OL&#10;KWbadbyhYx5KESHsM1RgQmgyKX1hyKIfuYY4ep+utRiibEupW+wi3NbyJknupcWK44LBhpaGin1+&#10;sAo+bsdvzrzk7tA9rX73m+/0a7d8Vepy2C8eQQTqwzn8315rBendJIXTm/gE5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INqO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1tYcIA&#10;AADdAAAADwAAAGRycy9kb3ducmV2LnhtbERPPW/CMBDdkfgP1iF1A6dUlBAwiFaAEEylsJ/iI4ka&#10;n9PYDebf1wMS49P7XqyCqUVHrassK3gdJSCIc6srLhScv7fDFITzyBpry6TgTg5Wy35vgZm2N/6i&#10;7uQLEUPYZaig9L7JpHR5SQbdyDbEkbva1qCPsC2kbvEWw00tx0nyLg1WHBtKbOizpPzn9GcUvB0m&#10;vzv9UWy6Ot254/66DVW4KPUyCOs5CE/BP8UP914rmE5m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/W1hwgAAAN0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dypsQA&#10;AADdAAAADwAAAGRycy9kb3ducmV2LnhtbESPT4vCMBTE74LfITzBm6YK/mnXKOKyIMgerB72+Gie&#10;TbF5KU2s3W+/ERY8DjPzG2az620tOmp95VjBbJqAIC6crrhUcL18TdYgfEDWWDsmBb/kYbcdDjaY&#10;affkM3V5KEWEsM9QgQmhyaT0hSGLfuoa4ujdXGsxRNmWUrf4jHBby3mSLKXFiuOCwYYOhop7/rAK&#10;ftLvdNabz+TUrfbHUDDivVsqNR71+w8QgfrwDv+3j1rBapGm8HoTn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3cqb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lYcQA&#10;AADdAAAADwAAAGRycy9kb3ducmV2LnhtbERPu27CMBTdkfgH6yKxFYcgpTRgEEICsTCUR9vxKr4k&#10;gfg6xAZCv74eKjEenfd03ppK3KlxpWUFw0EEgjizuuRcwWG/ehuDcB5ZY2WZFDzJwXzW7Uwx1fbB&#10;n3Tf+VyEEHYpKii8r1MpXVaQQTewNXHgTrYx6ANscqkbfIRwU8k4ihJpsOTQUGBNy4Kyy+5mFHwP&#10;t78f9ag9xj/+ujnH62u2+kqU6vfaxQSEp9a/xP/ujVbwnkRhf3gTn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d5WH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UWj8MA&#10;AADdAAAADwAAAGRycy9kb3ducmV2LnhtbESPwWrDMBBE74X+g9hCbo3sEJziRjEmIZDSU9x+wGJt&#10;bafWSkhK7Px9VSj0OMzMG2ZbzWYUN/JhsKwgX2YgiFurB+4UfH4cn19AhIiscbRMCu4UoNo9Pmyx&#10;1HbiM92a2IkE4VCigj5GV0oZ2p4MhqV1xMn7st5gTNJ3UnucEtyMcpVlhTQ4cFro0dG+p/a7uRoF&#10;6N3m4Bo5nYvLO54ubzWtba3U4mmuX0FEmuN/+K990go2RZbD75v0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UWj8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GZ/scA&#10;AADdAAAADwAAAGRycy9kb3ducmV2LnhtbESPzWvCQBTE7wX/h+UJvdVNLahEV6kfAWlz8evg7ZF9&#10;JsHs25BdNfrXdwuCx2FmfsNMZq2pxJUaV1pW8NmLQBBnVpecK9jvko8RCOeRNVaWScGdHMymnbcJ&#10;xtreeEPXrc9FgLCLUUHhfR1L6bKCDLqerYmDd7KNQR9kk0vd4C3ATSX7UTSQBksOCwXWtCgoO28v&#10;RkGapHX6y6vRcXmZfx3Xj8OQfxKl3rvt9xiEp9a/ws/2WisYDqI+/L8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hmf7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ZJscA&#10;AADdAAAADwAAAGRycy9kb3ducmV2LnhtbESPQWvCQBSE74X+h+UVvOmmClFTVymCqFALVaE9vmZf&#10;k9Ds27i7xvTfu4LQ4zAz3zCzRWdq0ZLzlWUFz4MEBHFudcWFguNh1Z+A8AFZY22ZFPyRh8X88WGG&#10;mbYX/qB2HwoRIewzVFCG0GRS+rwkg35gG+Lo/VhnMETpCqkdXiLc1HKYJKk0WHFcKLGhZUn57/5s&#10;FLyf0vNb+/m1/nbdqjnV2+VOTyulek/d6wuIQF34D9/bG61gnCYjuL2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l2Sb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4v5sUA&#10;AADdAAAADwAAAGRycy9kb3ducmV2LnhtbESP3WoCMRSE7wu+QzhC7zSx1B9Wo4hgLSKUrj7AYXPc&#10;LG5Olk3UtU9vCoVeDjPzDbNYda4WN2pD5VnDaKhAEBfeVFxqOB23gxmIEJEN1p5Jw4MCrJa9lwVm&#10;xt/5m255LEWCcMhQg42xyaQMhSWHYegb4uSdfeswJtmW0rR4T3BXyzelJtJhxWnBYkMbS8UlvzoN&#10;rOT261DURn78nKb7nc3342uu9Wu/W89BROrif/iv/Wk0TCfqHX7fp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i/m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kxBccA&#10;AADdAAAADwAAAGRycy9kb3ducmV2LnhtbESPT2vCQBTE74LfYXmCN91U67/UVdRWsN6Mgnh7ZJ9J&#10;MPs2ZLea9tN3C0KPw8z8hpkvG1OKO9WusKzgpR+BIE6tLjhTcDpue1MQziNrLC2Tgm9ysFy0W3OM&#10;tX3wge6Jz0SAsItRQe59FUvp0pwMur6tiIN3tbVBH2SdSV3jI8BNKQdRNJYGCw4LOVa0ySm9JV9G&#10;QXK9XPSaP14/pyO32e+HP7Pz9l2pbqdZvYHw1Pj/8LO90wom42gEf2/C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pMQX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mr8QA&#10;AADdAAAADwAAAGRycy9kb3ducmV2LnhtbESPzYoCMRCE7wu+Q2hhb2uyCqOMRhFR2IOH9ecBmkk7&#10;GXfSGSdRx7ffCILHoqq+omaLztXiRm2oPGv4HigQxIU3FZcajofN1wREiMgGa8+k4UEBFvPexwxz&#10;4++8o9s+liJBOOSowcbY5FKGwpLDMPANcfJOvnUYk2xLaVq8J7ir5VCpTDqsOC1YbGhlqfjbX52G&#10;4XF5Xp1+R9vzZaR47Wy3vu6s1p/9bjkFEamL7/Cr/WM0jDOVwfNNeg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TJq/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dR8cA&#10;AADdAAAADwAAAGRycy9kb3ducmV2LnhtbESPT2sCMRTE7wW/Q3hCbzWp+K9bo1Sh0Iugtod6e25e&#10;dxc3L9sk1dVPbwShx2FmfsNM562txZF8qBxreO4pEMS5MxUXGr4+358mIEJENlg7Jg1nCjCfdR6m&#10;mBl34g0dt7EQCcIhQw1ljE0mZchLshh6riFO3o/zFmOSvpDG4ynBbS37So2kxYrTQokNLUvKD9s/&#10;q2HxMln8rge8umz2O9p97w/DvldaP3bbt1cQkdr4H763P4yG8UiN4fY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s3Uf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St8QA&#10;AADdAAAADwAAAGRycy9kb3ducmV2LnhtbERPTWvCQBC9F/wPywheSt1ESgypa5BSwfYiRgs9Dtkx&#10;CWZnQ3ZN4r/vHgo9Pt73Jp9MKwbqXWNZQbyMQBCXVjdcKbic9y8pCOeRNbaWScGDHOTb2dMGM21H&#10;PtFQ+EqEEHYZKqi97zIpXVmTQbe0HXHgrrY36APsK6l7HEO4aeUqihJpsOHQUGNH7zWVt+JuFHzJ&#10;cnj+fKX4WA0/t49j+m2SU6zUYj7t3kB4mvy/+M990ArWSRTmhjfhCc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x0rfEAAAA3Q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QORcUA&#10;AADdAAAADwAAAGRycy9kb3ducmV2LnhtbESPUWsCMRCE3wv+h7AF32pSQatXo4i00EKhVP0BS7Le&#10;HV42x2X1zv76plDo4zAz3zCrzRAadaUu1ZEtPE4MKGIXfc2lhePh9WEBKgmyxyYyWbhRgs16dLfC&#10;wseev+i6l1JlCKcCLVQibaF1chUFTJPYEmfvFLuAkmVXat9hn+Gh0VNj5jpgzXmhwpZ2Fbnz/hIs&#10;TC9OXFi+f3+8HGX2eWh7M1tsrR3fD9tnUEKD/If/2m/ewtPcLOH3TX4C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A5F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OosMA&#10;AADdAAAADwAAAGRycy9kb3ducmV2LnhtbERPy2oCMRTdF/yHcAvuakYLVkajFNGiMFV8bLq7JNfJ&#10;0MnNMIk6/n2zKLg8nPds0bla3KgNlWcFw0EGglh7U3Gp4Hxav01AhIhssPZMCh4UYDHvvcwwN/7O&#10;B7odYylSCIccFdgYm1zKoC05DAPfECfu4luHMcG2lKbFewp3tRxl2Vg6rDg1WGxoaUn/Hq9Ogf56&#10;L1bb4sfq62j/XVa7feEOF6X6r93nFESkLj7F/+6NUfAxHqb96U16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nOosMAAADdAAAADwAAAAAAAAAAAAAAAACYAgAAZHJzL2Rv&#10;d25yZXYueG1sUEsFBgAAAAAEAAQA9QAAAIg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W9acUA&#10;AADdAAAADwAAAGRycy9kb3ducmV2LnhtbESPQWuDQBSE74X8h+UFcmtWc7DFuoYQKDSXQI2lPT7c&#10;F5W4b8XdqMmv7xYCPQ4z8w2TbWfTiZEG11pWEK8jEMSV1S3XCsrT+/MrCOeRNXaWScGNHGzzxVOG&#10;qbYTf9JY+FoECLsUFTTe96mUrmrIoFvbnjh4ZzsY9EEOtdQDTgFuOrmJokQabDksNNjTvqHqUlyN&#10;gt7cv8qfw3GM4m/c6GnP0yVhpVbLefcGwtPs/8OP9odW8JLEMfy9C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b1p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/pEMYA&#10;AADdAAAADwAAAGRycy9kb3ducmV2LnhtbESPQWvCQBSE7wX/w/IKvdWNUlJNXUWEFE8BjRB7e2Rf&#10;k2D2bchuNO2v7woFj8PMfMOsNqNpxZV611hWMJtGIIhLqxuuFJzy9HUBwnlkja1lUvBDDjbrydMK&#10;E21vfKDr0VciQNglqKD2vkukdGVNBt3UdsTB+7a9QR9kX0nd4y3ATSvnURRLgw2HhRo72tVUXo6D&#10;UfB2Xm7zgr5+L8WnLeQ+z2yWDkq9PI/bDxCeRv8I/7f3WsF7PJvD/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/pEM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QIXMYA&#10;AADdAAAADwAAAGRycy9kb3ducmV2LnhtbESP3WrCQBSE7wu+w3IE7+pGhSipq4iloBQK/kBvj9nT&#10;JE32bNzdanz7riB4OczMN8x82ZlGXMj5yrKC0TABQZxbXXGh4Hj4eJ2B8AFZY2OZFNzIw3LRe5lj&#10;pu2Vd3TZh0JECPsMFZQhtJmUPi/JoB/aljh6P9YZDFG6QmqH1wg3jRwnSSoNVhwXSmxpXVJe7/+M&#10;gvPkvf5yp+/f0+d2dkvr/DyW21SpQb9bvYEI1IVn+NHeaAXTdDSB+5v4BOT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QIXM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V7cgA&#10;AADdAAAADwAAAGRycy9kb3ducmV2LnhtbESPzWsCMRTE74L/Q3iCN80q1o/VKFUo9FKoHwe9PTfP&#10;3cXNyzZJddu/vhEKHoeZ+Q2zWDWmEjdyvrSsYNBPQBBnVpecKzjs33pTED4ga6wsk4If8rBatlsL&#10;TLW985Zuu5CLCGGfooIihDqV0mcFGfR9WxNH72KdwRCly6V2eI9wU8lhkoylwZLjQoE1bQrKrrtv&#10;o2A9m66/Pkf88bs9n+h0PF9fhi5RqttpXucgAjXhGf5vv2sFk/FgBI8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59XtyAAAAN0AAAAPAAAAAAAAAAAAAAAAAJgCAABk&#10;cnMvZG93bnJldi54bWxQSwUGAAAAAAQABAD1AAAAjQ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WRcYA&#10;AADdAAAADwAAAGRycy9kb3ducmV2LnhtbESP0WoCMRRE3wv+Q7iCL6VmFart1igiFipdWKr9gOvm&#10;dndpcrMkqa5/b4SCj8PMnGEWq94acSIfWscKJuMMBHHldMu1gu/D+9MLiBCRNRrHpOBCAVbLwcMC&#10;c+3O/EWnfaxFgnDIUUETY5dLGaqGLIax64iT9+O8xZikr6X2eE5wa+Q0y2bSYstpocGONg1Vv/s/&#10;q2A7PfryiJ+myg61KXZl8fhaFkqNhv36DUSkPt7D/+0PrWA+mzz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SWR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vfGMYA&#10;AADdAAAADwAAAGRycy9kb3ducmV2LnhtbESPT2vCQBTE7wW/w/IEb7pRIdXUVVQIFITWfwePr9nX&#10;bGj2bcxuNf323YLQ4zAzv2EWq87W4katrxwrGI8SEMSF0xWXCs6nfDgD4QOyxtoxKfghD6tl72mB&#10;mXZ3PtDtGEoRIewzVGBCaDIpfWHIoh+5hjh6n661GKJsS6lbvEe4reUkSVJpseK4YLChraHi6/ht&#10;FViJl48yzYu39XT3vptXm/01N0oN+t36BUSgLvyHH+1XreA5Hafw9yY+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vfGM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A72201" w:rsidRPr="00C623C0" w:rsidRDefault="00A72201" w:rsidP="00A72201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A72201" w:rsidRPr="00C623C0" w:rsidRDefault="00A72201" w:rsidP="00A72201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A72201" w:rsidRPr="00C623C0" w:rsidRDefault="00A72201" w:rsidP="00A72201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A72201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A72201" w:rsidRPr="006A0E0F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Коломійчуку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С.П.</w:t>
      </w: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Коломійчука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С.П.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6A3598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Коломійчуку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Сергію Петровичу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D423E3" w:rsidRPr="00D423E3">
        <w:rPr>
          <w:rFonts w:ascii="Times New Roman" w:hAnsi="Times New Roman" w:cs="Times New Roman"/>
          <w:lang w:val="ru-RU"/>
        </w:rPr>
        <w:t>____________________________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0,0100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селі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Коломійчуку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С.П.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A72201" w:rsidRPr="00062C82" w:rsidRDefault="00A72201" w:rsidP="00A72201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2201" w:rsidRPr="00062C82" w:rsidRDefault="00A72201" w:rsidP="00A72201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72201" w:rsidRPr="00C623C0" w:rsidRDefault="00A72201" w:rsidP="00A72201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EE0B74" w:rsidRDefault="00EE0B74"/>
    <w:sectPr w:rsidR="00EE0B74" w:rsidSect="00EE0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72201"/>
    <w:rsid w:val="00171A2E"/>
    <w:rsid w:val="00304C90"/>
    <w:rsid w:val="00505B6D"/>
    <w:rsid w:val="006D3977"/>
    <w:rsid w:val="007D6C18"/>
    <w:rsid w:val="008D7B89"/>
    <w:rsid w:val="00A72201"/>
    <w:rsid w:val="00D1641A"/>
    <w:rsid w:val="00D423E3"/>
    <w:rsid w:val="00EE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0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2020-02-13T11:49:00Z</dcterms:created>
  <dcterms:modified xsi:type="dcterms:W3CDTF">2020-02-13T12:53:00Z</dcterms:modified>
</cp:coreProperties>
</file>