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921" w:rsidRDefault="001A0921" w:rsidP="001A09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0921" w:rsidRDefault="001A0921" w:rsidP="001A0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0921" w:rsidRDefault="001A0921" w:rsidP="001A0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A0921" w:rsidRDefault="001A0921" w:rsidP="001A09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A0921" w:rsidRDefault="001A0921" w:rsidP="001A09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A0921" w:rsidRDefault="001A0921" w:rsidP="001A09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FC619D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97</w:t>
      </w:r>
    </w:p>
    <w:p w:rsidR="001A0921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внесення змін до рішення ХІІ  сесії сільської 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скликання №35 від 30.06.2021 року 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землеустрою  щодо  відведення земельної  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 зі зміною цільового призначення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Шмату Б.С.»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0921" w:rsidRPr="00EB4539" w:rsidRDefault="001A0921" w:rsidP="001A09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20, 186 Земельного кодексу України, Закону України «Про землеустрій»,   розглянувши   заяву   Шмата Б.С.  сільська рада </w:t>
      </w:r>
    </w:p>
    <w:p w:rsidR="001A0921" w:rsidRPr="00EB4539" w:rsidRDefault="001A0921" w:rsidP="001A09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зміни до рішення ХІІ  сесії сільської ради </w:t>
      </w:r>
      <w:r w:rsidRPr="00EB45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скликання №35 від 30.06.2021 року 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 щодо  відведення земельної  ділянки  зі зміною цільового призначення Шмату Б.С.» слова та цифри «кадастровий номер 6823986800:05:011:0212» замінити на слова та цифри «кадастровий номер 6823986800:05:011:0002».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2. Даний дозвіл дійсний на протязі року з дня прийняття даного рішення.</w:t>
      </w: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1A0921" w:rsidRPr="00EB4539" w:rsidRDefault="001A0921" w:rsidP="001A092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921" w:rsidRPr="00EB4539" w:rsidRDefault="001A0921" w:rsidP="001A09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0921" w:rsidRPr="00EB4539" w:rsidRDefault="001A0921" w:rsidP="001A092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1A0921" w:rsidRPr="00EB4539" w:rsidRDefault="001A0921" w:rsidP="001A0921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DF6108" w:rsidRPr="001A0921" w:rsidRDefault="001A0921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DF6108" w:rsidRPr="001A09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921"/>
    <w:rsid w:val="001A0921"/>
    <w:rsid w:val="00DF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09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09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092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9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A09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A092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A092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1358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2021-07-26T12:56:00Z</dcterms:created>
  <dcterms:modified xsi:type="dcterms:W3CDTF">2021-07-26T12:56:00Z</dcterms:modified>
</cp:coreProperties>
</file>