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7F6" w:rsidRDefault="005A1340" w:rsidP="00FB1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B17F6" w:rsidRDefault="00FB17F6" w:rsidP="00FB17F6"/>
    <w:p w:rsidR="00FB17F6" w:rsidRDefault="00FB17F6" w:rsidP="00FB17F6"/>
    <w:p w:rsidR="00FB17F6" w:rsidRDefault="00FB17F6" w:rsidP="00FB1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B17F6" w:rsidRDefault="00FB17F6" w:rsidP="00FB1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B17F6" w:rsidRDefault="00FB17F6" w:rsidP="00FB1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B17F6" w:rsidRDefault="00FB17F6" w:rsidP="00FB1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B17F6" w:rsidRDefault="00FB17F6" w:rsidP="00FB1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17F6" w:rsidRDefault="00FB17F6" w:rsidP="00FB17F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B17F6" w:rsidRDefault="00FB17F6" w:rsidP="00FB17F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17F6" w:rsidRDefault="00FB17F6" w:rsidP="00FB17F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B17F6" w:rsidRPr="00991413" w:rsidRDefault="00FB17F6" w:rsidP="00FB17F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67</w:t>
      </w: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Качаровському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Р.І.</w:t>
      </w: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Качаровського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Р.І.,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Качаровському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Руслану Івановичу, який зареєстрований за адресою: </w:t>
      </w:r>
      <w:r w:rsidR="005A1340" w:rsidRPr="005A134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2,0000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радиза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межами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Качаровському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Р.І.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FB17F6" w:rsidRPr="004A7F1D" w:rsidRDefault="00FB17F6" w:rsidP="00FB17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17F6" w:rsidRPr="004A7F1D" w:rsidRDefault="00FB17F6" w:rsidP="00FB17F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B17F6" w:rsidRPr="004A7F1D" w:rsidRDefault="00FB17F6" w:rsidP="00FB17F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BE3DF2" w:rsidRPr="00FB17F6" w:rsidRDefault="00BE3DF2">
      <w:pPr>
        <w:rPr>
          <w:lang w:val="en-US"/>
        </w:rPr>
      </w:pPr>
    </w:p>
    <w:sectPr w:rsidR="00BE3DF2" w:rsidRPr="00FB17F6" w:rsidSect="00BE3D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B17F6"/>
    <w:rsid w:val="00171A2E"/>
    <w:rsid w:val="00304C90"/>
    <w:rsid w:val="00505B6D"/>
    <w:rsid w:val="005A1340"/>
    <w:rsid w:val="006D3977"/>
    <w:rsid w:val="007D6C18"/>
    <w:rsid w:val="00BE3DF2"/>
    <w:rsid w:val="00D1641A"/>
    <w:rsid w:val="00FB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7F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11</TotalTime>
  <Pages>1</Pages>
  <Words>240</Words>
  <Characters>1374</Characters>
  <Application>Microsoft Office Word</Application>
  <DocSecurity>0</DocSecurity>
  <Lines>11</Lines>
  <Paragraphs>3</Paragraphs>
  <ScaleCrop>false</ScaleCrop>
  <Company>Microsoft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2020-03-16T13:13:00Z</dcterms:created>
  <dcterms:modified xsi:type="dcterms:W3CDTF">2020-03-17T06:50:00Z</dcterms:modified>
</cp:coreProperties>
</file>