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53C" w:rsidRDefault="0084653C" w:rsidP="008465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4653C" w:rsidRDefault="0084653C" w:rsidP="0084653C"/>
    <w:p w:rsidR="0084653C" w:rsidRDefault="0084653C" w:rsidP="0084653C"/>
    <w:p w:rsidR="0084653C" w:rsidRDefault="0084653C" w:rsidP="008465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4653C" w:rsidRDefault="0084653C" w:rsidP="008465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4653C" w:rsidRDefault="0084653C" w:rsidP="008465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4653C" w:rsidRDefault="0084653C" w:rsidP="008465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4653C" w:rsidRDefault="0084653C" w:rsidP="008465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53C" w:rsidRDefault="0084653C" w:rsidP="008465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4653C" w:rsidRDefault="0084653C" w:rsidP="008465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53C" w:rsidRDefault="0084653C" w:rsidP="008465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4653C" w:rsidRPr="0063686B" w:rsidRDefault="0084653C" w:rsidP="0084653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№33</w:t>
      </w:r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84653C" w:rsidRPr="00814CCA" w:rsidRDefault="0084653C" w:rsidP="0084653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653C" w:rsidRPr="00814CCA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», статей 12, 118, 121</w:t>
      </w:r>
      <w:r>
        <w:rPr>
          <w:rFonts w:ascii="Times New Roman" w:hAnsi="Times New Roman" w:cs="Times New Roman"/>
          <w:sz w:val="24"/>
          <w:szCs w:val="24"/>
        </w:rPr>
        <w:t>,122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А.І.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84653C" w:rsidRPr="00814CCA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84653C" w:rsidRPr="00814CCA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Чинюку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Федоровичу,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32D6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32D65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Аліні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32D6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32D65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рівних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частках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кожному,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6823982100:01:007:0040),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Хотічинська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10.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84653C" w:rsidRPr="00814CCA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4653C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4653C" w:rsidRPr="0084653C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0EB1" w:rsidRPr="0084653C" w:rsidRDefault="0084653C" w:rsidP="0084653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10EB1" w:rsidRPr="0084653C" w:rsidSect="0084653C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3C"/>
    <w:rsid w:val="00171A2E"/>
    <w:rsid w:val="00304C90"/>
    <w:rsid w:val="00505B6D"/>
    <w:rsid w:val="006D3977"/>
    <w:rsid w:val="007D6C18"/>
    <w:rsid w:val="0084653C"/>
    <w:rsid w:val="00A32D65"/>
    <w:rsid w:val="00D1641A"/>
    <w:rsid w:val="00E1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2020-05-27T16:27:00Z</dcterms:created>
  <dcterms:modified xsi:type="dcterms:W3CDTF">2020-05-27T17:27:00Z</dcterms:modified>
</cp:coreProperties>
</file>