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BBB" w:rsidRDefault="00F02BBB" w:rsidP="00F02BB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F02BBB" w:rsidRDefault="00F02BBB" w:rsidP="00F02BBB"/>
    <w:p w:rsidR="00F02BBB" w:rsidRDefault="00F02BBB" w:rsidP="00F02BBB"/>
    <w:p w:rsidR="00F02BBB" w:rsidRDefault="00F02BBB" w:rsidP="00F02BB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F02BBB" w:rsidRDefault="00F02BBB" w:rsidP="00F02BB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F02BBB" w:rsidRDefault="00F02BBB" w:rsidP="00F02BB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F02BBB" w:rsidRDefault="00F02BBB" w:rsidP="00F02BB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F02BBB" w:rsidRDefault="00F02BBB" w:rsidP="00F02BB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2BBB" w:rsidRDefault="00F02BBB" w:rsidP="00F02BB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F02BBB" w:rsidRDefault="00F02BBB" w:rsidP="00F02BB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02BBB" w:rsidRDefault="00F02BBB" w:rsidP="00F02BB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F02BBB" w:rsidRDefault="00F02BBB" w:rsidP="00F02BB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02BBB" w:rsidRPr="0083481C" w:rsidRDefault="00F02BBB" w:rsidP="00F02BBB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№120</w:t>
      </w:r>
    </w:p>
    <w:p w:rsidR="00F02BBB" w:rsidRPr="00EA36DA" w:rsidRDefault="00F02BBB" w:rsidP="00F02BBB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F02BBB" w:rsidRPr="00EA36DA" w:rsidRDefault="00F02BBB" w:rsidP="00F02BBB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A36DA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EA36DA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EA36D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EA36DA">
        <w:rPr>
          <w:rFonts w:ascii="Times New Roman" w:hAnsi="Times New Roman" w:cs="Times New Roman"/>
          <w:b/>
          <w:sz w:val="24"/>
          <w:szCs w:val="24"/>
        </w:rPr>
        <w:t>техн</w:t>
      </w:r>
      <w:proofErr w:type="gramEnd"/>
      <w:r w:rsidRPr="00EA36DA">
        <w:rPr>
          <w:rFonts w:ascii="Times New Roman" w:hAnsi="Times New Roman" w:cs="Times New Roman"/>
          <w:b/>
          <w:sz w:val="24"/>
          <w:szCs w:val="24"/>
        </w:rPr>
        <w:t>ічної</w:t>
      </w:r>
      <w:proofErr w:type="spellEnd"/>
      <w:r w:rsidRPr="00EA36D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F02BBB" w:rsidRPr="00EA36DA" w:rsidRDefault="00F02BBB" w:rsidP="00F02BBB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A36DA"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 w:rsidRPr="00EA36D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EA36D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EA36D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 w:rsidRPr="00EA36D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02BBB" w:rsidRPr="00EA36DA" w:rsidRDefault="00F02BBB" w:rsidP="00F02BBB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A36DA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Pr="00EA36DA"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 w:rsidRPr="00EA36DA">
        <w:rPr>
          <w:rFonts w:ascii="Times New Roman" w:hAnsi="Times New Roman" w:cs="Times New Roman"/>
          <w:b/>
          <w:sz w:val="24"/>
          <w:szCs w:val="24"/>
        </w:rPr>
        <w:t xml:space="preserve">)  меж </w:t>
      </w:r>
      <w:proofErr w:type="spellStart"/>
      <w:r w:rsidRPr="00EA36DA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EA36D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F02BBB" w:rsidRPr="00EA36DA" w:rsidRDefault="00F02BBB" w:rsidP="00F02BBB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A36DA"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spellStart"/>
      <w:r w:rsidRPr="00EA36DA"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 w:rsidRPr="00EA36DA"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proofErr w:type="gramStart"/>
      <w:r w:rsidRPr="00EA36DA">
        <w:rPr>
          <w:rFonts w:ascii="Times New Roman" w:hAnsi="Times New Roman" w:cs="Times New Roman"/>
          <w:b/>
          <w:sz w:val="24"/>
          <w:szCs w:val="24"/>
        </w:rPr>
        <w:t>м</w:t>
      </w:r>
      <w:proofErr w:type="gramEnd"/>
      <w:r w:rsidRPr="00EA36DA">
        <w:rPr>
          <w:rFonts w:ascii="Times New Roman" w:hAnsi="Times New Roman" w:cs="Times New Roman"/>
          <w:b/>
          <w:sz w:val="24"/>
          <w:szCs w:val="24"/>
        </w:rPr>
        <w:t>ісцевості</w:t>
      </w:r>
      <w:proofErr w:type="spellEnd"/>
      <w:r w:rsidRPr="00EA36DA">
        <w:rPr>
          <w:rFonts w:ascii="Times New Roman" w:hAnsi="Times New Roman" w:cs="Times New Roman"/>
          <w:b/>
          <w:sz w:val="24"/>
          <w:szCs w:val="24"/>
        </w:rPr>
        <w:t xml:space="preserve">)  </w:t>
      </w:r>
    </w:p>
    <w:p w:rsidR="00F02BBB" w:rsidRPr="00EA36DA" w:rsidRDefault="00F02BBB" w:rsidP="00F02BBB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A36DA">
        <w:rPr>
          <w:rFonts w:ascii="Times New Roman" w:hAnsi="Times New Roman" w:cs="Times New Roman"/>
          <w:b/>
          <w:sz w:val="24"/>
          <w:szCs w:val="24"/>
        </w:rPr>
        <w:t>Конончука</w:t>
      </w:r>
      <w:proofErr w:type="spellEnd"/>
      <w:proofErr w:type="gramStart"/>
      <w:r w:rsidRPr="00EA36DA">
        <w:rPr>
          <w:rFonts w:ascii="Times New Roman" w:hAnsi="Times New Roman" w:cs="Times New Roman"/>
          <w:b/>
          <w:sz w:val="24"/>
          <w:szCs w:val="24"/>
        </w:rPr>
        <w:t xml:space="preserve"> І.</w:t>
      </w:r>
      <w:proofErr w:type="gramEnd"/>
      <w:r w:rsidRPr="00EA36DA">
        <w:rPr>
          <w:rFonts w:ascii="Times New Roman" w:hAnsi="Times New Roman" w:cs="Times New Roman"/>
          <w:b/>
          <w:sz w:val="24"/>
          <w:szCs w:val="24"/>
        </w:rPr>
        <w:t>С.</w:t>
      </w:r>
    </w:p>
    <w:p w:rsidR="00F02BBB" w:rsidRPr="00EA36DA" w:rsidRDefault="00F02BBB" w:rsidP="00F02BBB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F02BBB" w:rsidRPr="00EA36DA" w:rsidRDefault="00F02BBB" w:rsidP="00F02BBB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36DA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до пункту 34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», статей 12, 118, 121 </w:t>
      </w:r>
      <w:proofErr w:type="gramStart"/>
      <w:r w:rsidRPr="00EA36DA">
        <w:rPr>
          <w:rFonts w:ascii="Times New Roman" w:hAnsi="Times New Roman" w:cs="Times New Roman"/>
          <w:sz w:val="24"/>
          <w:szCs w:val="24"/>
        </w:rPr>
        <w:t>Земельного</w:t>
      </w:r>
      <w:proofErr w:type="gramEnd"/>
      <w:r w:rsidRPr="00EA36DA">
        <w:rPr>
          <w:rFonts w:ascii="Times New Roman" w:hAnsi="Times New Roman" w:cs="Times New Roman"/>
          <w:sz w:val="24"/>
          <w:szCs w:val="24"/>
        </w:rPr>
        <w:t xml:space="preserve"> кодексу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», Закону 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 «Про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 прав  на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Конончука</w:t>
      </w:r>
      <w:proofErr w:type="spellEnd"/>
      <w:proofErr w:type="gramStart"/>
      <w:r w:rsidRPr="00EA36DA">
        <w:rPr>
          <w:rFonts w:ascii="Times New Roman" w:hAnsi="Times New Roman" w:cs="Times New Roman"/>
          <w:sz w:val="24"/>
          <w:szCs w:val="24"/>
        </w:rPr>
        <w:t xml:space="preserve"> І.</w:t>
      </w:r>
      <w:proofErr w:type="gramEnd"/>
      <w:r w:rsidRPr="00EA36DA"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 рада ВИРІШИЛА:</w:t>
      </w:r>
    </w:p>
    <w:p w:rsidR="00F02BBB" w:rsidRPr="00EA36DA" w:rsidRDefault="00F02BBB" w:rsidP="00F02BBB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A36DA">
        <w:rPr>
          <w:rFonts w:ascii="Times New Roman" w:hAnsi="Times New Roman" w:cs="Times New Roman"/>
          <w:sz w:val="24"/>
          <w:szCs w:val="24"/>
        </w:rPr>
        <w:t xml:space="preserve">      1.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eastAsia="Calibri" w:hAnsi="Times New Roman" w:cs="Times New Roman"/>
          <w:sz w:val="24"/>
          <w:szCs w:val="24"/>
          <w:lang w:eastAsia="en-US"/>
        </w:rPr>
        <w:t>Конончуку</w:t>
      </w:r>
      <w:proofErr w:type="spellEnd"/>
      <w:r w:rsidRPr="00EA36D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A36DA">
        <w:rPr>
          <w:rFonts w:ascii="Times New Roman" w:eastAsia="Calibri" w:hAnsi="Times New Roman" w:cs="Times New Roman"/>
          <w:sz w:val="24"/>
          <w:szCs w:val="24"/>
          <w:lang w:eastAsia="en-US"/>
        </w:rPr>
        <w:t>Івану</w:t>
      </w:r>
      <w:proofErr w:type="spellEnd"/>
      <w:r w:rsidRPr="00EA36D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Степановичу, </w:t>
      </w:r>
      <w:proofErr w:type="spellStart"/>
      <w:r w:rsidRPr="00EA36DA"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 w:rsidRPr="00EA36D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A36DA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EA36D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EA36DA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EA36D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103C42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103C42">
        <w:rPr>
          <w:rFonts w:ascii="Times New Roman" w:hAnsi="Times New Roman" w:cs="Times New Roman"/>
          <w:sz w:val="24"/>
          <w:szCs w:val="24"/>
          <w:lang w:val="en-US"/>
        </w:rPr>
        <w:t>___________</w:t>
      </w:r>
      <w:bookmarkStart w:id="0" w:name="_GoBack"/>
      <w:bookmarkEnd w:id="0"/>
      <w:r w:rsidRPr="00EA36D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технічну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), та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приватну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2,9952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36DA">
        <w:rPr>
          <w:rFonts w:ascii="Times New Roman" w:hAnsi="Times New Roman" w:cs="Times New Roman"/>
          <w:sz w:val="24"/>
          <w:szCs w:val="24"/>
        </w:rPr>
        <w:t>га, (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номер: 6823986800:05:008:0030), для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товарного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сільськогосподарського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виробництва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 район, за межами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EA36DA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EA36DA">
        <w:rPr>
          <w:rFonts w:ascii="Times New Roman" w:hAnsi="Times New Roman" w:cs="Times New Roman"/>
          <w:sz w:val="24"/>
          <w:szCs w:val="24"/>
        </w:rPr>
        <w:t>олянь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>.</w:t>
      </w:r>
    </w:p>
    <w:p w:rsidR="00F02BBB" w:rsidRPr="00EA36DA" w:rsidRDefault="00F02BBB" w:rsidP="00F02BBB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EA36DA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Конончуку</w:t>
      </w:r>
      <w:proofErr w:type="spellEnd"/>
      <w:proofErr w:type="gramStart"/>
      <w:r w:rsidRPr="00EA36DA">
        <w:rPr>
          <w:rFonts w:ascii="Times New Roman" w:hAnsi="Times New Roman" w:cs="Times New Roman"/>
          <w:sz w:val="24"/>
          <w:szCs w:val="24"/>
        </w:rPr>
        <w:t xml:space="preserve"> І.</w:t>
      </w:r>
      <w:proofErr w:type="gramEnd"/>
      <w:r w:rsidRPr="00EA36DA">
        <w:rPr>
          <w:rFonts w:ascii="Times New Roman" w:hAnsi="Times New Roman" w:cs="Times New Roman"/>
          <w:sz w:val="24"/>
          <w:szCs w:val="24"/>
        </w:rPr>
        <w:t xml:space="preserve">С.,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своє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право  в 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 законом  порядку.</w:t>
      </w:r>
    </w:p>
    <w:p w:rsidR="00F02BBB" w:rsidRPr="00EA36DA" w:rsidRDefault="00F02BBB" w:rsidP="00F02BBB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36DA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A36DA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A36DA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F02BBB" w:rsidRPr="00EA36DA" w:rsidRDefault="00F02BBB" w:rsidP="00F02BBB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F02BBB" w:rsidRPr="00F02BBB" w:rsidRDefault="00F02BBB" w:rsidP="00F02BBB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02BBB" w:rsidRPr="00EA36DA" w:rsidRDefault="00F02BBB" w:rsidP="00F02BBB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9297E" w:rsidRPr="00F02BBB" w:rsidRDefault="00F02BBB" w:rsidP="00F02BBB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 голова                                                                                            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sectPr w:rsidR="00B9297E" w:rsidRPr="00F02BBB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BBB"/>
    <w:rsid w:val="00103C42"/>
    <w:rsid w:val="00171A2E"/>
    <w:rsid w:val="00304C90"/>
    <w:rsid w:val="00505B6D"/>
    <w:rsid w:val="006D3977"/>
    <w:rsid w:val="007D6C18"/>
    <w:rsid w:val="00B9297E"/>
    <w:rsid w:val="00D1641A"/>
    <w:rsid w:val="00F02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256</Words>
  <Characters>1465</Characters>
  <Application>Microsoft Office Word</Application>
  <DocSecurity>0</DocSecurity>
  <Lines>12</Lines>
  <Paragraphs>3</Paragraphs>
  <ScaleCrop>false</ScaleCrop>
  <Company>Microsoft</Company>
  <LinksUpToDate>false</LinksUpToDate>
  <CharactersWithSpaces>1718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2020-07-02T12:17:00Z</dcterms:created>
  <dcterms:modified xsi:type="dcterms:W3CDTF">2020-07-02T13:31:00Z</dcterms:modified>
</cp:coreProperties>
</file>