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ACC" w:rsidRDefault="00337ACC" w:rsidP="00337AC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37ACC" w:rsidRDefault="00337ACC" w:rsidP="00337ACC"/>
    <w:p w:rsidR="00337ACC" w:rsidRDefault="00337ACC" w:rsidP="00337ACC"/>
    <w:p w:rsidR="00337ACC" w:rsidRDefault="00337ACC" w:rsidP="00337AC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37ACC" w:rsidRDefault="00337ACC" w:rsidP="00337AC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37ACC" w:rsidRDefault="00337ACC" w:rsidP="00337AC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37ACC" w:rsidRDefault="00337ACC" w:rsidP="00337AC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37ACC" w:rsidRDefault="00337ACC" w:rsidP="00337AC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37ACC" w:rsidRDefault="00337ACC" w:rsidP="00337AC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37ACC" w:rsidRDefault="00337ACC" w:rsidP="00337AC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37ACC" w:rsidRDefault="00337ACC" w:rsidP="00337AC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37ACC" w:rsidRDefault="00337ACC" w:rsidP="00337AC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37ACC" w:rsidRPr="006A5B10" w:rsidRDefault="00337ACC" w:rsidP="00337AC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№122</w:t>
      </w:r>
    </w:p>
    <w:p w:rsidR="00337ACC" w:rsidRPr="006A5B10" w:rsidRDefault="00337ACC" w:rsidP="00337ACC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37ACC" w:rsidRPr="006A5B10" w:rsidRDefault="00337ACC" w:rsidP="00337AC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5B1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 w:rsidRPr="006A5B1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A5B10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</w:p>
    <w:p w:rsidR="00337ACC" w:rsidRPr="006A5B10" w:rsidRDefault="00337ACC" w:rsidP="00337AC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5B10">
        <w:rPr>
          <w:rFonts w:ascii="Times New Roman" w:hAnsi="Times New Roman" w:cs="Times New Roman"/>
          <w:b/>
          <w:sz w:val="24"/>
          <w:szCs w:val="24"/>
        </w:rPr>
        <w:t>№28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24.04.2020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b/>
          <w:sz w:val="24"/>
          <w:szCs w:val="24"/>
        </w:rPr>
        <w:t xml:space="preserve">року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37ACC" w:rsidRPr="006A5B10" w:rsidRDefault="00337ACC" w:rsidP="00337AC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ради </w:t>
      </w:r>
      <w:r w:rsidRPr="006A5B1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6A5B10">
        <w:rPr>
          <w:rFonts w:ascii="Times New Roman" w:hAnsi="Times New Roman" w:cs="Times New Roman"/>
          <w:b/>
          <w:sz w:val="24"/>
          <w:szCs w:val="24"/>
        </w:rPr>
        <w:t xml:space="preserve">ІІ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337ACC" w:rsidRPr="006A5B10" w:rsidRDefault="00337ACC" w:rsidP="00337AC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37ACC" w:rsidRPr="006A5B10" w:rsidRDefault="00337ACC" w:rsidP="00337A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 1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26,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»,   Земельного кодексу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»,  ст.21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Х «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Перехідних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» Земельного кодексу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Мельничук С.О.,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рада</w:t>
      </w:r>
      <w:proofErr w:type="gramEnd"/>
    </w:p>
    <w:p w:rsidR="00337ACC" w:rsidRPr="006A5B10" w:rsidRDefault="00337ACC" w:rsidP="00337A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>ВИРІШИЛА:</w:t>
      </w:r>
    </w:p>
    <w:p w:rsidR="00337ACC" w:rsidRPr="006A5B10" w:rsidRDefault="00337ACC" w:rsidP="00337A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A5B10">
        <w:rPr>
          <w:rFonts w:ascii="Times New Roman" w:hAnsi="Times New Roman" w:cs="Times New Roman"/>
          <w:sz w:val="24"/>
          <w:szCs w:val="24"/>
        </w:rPr>
        <w:t xml:space="preserve">1.Внести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пункт 1. 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№28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24.04.2020 року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6A5B1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A5B10">
        <w:rPr>
          <w:rFonts w:ascii="Times New Roman" w:hAnsi="Times New Roman" w:cs="Times New Roman"/>
          <w:sz w:val="24"/>
          <w:szCs w:val="24"/>
        </w:rPr>
        <w:t xml:space="preserve">ІІ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)  меж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) Мельничук С.О.» та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доповнити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словами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виклавши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п.1, 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337ACC" w:rsidRPr="006A5B10" w:rsidRDefault="00337ACC" w:rsidP="00337ACC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A5B10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Мельничук </w:t>
      </w:r>
      <w:proofErr w:type="spellStart"/>
      <w:proofErr w:type="gramStart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>Св</w:t>
      </w:r>
      <w:proofErr w:type="gramEnd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>ітлані</w:t>
      </w:r>
      <w:proofErr w:type="spellEnd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Олександрівні</w:t>
      </w:r>
      <w:proofErr w:type="spellEnd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17071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170715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½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частки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4,3184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>,  (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номер: 6823984000:03:003:02107), для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рада»</w:t>
      </w:r>
    </w:p>
    <w:p w:rsidR="00337ACC" w:rsidRPr="006A5B10" w:rsidRDefault="00337ACC" w:rsidP="00337A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 xml:space="preserve">          2. Контроль за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337ACC" w:rsidRPr="00337ACC" w:rsidRDefault="00337ACC" w:rsidP="00337ACC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5228C" w:rsidRPr="00337ACC" w:rsidRDefault="00337ACC" w:rsidP="00337ACC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 голова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35228C" w:rsidRPr="00337AC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ACC"/>
    <w:rsid w:val="00170715"/>
    <w:rsid w:val="00171A2E"/>
    <w:rsid w:val="00304C90"/>
    <w:rsid w:val="00337ACC"/>
    <w:rsid w:val="0035228C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286</Words>
  <Characters>1635</Characters>
  <Application>Microsoft Office Word</Application>
  <DocSecurity>0</DocSecurity>
  <Lines>13</Lines>
  <Paragraphs>3</Paragraphs>
  <ScaleCrop>false</ScaleCrop>
  <Company>Microsoft</Company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2020-07-02T12:22:00Z</dcterms:created>
  <dcterms:modified xsi:type="dcterms:W3CDTF">2020-07-02T13:37:00Z</dcterms:modified>
</cp:coreProperties>
</file>