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03A" w:rsidRDefault="00FE603A" w:rsidP="00FE603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C9264E" wp14:editId="70CF6609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35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35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3A" w:rsidRDefault="00FE603A" w:rsidP="00FE60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Fl8UA&#10;AADdAAAADwAAAGRycy9kb3ducmV2LnhtbESPS4vCQBCE74L/YWhhb+tE464SHUVkVzwIi4/cm0zn&#10;gZmekJnV+O8dQfBYVNVX1GLVmVpcqXWVZQWjYQSCOLO64kLB+fT7OQPhPLLG2jIpuJOD1bLfW2Ci&#10;7Y0PdD36QgQIuwQVlN43iZQuK8mgG9qGOHi5bQ36INtC6hZvAW5qOY6ib2mw4rBQYkObkrLL8d8o&#10;sPF2t0+L8SH+4ann9d8sT7u9Uh+Dbj0H4anz7/CrvdMKJvHXCJ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GUWX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0f7skA&#10;AADdAAAADwAAAGRycy9kb3ducmV2LnhtbESPW2sCMRSE3wv9D+EUfBHNalu1W6OIsL09CF6gr4fN&#10;6WbbzcmSRN3665tCoY/DzHzDzJedbcSJfKgdKxgNMxDEpdM1VwoO+2IwAxEissbGMSn4pgDLxfXV&#10;HHPtzryl0y5WIkE45KjAxNjmUobSkMUwdC1x8j6ctxiT9JXUHs8Jbhs5zrKJtFhzWjDY0tpQ+bU7&#10;WgWfxca8r6eXJ99/2NKlX7w9N68TpXo33eoRRKQu/of/2i9awd3t/Rh+36QnIB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N0f7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nYCsUA&#10;AADdAAAADwAAAGRycy9kb3ducmV2LnhtbESP32rCMBTG7wd7h3AG3gxNZ6eMzigy7BjeiO0e4NAc&#10;m7LmpDSxrW9vBoNdfnx/fnyb3WRbMVDvG8cKXhYJCOLK6YZrBd9lPn8D4QOyxtYxKbiRh9328WGD&#10;mXYjn2koQi3iCPsMFZgQukxKXxmy6BeuI47exfUWQ5R9LXWPYxy3rVwmyVpabDgSDHb0Yaj6Ka42&#10;Qk4pno6Xscw/JxzxcDT8vD8rNXua9u8gAk3hP/zX/tIKXtNV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SdgK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uV3sYA&#10;AADdAAAADwAAAGRycy9kb3ducmV2LnhtbESPQUsDMRSE70L/Q3gFbzZr3VZZmxapCiL00FYQb4/N&#10;6+7i5iUkz+76740geBxm5htmtRldr84UU+fZwPWsAEVce9txY+Dt+Hx1ByoJssXeMxn4pgSb9eRi&#10;hZX1A+/pfJBGZQinCg20IqHSOtUtOUwzH4izd/LRoWQZG20jDhnuej0viqV22HFeaDHQtqX68/Dl&#10;DOyGp/B6u1ycwkcs5zo9WnnfijGX0/HhHpTQKP/hv/aLNVDeLE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uV3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zl5cUA&#10;AADdAAAADwAAAGRycy9kb3ducmV2LnhtbESP32rCMBTG74W9QziD3chMt+oY1SgyVhm9Keoe4NAc&#10;m2JzUpqs7d5+EQZefnx/fnyb3WRbMVDvG8cKXhYJCOLK6YZrBd/n/PkdhA/IGlvHpOCXPOy2D7MN&#10;ZtqNfKThFGoRR9hnqMCE0GVS+sqQRb9wHXH0Lq63GKLsa6l7HOO4beVrkrxJiw1HgsGOPgxV19OP&#10;jZAyxbK4jOf8MOGIn4Xh+f6o1NPjtF+DCDSFe/i//aUVLNPV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7OXl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WuMsYA&#10;AADdAAAADwAAAGRycy9kb3ducmV2LnhtbESPQUsDMRSE70L/Q3gFbzZrbVdZmxapCiL00FYQb4/N&#10;6+7i5iUkz+76740geBxm5htmtRldr84UU+fZwPWsAEVce9txY+Dt+Hx1ByoJssXeMxn4pgSb9eRi&#10;hZX1A+/pfJBGZQinCg20IqHSOtUtOUwzH4izd/LRoWQZG20jDhnuej0vilI77DgvtBho21L9efhy&#10;BnbDU3i9LZen8BEXc50erbxvxZjL6fhwD0polP/wX/vFGljcL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WuM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mr18cA&#10;AADdAAAADwAAAGRycy9kb3ducmV2LnhtbESP3WoCMRSE7wXfIRyhN1Kz9aeV1ShaCBYslNpCbw+b&#10;4+7SzcmSpO727U1B6OUwM98w621vG3EhH2rHCh4mGQjiwpmaSwWfH/p+CSJEZIONY1LwSwG2m+Fg&#10;jblxHb/T5RRLkSAcclRQxdjmUoaiIoth4lri5J2dtxiT9KU0HrsEt42cZtmjtFhzWqiwpeeKiu/T&#10;j1Wwf+vKmR8X+94dz4evhdZGv2ql7kb9bgUiUh//w7f2i1Ewny2e4O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Jq9f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5l4MAA&#10;AADdAAAADwAAAGRycy9kb3ducmV2LnhtbERPy4rCMBTdD/gP4QruxtQnUo0iSkGG2Yz6AZfm2lSb&#10;m5LEWv9+shiY5eG8N7veNqIjH2rHCibjDARx6XTNlYLrpfhcgQgRWWPjmBS8KcBuO/jYYK7di3+o&#10;O8dKpBAOOSowMba5lKE0ZDGMXUucuJvzFmOCvpLa4yuF20ZOs2wpLdacGgy2dDBUPs5Pq6D4mn53&#10;j6f2hdv3c0sLc18djVKjYb9fg4jUx3/xn/ukFcxnizQ3vUlPQG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5l4M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qaPscA&#10;AADdAAAADwAAAGRycy9kb3ducmV2LnhtbESP3WoCMRSE7wXfIRyhN1Kz9afU1ShaCBYslNpCbw+b&#10;4+7SzcmSpO727U1B6OUwM98w621vG3EhH2rHCh4mGQjiwpmaSwWfH/r+CUSIyAYbx6TglwJsN8PB&#10;GnPjOn6nyymWIkE45KigirHNpQxFRRbDxLXEyTs7bzEm6UtpPHYJbhs5zbJHabHmtFBhS88VFd+n&#10;H6tg/9aVMz8u9r07ng9fC62NftVK3Y363QpEpD7+h2/tF6NgPlss4e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yamj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SjW8AA&#10;AADdAAAADwAAAGRycy9kb3ducmV2LnhtbERPzYrCMBC+C75DGMHbmuq6ItUo4lJYZC+rPsDQjE21&#10;mZQk1vr2m4Pg8eP7X29724iOfKgdK5hOMhDEpdM1VwrOp+JjCSJEZI2NY1LwpADbzXCwxly7B/9R&#10;d4yVSCEcclRgYmxzKUNpyGKYuJY4cRfnLcYEfSW1x0cKt42cZdlCWqw5NRhsaW+ovB3vVkFxmP12&#10;t7v2hdv1c0tf5rr8NkqNR/1uBSJSH9/il/tHK5h/LtL+9CY9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SjW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0c5sEA&#10;AADdAAAADwAAAGRycy9kb3ducmV2LnhtbESP0YrCMBRE34X9h3AXfNO0qxapRpEFRR+tfsClubbF&#10;5qY20da/N4Lg4zBzZpjluje1eFDrKssK4nEEgji3uuJCwfm0Hc1BOI+ssbZMCp7kYL36GSwx1bbj&#10;Iz0yX4hQwi5FBaX3TSqly0sy6Ma2IQ7exbYGfZBtIXWLXSg3tfyLokQarDgslNjQf0n5NbsbBdNn&#10;t7tls2u01Ybiw6Q5sM9nSg1/+80ChKfef8Mfeq8DN0lieL8JT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9HOb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2bjcQA&#10;AADdAAAADwAAAGRycy9kb3ducmV2LnhtbESPT4vCMBTE78J+h/AWvGm63aVoNYqsKIsnrX/Oj+bZ&#10;lm1eShO1fnsjCB6HmfkNM513phZXal1lWcHXMAJBnFtdcaHgsF8NRiCcR9ZYWyYFd3Iwn330pphq&#10;e+MdXTNfiABhl6KC0vsmldLlJRl0Q9sQB+9sW4M+yLaQusVbgJtaxlGUSIMVh4USG/otKf/PLkbB&#10;JTnFBz5v9DZb3tfj5Wrh5LFQqv/ZLSYgPHX+HX61/7SCn+8khueb8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9m43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JBEcgA&#10;AADdAAAADwAAAGRycy9kb3ducmV2LnhtbESPT2vCQBTE74LfYXmCN7NpI0FTV2kLgu1BqX8O3l6z&#10;r0na7NuY3Wr89m6h4HGYmd8ws0VnanGm1lWWFTxEMQji3OqKCwX73XI0AeE8ssbaMim4koPFvN+b&#10;YabthT/ovPWFCBB2GSoovW8yKV1ekkEX2YY4eF+2NeiDbAupW7wEuKnlYxyn0mDFYaHEhl5Lyn+2&#10;v0bBYTNJp5uXt/H3+/oTE6NPR12lSg0H3fMTCE+dv4f/2yutYJykCfy9CU9Az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0kER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MblsUA&#10;AADdAAAADwAAAGRycy9kb3ducmV2LnhtbESPT4vCMBTE78J+h/AWvGm6WopUo7i7+AdPrit4fTTP&#10;tti8lCZq9dMbQfA4zMxvmMmsNZW4UONKywq++hEI4szqknMF+/9FbwTCeWSNlWVScCMHs+lHZ4Kp&#10;tlf+o8vO5yJA2KWooPC+TqV0WUEGXd/WxME72sagD7LJpW7wGuCmkoMoSqTBksNCgTX9FJSddmej&#10;4J4ccOtWg+/fofZ0i0dLu9kulep+tvMxCE+tf4df7bVWEA+TGJ5vwhO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QxuW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fttcUA&#10;AADdAAAADwAAAGRycy9kb3ducmV2LnhtbESP0WrCQBRE34X+w3ILfdNNNUqbuhERC75ZYz/gkr3d&#10;hGTvxuyqab/eFQo+DjNzhlmuBtuKC/W+dqzgdZKAIC6drtko+D5+jt9A+ICssXVMCn7Jwyp/Gi0x&#10;0+7KB7oUwYgIYZ+hgiqELpPSlxVZ9BPXEUfvx/UWQ5S9kbrHa4TbVk6TZCEt1hwXKuxoU1HZFGer&#10;4OSmcz0UW9w32/ev2pj09HdIlXp5HtYfIAIN4RH+b++0gnS2mMP9TX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1+21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T5qsYA&#10;AADdAAAADwAAAGRycy9kb3ducmV2LnhtbESPzW7CMBCE75X6DtZW4laclpJCihMBEhJXfg49LvaS&#10;pI3XaWwg5ekxUqUeRzPzjWZW9LYRZ+p87VjByzABQaydqblUsN+tnicgfEA22DgmBb/kocgfH2aY&#10;GXfhDZ23oRQRwj5DBVUIbSal1xVZ9EPXEkfv6DqLIcqulKbDS4TbRr4mSSot1hwXKmxpWZH+3p6s&#10;gnV9oHGqj1M7WejN5/UnjN6/jFKDp37+ASJQH/7Df+21UfA2SlO4v4lP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T5q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GvxcMA&#10;AADdAAAADwAAAGRycy9kb3ducmV2LnhtbERPXWvCMBR9F/Yfwh3sTdM5cbMzigoDRS3MyfZ6ae6a&#10;suamNFmt/94Igo/nmzOdd7YSLTW+dKzgeZCAIM6dLrlQcPz66L+B8AFZY+WYFJzJw3z20Jtiqt2J&#10;P6k9hELEEvYpKjAh1KmUPjdk0Q9cTRy1X9dYDBE2hdQNnmK5reQwScbSYslxwWBNK0P53+HfKmgx&#10;Oyc/ZrmfbMpdPsyW31sdefX02C3eQQTqwt18S6+1gtHL+BWub+ITk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Gvx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WF18IA&#10;AADdAAAADwAAAGRycy9kb3ducmV2LnhtbERPPU/DMBDdkfofrKvERp0GVKFQt6oqFTFC6MB4xNc4&#10;bXwX2aYJ/Ho8IDE+ve/1dvK9ulKInbCB5aIARdyI7bg1cHw/3D2CignZYi9MBr4pwnYzu1ljZWXk&#10;N7rWqVU5hGOFBlxKQ6V1bBx5jAsZiDN3kuAxZRhabQOOOdz3uiyKlfbYcW5wONDeUXOpv7yB8bn5&#10;PJenD+t+wiCH+lXOZS/G3M6n3ROoRFP6F/+5X6yBh/tV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xYXX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Jm68cA&#10;AADdAAAADwAAAGRycy9kb3ducmV2LnhtbESPQWsCMRSE7wX/Q3iCt5pVi9XVKFYrFGkRbb0/N8/d&#10;tcnLskl1/femUOhxmJlvmOm8sUZcqPalYwW9bgKCOHO65FzB1+f6cQTCB2SNxjEpuJGH+az1MMVU&#10;uyvv6LIPuYgQ9ikqKEKoUil9VpBF33UVcfROrrYYoqxzqWu8Rrg1sp8kQ2mx5LhQYEXLgrLv/Y9V&#10;sN6uzLn/sVscZFi+Ph/NaPOyeleq024WExCBmvAf/mu/aQVPg+EYft/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/iZu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aUEsMA&#10;AADdAAAADwAAAGRycy9kb3ducmV2LnhtbERPy4rCMBTdD/gP4QpuBk3V8UE1yjAgOqDgC9xem2tb&#10;bG5KE2v9e7MYmOXhvOfLxhSipsrllhX0exEI4sTqnFMF59OqOwXhPLLGwjIpeJGD5aL1McdY2ycf&#10;qD76VIQQdjEqyLwvYyldkpFB17MlceButjLoA6xSqSt8hnBTyEEUjaXBnENDhiX9ZJTcjw+joN5v&#10;r+mmduXvffrpRsPrer3TF6U67eZ7BsJT4//Ff+6NVvA1nIT94U14An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aUE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tNQMcA&#10;AADdAAAADwAAAGRycy9kb3ducmV2LnhtbESPT2sCMRTE74LfITyhN81qrdqtUapQ6KXgv0O9PTev&#10;u4ubl20SdeunbwTB4zAzv2Gm88ZU4kzOl5YV9HsJCOLM6pJzBbvtR3cCwgdkjZVlUvBHHuazdmuK&#10;qbYXXtN5E3IRIexTVFCEUKdS+qwgg75na+Lo/VhnMETpcqkdXiLcVHKQJCNpsOS4UGBNy4Ky4+Zk&#10;FCxeJ4vf1ZC/ruvDnvbfh+PLwCVKPXWa9zcQgZrwCN/bn1rB8Hnch9ub+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1LTUDHAAAA3QAAAA8AAAAAAAAAAAAAAAAAmAIAAGRy&#10;cy9kb3ducmV2LnhtbFBLBQYAAAAABAAEAPUAAACMAwAAAAA=&#10;" fillcolor="black" stroked="f"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AQOcgA&#10;AADdAAAADwAAAGRycy9kb3ducmV2LnhtbESPQWvCQBSE7wX/w/KE3urG1FqJrqK2QkE9aHvo8Zl9&#10;Jkuyb0N2q2l/fbdQ8DjMzDfMbNHZWlyo9caxguEgAUGcO224UPDxvnmYgPABWWPtmBR8k4fFvHc3&#10;w0y7Kx/ocgyFiBD2GSooQ2gyKX1ekkU/cA1x9M6utRiibAupW7xGuK1lmiRjadFwXCixoXVJeXX8&#10;sgo+t2MzORhKT7uf1avePVWr/Uul1H2/W05BBOrCLfzfftMKRo/PKfy9iU9Az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sBA5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mLF8YA&#10;AADdAAAADwAAAGRycy9kb3ducmV2LnhtbESPQWsCMRSE7wX/Q3hCbzWrllZWo4iltBcPtYrXx+Z1&#10;s93Ny5pEXf31piD0OMzMN8xs0dlGnMiHyrGC4SADQVw4XXGpYPv9/jQBESKyxsYxKbhQgMW89zDD&#10;XLszf9FpE0uRIBxyVGBibHMpQ2HIYhi4ljh5P85bjEn6UmqP5wS3jRxl2Yu0WHFaMNjSylBRb45W&#10;gV/u3+orH3d1dl1fwsdvd5igUeqx3y2nICJ18T98b39qBc/j1zH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mLF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S20cYA&#10;AADdAAAADwAAAGRycy9kb3ducmV2LnhtbESPUWsCMRCE3wv+h7BCX6TmqqLt1ShFKAgVQesP2F62&#10;d0eTzXFZ9fTXm4LQx2FmvmHmy847daI21oENPA8zUMRFsDWXBg5fH08voKIgW3SBycCFIiwXvYc5&#10;5jaceUenvZQqQTjmaKASaXKtY1GRxzgMDXHyfkLrUZJsS21bPCe4d3qUZVPtsea0UGFDq4qK3/3R&#10;G3Cjb/f6OYsbuRz0Jrt62Q221pjHfvf+Bkqok//wvb22Bibj2QT+3qQn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S20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QcDscA&#10;AADdAAAADwAAAGRycy9kb3ducmV2LnhtbESPQWsCMRSE74X+h/AKvdVsba2yGqWtCHvpwVXx+tw8&#10;N0uTl2WT6tZfbwpCj8PMfMPMFr2z4kRdaDwreB5kIIgrrxuuFWw3q6cJiBCRNVrPpOCXAizm93cz&#10;zLU/85pOZaxFgnDIUYGJsc2lDJUhh2HgW+LkHX3nMCbZ1VJ3eE5wZ+Uwy96kw4bTgsGWPg1V3+WP&#10;U7AsWzvcFuYj7Hdfh4MtLivaL5V6fOjfpyAi9fE/fGsXWsHry3gEf2/SE5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kHA7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NyMUA&#10;AADdAAAADwAAAGRycy9kb3ducmV2LnhtbESPT2sCMRTE7wW/Q3iCt5pYyyqrUaQoCD3VPwdvj+S5&#10;u7p5WTbR3X77plDocZiZ3zDLde9q8aQ2VJ41TMYKBLHxtuJCw+m4e52DCBHZYu2ZNHxTgPVq8LLE&#10;3PqOv+h5iIVIEA45aihjbHIpgynJYRj7hjh5V986jEm2hbQtdgnuavmmVCYdVpwWSmzooyRzPzyc&#10;httOfnqj0JxP525vZ5dtRrXSejTsNwsQkfr4H/5r762G9+ksg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Ic3I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TKfcUA&#10;AADdAAAADwAAAGRycy9kb3ducmV2LnhtbESPQWsCMRSE74L/ITyhN82qpcpqFBUKpeKhKuLxuXnu&#10;Lrt5WZKo239vhEKPw8x8w8yXranFnZwvLSsYDhIQxJnVJecKjofP/hSED8gaa8uk4Jc8LBfdzhxT&#10;bR/8Q/d9yEWEsE9RQRFCk0rps4IM+oFtiKN3tc5giNLlUjt8RLip5ShJPqTBkuNCgQ1tCsqq/c0o&#10;ON+2fN2Nv1duHU62PfhqdJlWSr312tUMRKA2/If/2l9awft4MoHXm/g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dMp9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Hk3cQA&#10;AADdAAAADwAAAGRycy9kb3ducmV2LnhtbERPu27CMBTdK/EP1kViKw6PUggYBEiVuiAB7VC2S3xJ&#10;IuLrYBtI+fp6qMR4dN6zRWMqcSPnS8sKet0EBHFmdcm5gu+vj9cxCB+QNVaWScEveVjMWy8zTLW9&#10;845u+5CLGMI+RQVFCHUqpc8KMui7tiaO3Mk6gyFCl0vt8B7DTSX7STKSBkuODQXWtC4oO++vRsFq&#10;Ml5dtkPePHbHAx1+jue3vkuU6rSb5RREoCY8xf/uT61gOHiPc+Ob+AT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x5N3EAAAA3QAAAA8AAAAAAAAAAAAAAAAAmAIAAGRycy9k&#10;b3ducmV2LnhtbFBLBQYAAAAABAAEAPUAAACJAwAAAAA=&#10;" fillcolor="black" stroked="f"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G7R8UA&#10;AADdAAAADwAAAGRycy9kb3ducmV2LnhtbESPQUsDMRSE70L/Q3iCN5u1Fatr07IURPG0bS29vm6e&#10;m8XNy5LEdP33RhB6HGbmG2a5Hm0vEvnQOVZwNy1AEDdOd9wq+Ni/3D6CCBFZY++YFPxQgPVqcrXE&#10;UrszbyntYisyhEOJCkyMQyllaAxZDFM3EGfv03mLMUvfSu3xnOG2l7OieJAWO84LBgfaGGq+dt9W&#10;QTpt6mqejsls333Vele/Hk61UjfXY/UMItIYL+H/9ptWcD9fPMH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QbtH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mCD8QA&#10;AADdAAAADwAAAGRycy9kb3ducmV2LnhtbERPz2vCMBS+D/Y/hDfYbU11Iq4zioiK8+LWCe74aN6a&#10;sualNLF2/vXmIHj8+H5P572tRUetrxwrGCQpCOLC6YpLBYfv9csEhA/IGmvHpOCfPMxnjw9TzLQ7&#10;8xd1eShFDGGfoQITQpNJ6QtDFn3iGuLI/brWYoiwLaVu8RzDbS2HaTqWFiuODQYbWhoq/vKTVeAH&#10;y9VxZy9v3c/G8D7/MOPP0ij1/NQv3kEE6sNdfHNvtYLR6yTuj2/iE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pgg/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E603A" w:rsidRDefault="00FE603A" w:rsidP="00FE60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E603A" w:rsidRDefault="00FE603A" w:rsidP="00FE603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FE603A" w:rsidRDefault="00FE603A" w:rsidP="00FE6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603A" w:rsidRDefault="00FE603A" w:rsidP="00FE6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603A" w:rsidRDefault="00FE603A" w:rsidP="00FE6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E603A" w:rsidRDefault="00FE603A" w:rsidP="00FE603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E603A" w:rsidRDefault="00FE603A" w:rsidP="00FE6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E603A" w:rsidRDefault="00FE603A" w:rsidP="00FE6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E603A" w:rsidRDefault="00FE603A" w:rsidP="00FE6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603A" w:rsidRDefault="00FE603A" w:rsidP="00FE6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E603A" w:rsidRDefault="00FE603A" w:rsidP="00FE6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603A" w:rsidRDefault="00FE603A" w:rsidP="00FE60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E603A" w:rsidRDefault="00FE603A" w:rsidP="00FE603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E603A" w:rsidRDefault="00FE603A" w:rsidP="00FE603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№101</w:t>
      </w:r>
    </w:p>
    <w:p w:rsidR="00FE603A" w:rsidRDefault="00FE603A" w:rsidP="00FE603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603A" w:rsidRPr="00A66DFC" w:rsidRDefault="00FE603A" w:rsidP="00FE603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FE603A" w:rsidRPr="00A66DFC" w:rsidRDefault="00FE603A" w:rsidP="00FE603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FE603A" w:rsidRPr="00A66DFC" w:rsidRDefault="00FE603A" w:rsidP="00FE603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FE603A" w:rsidRPr="00A66DFC" w:rsidRDefault="00FE603A" w:rsidP="00FE603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Миколайчуку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В.В.</w:t>
      </w:r>
    </w:p>
    <w:p w:rsidR="00FE603A" w:rsidRPr="00A66DFC" w:rsidRDefault="00FE603A" w:rsidP="00FE603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603A" w:rsidRPr="00A66DFC" w:rsidRDefault="00FE603A" w:rsidP="00FE60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A66DFC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A66DFC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A66DFC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A66DFC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», статей 12, 116, 118, 121, 122  Земельного кодексу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>»,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Миколайчука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FE603A" w:rsidRPr="00A66DFC" w:rsidRDefault="00FE603A" w:rsidP="00FE60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FE603A" w:rsidRPr="00A66DFC" w:rsidRDefault="00FE603A" w:rsidP="00FE60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1.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Затвердити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Миколайчуку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Василю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Валерійовичу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0,4000 га, яка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.Л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>исиче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ради. </w:t>
      </w:r>
    </w:p>
    <w:p w:rsidR="00FE603A" w:rsidRPr="00E11D7E" w:rsidRDefault="00FE603A" w:rsidP="00FE60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2.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Передати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Миколайчуку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Василю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Валерійовичу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66DFC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: </w:t>
      </w:r>
      <w:r w:rsidR="00127D5A">
        <w:rPr>
          <w:rFonts w:ascii="Times New Roman" w:eastAsia="Calibri" w:hAnsi="Times New Roman" w:cs="Times New Roman"/>
          <w:sz w:val="24"/>
          <w:lang w:val="uk-UA"/>
        </w:rPr>
        <w:t>___________</w:t>
      </w:r>
      <w:r w:rsidRPr="00A66DFC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127D5A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</w:t>
      </w:r>
      <w:bookmarkStart w:id="0" w:name="_GoBack"/>
      <w:bookmarkEnd w:id="0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0,4000 га,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номер: 6823984700:01:002:0022,  для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FE603A" w:rsidRPr="00A66DFC" w:rsidRDefault="00FE603A" w:rsidP="00FE603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Миколайчуку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передана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FE603A" w:rsidRPr="00FE603A" w:rsidRDefault="00FE603A" w:rsidP="00FE603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FE603A" w:rsidRPr="00A66DFC" w:rsidRDefault="00FE603A" w:rsidP="00FE60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6054" w:rsidRPr="00FE603A" w:rsidRDefault="00FE603A" w:rsidP="00FE603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A66DF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66DF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66DFC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66DFC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856054" w:rsidRPr="00FE603A" w:rsidSect="00FE603A">
      <w:pgSz w:w="12240" w:h="15840"/>
      <w:pgMar w:top="1440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03A"/>
    <w:rsid w:val="00127D5A"/>
    <w:rsid w:val="00856054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3A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E603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E603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E603A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3A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E603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E603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E603A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272</Words>
  <Characters>1556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2021-09-13T10:52:00Z</dcterms:created>
  <dcterms:modified xsi:type="dcterms:W3CDTF">2021-09-14T12:38:00Z</dcterms:modified>
</cp:coreProperties>
</file>