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96C" w:rsidRPr="00B623A8" w:rsidRDefault="008E720D" w:rsidP="00A0196C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TkT74A&#10;AADdAAAADwAAAGRycy9kb3ducmV2LnhtbERPyQrCMBC9C/5DGMGbpu5SjSKi4kEQt/vQjG2xmZQm&#10;av17cxA8Pt4+X9amEC+qXG5ZQa8bgSBOrM45VXC9bDtTEM4jaywsk4IPOVgumo05xtq++USvs09F&#10;CGEXo4LM+zKW0iUZGXRdWxIH7m4rgz7AKpW6wncIN4XsR9FYGsw5NGRY0jqj5HF+GgV2sNsfbmn/&#10;NNjwxPPqOL3f6oNS7Va9moHwVPu/+OfeawXD0TjMDW/CE5CL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8E5E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6F2sgA&#10;AADdAAAADwAAAGRycy9kb3ducmV2LnhtbESPQUsDMRSE74X+h/CEXorNKrratWmRwqrtQWgVvD42&#10;z83WzcuSpO3aX2+EQo/DzHzDzBa9bcWBfGgcK7iZZCCIK6cbrhV8fpTXjyBCRNbYOiYFvxRgMR8O&#10;Zlhod+QNHbaxFgnCoUAFJsaukDJUhiyGieuIk/ftvMWYpK+l9nhMcNvK2yzLpcWG04LBjpaGqp/t&#10;3irYle/ma/lwevHj6YZO43L92q5ypUZX/fMTiEh9vITP7Tet4O4+n8L/m/QE5P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XoXa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2XY5cEA&#10;AADdAAAADwAAAGRycy9kb3ducmV2LnhtbERPzWrCQBC+F3yHZQQvpW7U/hFdRURL8SJqH2DIjtlg&#10;djZkVxPfvnMo9Pjx/S9Wva/VndpYBTYwGWegiItgKy4N/Jx3L5+gYkK2WAcmAw+KsFoOnhaY29Dx&#10;ke6nVCoJ4ZijAZdSk2sdC0ce4zg0xMJdQusxCWxLbVvsJNzXeppl79pjxdLgsKGNo+J6unkpOczw&#10;sL90591Xjx1u946f10djRsN+PQeVqE//4j/3tzXw+vYh++WNPAG9/A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dl2OX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Ko3sYA&#10;AADdAAAADwAAAGRycy9kb3ducmV2LnhtbESPX0sDMRDE34V+h7BC32yupf84m5ZSK4jgg1Uovi2X&#10;7d3hZROStXd+eyMIPg4z8xtmsxtcp64UU+vZwHRSgCKuvG25NvD+9ni3BpUE2WLnmQx8U4LddnSz&#10;wdL6nl/pepJaZQinEg00IqHUOlUNOUwTH4izd/HRoWQZa20j9hnuOj0riqV22HJeaDDQoaHq8/Tl&#10;DLz0x/C8Wi4u4SPOZzo9WDkfxJjx7bC/ByU0yH/4r/1kDcwXqyn8vslPQG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ZKo3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vjCcUA&#10;AADdAAAADwAAAGRycy9kb3ducmV2LnhtbESPy2rDMBBF94X8g5hCNiWR47RJcS2HUJJSsgl5fMBg&#10;TSxTa2Qs1Xb+vioUurzcx+Hmm9E2oqfO144VLOYJCOLS6ZorBdfLfvYKwgdkjY1jUnAnD5ti8pBj&#10;pt3AJ+rPoRJxhH2GCkwIbSalLw1Z9HPXEkfv5jqLIcqukrrDIY7bRqZJspIWa44Egy29Gyq/zt82&#10;Qo5LPB5uw2X/MeKAu4Php+1JqenjuH0DEWgM/+G/9qdW8PyyTuH3TX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++MJ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yTMsYA&#10;AADdAAAADwAAAGRycy9kb3ducmV2LnhtbESPX0sDMRDE34V+h7AF32zO2n9cmxapCiL4YBVK35bL&#10;9u7wsgnJ2ju/vREEH4eZ+Q2z2Q2uUxeKqfVs4HZSgCKuvG25NvDx/nSzApUE2WLnmQx8U4LddnS1&#10;wdL6nt/ocpBaZQinEg00IqHUOlUNOUwTH4izd/bRoWQZa20j9hnuOj0tioV22HJeaDDQvqHq8/Dl&#10;DLz2j+FluZifwynOpjo9WDnuxZjr8XC/BiU0yH/4r/1sDczmyzv4fZOfgN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yTM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WrOMcA&#10;AADdAAAADwAAAGRycy9kb3ducmV2LnhtbESPQWsCMRSE7wX/Q3hCL0WztWplNYoWQgsWSq3g9bF5&#10;7i7dvCxJ6m7/vREKPQ4z8w2z2vS2ERfyoXas4HGcgSAunKm5VHD80qMFiBCRDTaOScEvBdisB3cr&#10;zI3r+JMuh1iKBOGQo4IqxjaXMhQVWQxj1xIn7+y8xZikL6Xx2CW4beQky+bSYs1pocKWXioqvg8/&#10;VsHuoyuf/EOx693+/HqaaW30u1bqfthvlyAi9fE//Nd+Mwqms+cp3N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9lqzj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FU5sQA&#10;AADdAAAADwAAAGRycy9kb3ducmV2LnhtbESPUWvCMBSF3wf+h3AF32aq2E2qUUQpyNjLnD/g0lyb&#10;anNTkljrv18Ggz0ezjnf4ay3g21FTz40jhXMphkI4srphmsF5+/ydQkiRGSNrWNS8KQA283oZY2F&#10;dg/+ov4Ua5EgHApUYGLsCilDZchimLqOOHkX5y3GJH0ttcdHgttWzrPsTVpsOC0Y7GhvqLqd7lZB&#10;+TH/7G937Uu3GxaWcnNdHoxSk/GwW4GINMT/8F/7qBUs8vc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RVO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uQ1McA&#10;AADdAAAADwAAAGRycy9kb3ducmV2LnhtbESP3WoCMRSE7wu+QziF3hTN2tYftkbRQrBgoVQFbw+b&#10;4+7i5mRJUnf79qZQ6OUwM98wi1VvG3ElH2rHCsajDARx4UzNpYLjQQ/nIEJENtg4JgU/FGC1HNwt&#10;MDeu4y+67mMpEoRDjgqqGNtcylBUZDGMXEucvLPzFmOSvpTGY5fgtpFPWTaVFmtOCxW29FZRcdl/&#10;WwWbz6589o/Fpne78/Y00droD63Uw32/fgURqY//4b/2u1HwMplN4fdNegJye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D7kNT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9vCsQA&#10;AADdAAAADwAAAGRycy9kb3ducmV2LnhtbESPUWvCMBSF3wf+h3AF32aq6JRqFFEKY+xl1R9waa5N&#10;tbkpSazdv18Ggz0ezjnf4Wz3g21FTz40jhXMphkI4srphmsFl3PxugYRIrLG1jEp+KYA+93oZYu5&#10;dk/+or6MtUgQDjkqMDF2uZShMmQxTF1HnLyr8xZjkr6W2uMzwW0r51n2Ji02nBYMdnQ0VN3Lh1VQ&#10;fMw/+/tD+8IdhoWlpbmtT0apyXg4bEBEGuJ/+K/9rhUslqsV/L5JT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Pbw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XhXr8A&#10;AADdAAAADwAAAGRycy9kb3ducmV2LnhtbERPzWrCQBC+F/oOyxS81Y3W2BJdRQpKPRp9gCE7JsHs&#10;bMyuJr595yB4/Pj+l+vBNepOXag9G5iME1DEhbc1lwZOx+3nD6gQkS02nsnAgwKsV+9vS8ys7/lA&#10;9zyWSkI4ZGigirHNtA5FRQ7D2LfEwp195zAK7EptO+wl3DV6miRz7bBmaaiwpd+Kikt+cwZmj353&#10;zdNLsrWOJvuvds+xSI0ZfQybBahIQ3yJn+4/K770W+bKG3kCevU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Q1eFe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td2cYA&#10;AADdAAAADwAAAGRycy9kb3ducmV2LnhtbESPS2vDMBCE74X8B7GF3hq5oc3DiRJCjEvpKXEe58Xa&#10;2CbWylhKbP/7qlDocZiZb5jVpje1eFDrKssK3sYRCOLc6ooLBadj+joH4TyyxtoyKRjIwWY9elph&#10;rG3HB3pkvhABwi5GBaX3TSyly0sy6Ma2IQ7e1bYGfZBtIXWLXYCbWk6iaCoNVhwWSmxoV1J+y+5G&#10;wX16mZz4+q33WTJ8LpJ06+S5UOrlud8uQXjq/X/4r/2lFbx/zBb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td2c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f7ZMUA&#10;AADdAAAADwAAAGRycy9kb3ducmV2LnhtbERPu27CMBTdkfoP1q3UDZy2NAoBg2ilSrQDEa+B7RJf&#10;kpT4Oo1dSP8eD0iMR+c9mXWmFmdqXWVZwfMgAkGcW11xoWC7+ewnIJxH1lhbJgX/5GA2fehNMNX2&#10;wis6r30hQgi7FBWU3jeplC4vyaAb2IY4cEfbGvQBtoXULV5CuKnlSxTF0mDFoaHEhj5Kyk/rP6Ng&#10;lyXxKHv/Gv58Lw/4avTvXlexUk+P3XwMwlPn7+Kbe6EVDN+SsD+8CU9AT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R/tk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OcDMUA&#10;AADdAAAADwAAAGRycy9kb3ducmV2LnhtbESPT4vCMBTE74LfITzBm6a6rpSuUdTFP3hyXcHro3nb&#10;FpuX0kStfnojLHgcZuY3zGTWmFJcqXaFZQWDfgSCOLW64EzB8XfVi0E4j6yxtEwK7uRgNm23Jpho&#10;e+Mfuh58JgKEXYIKcu+rREqX5mTQ9W1FHLw/Wxv0QdaZ1DXeAtyUchhFY2mw4LCQY0XLnNLz4WIU&#10;PMYn3LvNcPH9oT3dR/Ha7vZrpbqdZv4FwlPj3+H/9lYrGH3GA3i9CU9AT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c5wM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lRw8UA&#10;AADdAAAADwAAAGRycy9kb3ducmV2LnhtbESP0WrCQBRE34X+w3IF33RjiKKpGylFoW+t0Q+4ZG83&#10;Idm7MbvVtF/fLRR8HGbmDLPbj7YTNxp841jBcpGAIK6cbtgouJyP8w0IH5A1do5JwTd52BdPkx3m&#10;2t35RLcyGBEh7HNUUIfQ51L6qiaLfuF64uh9usFiiHIwUg94j3DbyTRJ1tJiw3Ghxp5ea6ra8ssq&#10;uLp0pcfygO/tYfvRGJNdf06ZUrPp+PIMItAYHuH/9ptWkK02Kfy9iU9AF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eVHD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R+MMUA&#10;AADdAAAADwAAAGRycy9kb3ducmV2LnhtbESPzW7CMBCE70h9B2srcQOn5achYBAgIXGFcuC4tZck&#10;bbwOsYHQp6+RkHoczcw3mtmitZW4UuNLxwre+gkIYu1MybmCw+eml4LwAdlg5ZgU3MnDYv7SmWFm&#10;3I13dN2HXEQI+wwVFCHUmZReF2TR911NHL2TayyGKJtcmgZvEW4r+Z4kY2mx5LhQYE3rgvTP/mIV&#10;bMsvGo31aWLTld4df89h8PFtlOq+tsspiEBt+A8/21ujYDhKB/B4E5+A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FH4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QVsMIA&#10;AADdAAAADwAAAGRycy9kb3ducmV2LnhtbERPW2vCMBR+F/YfwhH2pqniRKtRVBg4tgle0NdDc2zK&#10;mpPSxFr//TIQ9vjd+ebL1paiodoXjhUM+gkI4szpgnMFp+N7bwLCB2SNpWNS8CAPy8VLZ46pdnfe&#10;U3MIuYgl7FNUYEKoUil9Zsii77uKOGpXV1sMEda51DXeY7kt5TBJxtJiwXHBYEUbQ9nP4WYVNLh7&#10;JBez/p5+FF/ZcLc+f+rIq9duu5qBCNSGf/MzvdUKRm+TEfy9iU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9BWw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MOS8UA&#10;AADdAAAADwAAAGRycy9kb3ducmV2LnhtbESPQUvDQBSE70L/w/IK3uzGYKXEbosIFY8ae+jxNfua&#10;Tc2+F3bXJvrrXUHwOMzMN8x6O/leXSjETtjA7aIARdyI7bg1sH/f3axAxYRssRcmA18UYbuZXa2x&#10;sjLyG13q1KoM4VihAZfSUGkdG0ce40IG4uydJHhMWYZW24Bjhvtel0Vxrz12nBccDvTkqPmoP72B&#10;8bk5nsvTwbrvMMiufpVz2Ysx1/Pp8QFUoin9h//aL9bA3XK1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gw5L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rWm8cA&#10;AADdAAAADwAAAGRycy9kb3ducmV2LnhtbESP3WoCMRSE7wt9h3AKvatZpdVlNYrVCqW0iH/3x81x&#10;d9vkZNlEXd/eCAUvh5n5hhlNWmvEiRpfOVbQ7SQgiHOnKy4UbDeLlxSED8gajWNScCEPk/Hjwwgz&#10;7c68otM6FCJC2GeooAyhzqT0eUkWfcfVxNE7uMZiiLIppG7wHOHWyF6S9KXFiuNCiTXNSsr/1ker&#10;YLGcm9/ez2q6k2H2Mdib9Ot9/q3U81M7HYII1IZ7+L/9qRW8vqV9uL2JT0C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g61p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G+ucYA&#10;AADdAAAADwAAAGRycy9kb3ducmV2LnhtbESPQWvCQBSE74L/YXmCF9GNWjWkriKCaMFCq4LXZ/Y1&#10;CWbfhuwa03/fLRR6HGbmG2a5bk0pGqpdYVnBeBSBIE6tLjhTcDnvhjEI55E1lpZJwTc5WK+6nSUm&#10;2j75k5qTz0SAsEtQQe59lUjp0pwMupGtiIP3ZWuDPsg6k7rGZ4CbUk6iaC4NFhwWcqxom1N6Pz2M&#10;gubjeMsOjave7vHAzaa3/f5dX5Xq99rNKwhPrf8P/7UPWsHLLF7A75vwBO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tG+u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9WAsUA&#10;AADdAAAADwAAAGRycy9kb3ducmV2LnhtbERPz2vCMBS+D/wfwhN2W1NFR9c1FR0MdhlM50Fvz+bZ&#10;FpuXmmRa/euXw2DHj+93sRhMJy7kfGtZwSRJQRBXVrdcK9h+vz9lIHxA1thZJgU38rAoRw8F5tpe&#10;eU2XTahFDGGfo4ImhD6X0lcNGfSJ7Ykjd7TOYIjQ1VI7vMZw08lpmj5Lgy3HhgZ7emuoOm1+jILV&#10;S7Y6f834874+7Gm/O5zmU5cq9Tgelq8gAg3hX/zn/tAKZvMszo1v4hOQ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71YCxQAAAN0AAAAPAAAAAAAAAAAAAAAAAJgCAABkcnMv&#10;ZG93bnJldi54bWxQSwUGAAAAAAQABAD1AAAAigMAAAAA&#10;" fillcolor="black" stroked="f"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owl8cA&#10;AADdAAAADwAAAGRycy9kb3ducmV2LnhtbESPQWvCQBSE7wX/w/KE3uqmUiVNXUVtC4J60PbQ42v2&#10;NVmSfRuyW43+elcQPA4z8w0zmXW2FgdqvXGs4HmQgCDOnTZcKPj++nxKQfiArLF2TApO5GE27T1M&#10;MNPuyDs67EMhIoR9hgrKEJpMSp+XZNEPXEMcvT/XWgxRtoXULR4j3NZymCRjadFwXCixoWVJebX/&#10;twp+1mOT7gwNfzfnxYfejKrF9r1S6rHfzd9ABOrCPXxrr7SCl1H6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KMJf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wxYsMA&#10;AADdAAAADwAAAGRycy9kb3ducmV2LnhtbERPPW/CMBDdK/EfrENiKw6IVjRgEAKhdulQoGI9xdc4&#10;TXwOtoHAr6+HSoxP73u+7GwjLuRD5VjBaJiBIC6crrhUcNhvn6cgQkTW2DgmBTcKsFz0nuaYa3fl&#10;L7rsYilSCIccFZgY21zKUBiyGIauJU7cj/MWY4K+lNrjNYXbRo6z7FVarDg1GGxpbaiod2erwK+O&#10;m/rO5+86u3/ewvtvd5qiUWrQ71YzEJG6+BD/uz+0gsnLW9qf3qQn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IwxY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QxS8YA&#10;AADdAAAADwAAAGRycy9kb3ducmV2LnhtbESPUWsCMRCE3wX/Q1ihL6XmFLX1apRSKBQUQesP2F62&#10;d0eTzXHZ6umvN0LBx2FmvmEWq847daQ21oENjIYZKOIi2JpLA4evj6cXUFGQLbrAZOBMEVbLfm+B&#10;uQ0n3tFxL6VKEI45GqhEmlzrWFTkMQ5DQ5y8n9B6lCTbUtsWTwnunR5n2Ux7rDktVNjQe0XF7/7P&#10;G3DjbzdfP8eNnA96k1287B631piHQff2Ckqok3v4v/1pDUym8xHc3qQno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QxS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qgeMcA&#10;AADdAAAADwAAAGRycy9kb3ducmV2LnhtbESPzWrDMBCE74W8g9hCbo1ck5bWjRLyQ8CXHuqm5Lqx&#10;NpaJtDKWkjh9+qpQ6HGYmW+Y2WJwVlyoD61nBY+TDARx7XXLjYLd5/bhBUSIyBqtZ1JwowCL+ehu&#10;hoX2V/6gSxUbkSAcClRgYuwKKUNtyGGY+I44eUffO4xJ9o3UPV4T3FmZZ9mzdNhyWjDY0dpQfarO&#10;TsGm6my+K80q7L/eDwdbfm9pv1FqfD8s30BEGuJ/+K9dagXTp9ccft+k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KoHjHAAAA3QAAAA8AAAAAAAAAAAAAAAAAmAIAAGRy&#10;cy9kb3ducmV2LnhtbFBLBQYAAAAABAAEAPUAAACM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FKUsYA&#10;AADdAAAADwAAAGRycy9kb3ducmV2LnhtbESPzWsCMRTE74X+D+EVvNXE1vqxGqUUBcFT/Th4eyTP&#10;3dXNy7KJ7va/b4RCj8PM/IaZLztXiTs1ofSsYdBXIIiNtyXnGg779esERIjIFivPpOGHAiwXz09z&#10;zKxv+Zvuu5iLBOGQoYYixjqTMpiCHIa+r4mTd/aNw5hkk0vbYJvgrpJvSo2kw5LTQoE1fRVkrrub&#10;03BZy603Cs3xcGw3dnxajahSWvdeus8ZiEhd/A//tTdWw/Bj+g6P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RFKUsYAAADd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FwCMYA&#10;AADdAAAADwAAAGRycy9kb3ducmV2LnhtbESPW2sCMRSE3wv+h3AKfavZekNXo6hQKJU+eEF8PG6O&#10;u8tuTpYk6vbfN4LQx2FmvmFmi9bU4kbOl5YVfHQTEMSZ1SXnCg77z/cxCB+QNdaWScEveVjMOy8z&#10;TLW985Zuu5CLCGGfooIihCaV0mcFGfRd2xBH72KdwRCly6V2eI9wU8tekoykwZLjQoENrQvKqt3V&#10;KDhdN3z56X8v3Socbbv3Ve88rpR6e22XUxCB2vAffra/tILBcDKAx5v4BOT8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FwC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DdvQccA&#10;AADdAAAADwAAAGRycy9kb3ducmV2LnhtbESPQWsCMRSE74L/ITyhN81WXNGtUaog9FJQ20O9PTev&#10;u4ubl22S6uqvN4LgcZiZb5jZojW1OJHzlWUFr4MEBHFudcWFgu+vdX8CwgdkjbVlUnAhD4t5tzPD&#10;TNszb+m0C4WIEPYZKihDaDIpfV6SQT+wDXH0fq0zGKJ0hdQOzxFuajlMkrE0WHFcKLGhVUn5cfdv&#10;FCynk+XfZsSf1+1hT/ufwzEdukSpl177/gYiUBue4Uf7QysYpdMU7m/iE5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Q3b0HHAAAA3QAAAA8AAAAAAAAAAAAAAAAAmAIAAGRy&#10;cy9kb3ducmV2LnhtbFBLBQYAAAAABAAEAPUAAACMAwAAAAA=&#10;" fillcolor="black" stroked="f"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kLN8UA&#10;AADdAAAADwAAAGRycy9kb3ducmV2LnhtbESPQUsDMRSE70L/Q3iCN5u1atG1aVkKonjatpZeXzfP&#10;zeLmZUliuv57IxR6HGbmG2axGm0vEvnQOVZwNy1AEDdOd9wq+Ny93j6BCBFZY++YFPxSgNVycrXA&#10;UrsTbyhtYysyhEOJCkyMQyllaAxZDFM3EGfvy3mLMUvfSu3xlOG2l7OimEuLHecFgwOtDTXf2x+r&#10;IB3XdXWfDslsPnzVele/7Y+1UjfXY/UCItIYL+Fz+10reHh8nsP/m/w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mQs3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JOXscA&#10;AADdAAAADwAAAGRycy9kb3ducmV2LnhtbESPQWvCQBSE7wX/w/IEb3WjWK3RVURssb3UpgU9PrLP&#10;bDD7NmS3Me2vdwuFHoeZ+YZZrjtbiZYaXzpWMBomIIhzp0suFHx+PN0/gvABWWPlmBR8k4f1qne3&#10;xFS7K79Tm4VCRAj7FBWYEOpUSp8bsuiHriaO3tk1FkOUTSF1g9cIt5UcJ8lUWiw5LhisaWsov2Rf&#10;VoEfbXfHV/szb0/Pht+yFzM9FEapQb/bLEAE6sJ/+K+91womD/MZ/L6JT0C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lSTl7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0196C" w:rsidRDefault="00A0196C" w:rsidP="00A019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0196C" w:rsidRDefault="00A0196C" w:rsidP="00A019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196C" w:rsidRDefault="00A0196C" w:rsidP="00A019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196C" w:rsidRDefault="00A0196C" w:rsidP="00A019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196C" w:rsidRDefault="00A0196C" w:rsidP="00A019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196C" w:rsidRDefault="00A0196C" w:rsidP="00A019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0196C" w:rsidRDefault="00A0196C" w:rsidP="00A0196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0196C" w:rsidRDefault="00A0196C" w:rsidP="00A019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0196C" w:rsidRDefault="00A0196C" w:rsidP="00A019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0196C" w:rsidRDefault="00A0196C" w:rsidP="00A019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196C" w:rsidRDefault="00A0196C" w:rsidP="00A019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0196C" w:rsidRDefault="00A0196C" w:rsidP="00A019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0196C" w:rsidRDefault="00A0196C" w:rsidP="00A019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0196C" w:rsidRDefault="00A0196C" w:rsidP="00A0196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0196C" w:rsidRPr="006E3F23" w:rsidRDefault="00A0196C" w:rsidP="00A0196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№62</w:t>
      </w:r>
    </w:p>
    <w:p w:rsidR="00A0196C" w:rsidRPr="008E2C07" w:rsidRDefault="00A0196C" w:rsidP="00A0196C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A0196C" w:rsidRPr="008E2C07" w:rsidRDefault="00A0196C" w:rsidP="00A0196C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A0196C" w:rsidRPr="008E2C07" w:rsidRDefault="00A0196C" w:rsidP="00A0196C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A0196C" w:rsidRPr="008E2C07" w:rsidRDefault="00A0196C" w:rsidP="00A0196C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A0196C" w:rsidRPr="008E2C07" w:rsidRDefault="00A0196C" w:rsidP="00A0196C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Павлюку</w:t>
      </w:r>
      <w:proofErr w:type="spellEnd"/>
      <w:r>
        <w:rPr>
          <w:rFonts w:ascii="Times New Roman" w:hAnsi="Times New Roman"/>
          <w:b/>
          <w:sz w:val="24"/>
        </w:rPr>
        <w:t xml:space="preserve"> С.С.</w:t>
      </w:r>
    </w:p>
    <w:p w:rsidR="00A0196C" w:rsidRPr="008E2C07" w:rsidRDefault="00A0196C" w:rsidP="00A0196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A0196C" w:rsidRPr="008E2C07" w:rsidRDefault="00A0196C" w:rsidP="00A0196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 </w:t>
      </w:r>
      <w:proofErr w:type="spellStart"/>
      <w:r>
        <w:rPr>
          <w:rFonts w:ascii="Times New Roman" w:hAnsi="Times New Roman"/>
          <w:sz w:val="24"/>
        </w:rPr>
        <w:t>Павлюк</w:t>
      </w:r>
      <w:proofErr w:type="spellEnd"/>
      <w:r>
        <w:rPr>
          <w:rFonts w:ascii="Times New Roman" w:hAnsi="Times New Roman"/>
          <w:sz w:val="24"/>
        </w:rPr>
        <w:t xml:space="preserve"> С.С., </w:t>
      </w:r>
      <w:proofErr w:type="spellStart"/>
      <w:r>
        <w:rPr>
          <w:rFonts w:ascii="Times New Roman" w:hAnsi="Times New Roman"/>
          <w:sz w:val="24"/>
        </w:rPr>
        <w:t>с</w:t>
      </w:r>
      <w:r w:rsidRPr="008E2C07">
        <w:rPr>
          <w:rFonts w:ascii="Times New Roman" w:hAnsi="Times New Roman"/>
          <w:sz w:val="24"/>
        </w:rPr>
        <w:t>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A0196C" w:rsidRPr="00637663" w:rsidRDefault="00A0196C" w:rsidP="00A0196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A0196C" w:rsidRPr="008E2C07" w:rsidRDefault="00A0196C" w:rsidP="00A0196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</w:t>
      </w:r>
      <w:proofErr w:type="spellStart"/>
      <w:r w:rsidRPr="00070D4B">
        <w:rPr>
          <w:rFonts w:ascii="Times New Roman" w:hAnsi="Times New Roman"/>
          <w:sz w:val="24"/>
        </w:rPr>
        <w:t>Надати</w:t>
      </w:r>
      <w:proofErr w:type="spellEnd"/>
      <w:r w:rsidRPr="00070D4B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Павлюку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Сергію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Сергійовичу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8E720D">
        <w:rPr>
          <w:rFonts w:ascii="Times New Roman" w:hAnsi="Times New Roman"/>
          <w:sz w:val="24"/>
        </w:rPr>
        <w:t>________________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0,1000 </w:t>
      </w:r>
      <w:r w:rsidRPr="008E2C07">
        <w:rPr>
          <w:rFonts w:ascii="Times New Roman" w:hAnsi="Times New Roman"/>
          <w:sz w:val="24"/>
        </w:rPr>
        <w:t xml:space="preserve">га, для </w:t>
      </w:r>
      <w:proofErr w:type="spellStart"/>
      <w:r w:rsidRPr="008E2C07">
        <w:rPr>
          <w:rFonts w:ascii="Times New Roman" w:hAnsi="Times New Roman"/>
          <w:sz w:val="24"/>
        </w:rPr>
        <w:t>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особистого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селянського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господарства</w:t>
      </w:r>
      <w:proofErr w:type="spellEnd"/>
      <w:r w:rsidRPr="008E2C07">
        <w:rPr>
          <w:rFonts w:ascii="Times New Roman" w:hAnsi="Times New Roman"/>
          <w:sz w:val="24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</w:rPr>
        <w:t>розташована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території</w:t>
      </w:r>
      <w:proofErr w:type="spellEnd"/>
      <w:r w:rsidRPr="008E2C07">
        <w:rPr>
          <w:rFonts w:ascii="Times New Roman" w:hAnsi="Times New Roman"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sz w:val="24"/>
        </w:rPr>
        <w:t>Крупець</w:t>
      </w:r>
      <w:r>
        <w:rPr>
          <w:rFonts w:ascii="Times New Roman" w:hAnsi="Times New Roman"/>
          <w:sz w:val="24"/>
        </w:rPr>
        <w:t>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ради, в  с</w:t>
      </w:r>
      <w:r w:rsidRPr="008E2C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Колом’</w:t>
      </w:r>
      <w:proofErr w:type="gramStart"/>
      <w:r>
        <w:rPr>
          <w:rFonts w:ascii="Times New Roman" w:hAnsi="Times New Roman"/>
          <w:sz w:val="24"/>
        </w:rPr>
        <w:t>є</w:t>
      </w:r>
      <w:proofErr w:type="spellEnd"/>
      <w:r>
        <w:rPr>
          <w:rFonts w:ascii="Times New Roman" w:hAnsi="Times New Roman"/>
          <w:sz w:val="24"/>
        </w:rPr>
        <w:t>.</w:t>
      </w:r>
      <w:proofErr w:type="gramEnd"/>
    </w:p>
    <w:p w:rsidR="00A0196C" w:rsidRPr="008E2C07" w:rsidRDefault="00A0196C" w:rsidP="00A0196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Павлюку</w:t>
      </w:r>
      <w:proofErr w:type="spellEnd"/>
      <w:r>
        <w:rPr>
          <w:rFonts w:ascii="Times New Roman" w:hAnsi="Times New Roman"/>
          <w:sz w:val="24"/>
        </w:rPr>
        <w:t xml:space="preserve"> С.С.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A0196C" w:rsidRPr="008E2C07" w:rsidRDefault="00A0196C" w:rsidP="00A0196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A0196C" w:rsidRDefault="00A0196C" w:rsidP="00A0196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A0196C" w:rsidRDefault="00A0196C" w:rsidP="00A0196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A0196C" w:rsidRPr="008E2C07" w:rsidRDefault="00A0196C" w:rsidP="00A0196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A0196C" w:rsidRDefault="00A0196C" w:rsidP="00A0196C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142E3E" w:rsidRDefault="00142E3E"/>
    <w:sectPr w:rsidR="00142E3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A0196C"/>
    <w:rsid w:val="00142E3E"/>
    <w:rsid w:val="00171A2E"/>
    <w:rsid w:val="00304C90"/>
    <w:rsid w:val="00505B6D"/>
    <w:rsid w:val="006D3977"/>
    <w:rsid w:val="007D6C18"/>
    <w:rsid w:val="008E720D"/>
    <w:rsid w:val="00A0196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196C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0196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0196C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0196C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8</TotalTime>
  <Pages>1</Pages>
  <Words>227</Words>
  <Characters>1296</Characters>
  <Application>Microsoft Office Word</Application>
  <DocSecurity>0</DocSecurity>
  <Lines>10</Lines>
  <Paragraphs>3</Paragraphs>
  <ScaleCrop>false</ScaleCrop>
  <Company>Microsoft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2020-12-01T06:20:00Z</dcterms:created>
  <dcterms:modified xsi:type="dcterms:W3CDTF">2020-12-01T07:35:00Z</dcterms:modified>
</cp:coreProperties>
</file>