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CDF" w:rsidRPr="00CB71B2" w:rsidRDefault="00955CDF" w:rsidP="00955CD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2579" name="Группа 12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58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1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" fillcolor="black" stroked="f"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" fillcolor="black" stroked="f"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 w:eastAsia="uk-UA"/>
        </w:rPr>
      </w:pP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955CDF" w:rsidRPr="00CB71B2" w:rsidRDefault="00955CDF" w:rsidP="00955CD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12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CDF" w:rsidRDefault="00955CDF" w:rsidP="00955C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4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5CDF" w:rsidRDefault="00955CDF" w:rsidP="00955C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55CDF" w:rsidRPr="00CB71B2" w:rsidRDefault="00955CDF" w:rsidP="00955CD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B71B2">
        <w:rPr>
          <w:rFonts w:ascii="Times New Roman" w:eastAsia="Calibri" w:hAnsi="Times New Roman" w:cs="Times New Roman"/>
          <w:b/>
        </w:rPr>
        <w:t>РІШЕННЯ</w:t>
      </w:r>
    </w:p>
    <w:p w:rsidR="00955CDF" w:rsidRPr="00CB71B2" w:rsidRDefault="00955CDF" w:rsidP="00955CD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55CDF" w:rsidRPr="00CB71B2" w:rsidRDefault="00955CDF" w:rsidP="00955C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55CDF" w:rsidRPr="00CB71B2" w:rsidRDefault="00955CDF" w:rsidP="00955C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5CDF" w:rsidRPr="00CB71B2" w:rsidRDefault="00955CDF" w:rsidP="00955CD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55CDF" w:rsidRPr="00CB71B2" w:rsidRDefault="00955CDF" w:rsidP="00955CD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55CDF" w:rsidRPr="00CB71B2" w:rsidRDefault="00955CDF" w:rsidP="00955CD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CB71B2">
        <w:rPr>
          <w:rFonts w:ascii="Times New Roman" w:eastAsia="Calibri" w:hAnsi="Times New Roman" w:cs="Times New Roman"/>
          <w:sz w:val="24"/>
        </w:rPr>
        <w:t>22.04.2021р.                                                 Крупець                                        №_____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 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Поліщука В.М.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розглянувши заяву  Поліщука В.М.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сільська  рада 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Поліщуку Василю Миколайовичу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E144B">
        <w:rPr>
          <w:rFonts w:ascii="Times New Roman" w:eastAsia="Calibri" w:hAnsi="Times New Roman" w:cs="Times New Roman"/>
          <w:sz w:val="24"/>
        </w:rPr>
        <w:t>______________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0E144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1B2">
        <w:rPr>
          <w:rFonts w:ascii="Times New Roman" w:eastAsia="Calibri" w:hAnsi="Times New Roman" w:cs="Times New Roman"/>
          <w:sz w:val="24"/>
        </w:rPr>
        <w:t xml:space="preserve">Шепетівського району, </w:t>
      </w:r>
      <w:r w:rsidRPr="00CB71B2"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CB71B2">
        <w:rPr>
          <w:rFonts w:ascii="Times New Roman" w:eastAsia="Calibri" w:hAnsi="Times New Roman" w:cs="Times New Roman"/>
          <w:sz w:val="24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иватну власність,  площею 0,2500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кадастров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ий номер: 6823982100:01:007:0046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д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будівництва і обслуговування житлового будинку, господарських будівель і  споруд (присадибна ділянка)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Шепетівський  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вулиця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Хотічинська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6.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2. Поліщуку В.М.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55CDF" w:rsidRPr="00CB71B2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5A21F5" w:rsidRPr="00955CDF" w:rsidRDefault="00955CDF" w:rsidP="00955CD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5A21F5" w:rsidRPr="00955CD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CDF"/>
    <w:rsid w:val="000E144B"/>
    <w:rsid w:val="00171A2E"/>
    <w:rsid w:val="00304C90"/>
    <w:rsid w:val="00505B6D"/>
    <w:rsid w:val="005A21F5"/>
    <w:rsid w:val="006D3977"/>
    <w:rsid w:val="007D6C18"/>
    <w:rsid w:val="00955CD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11300"/>
  <w15:docId w15:val="{170DB509-F55E-400A-86BB-45551481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CDF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271</Words>
  <Characters>1551</Characters>
  <Application>Microsoft Office Word</Application>
  <DocSecurity>0</DocSecurity>
  <Lines>12</Lines>
  <Paragraphs>3</Paragraphs>
  <ScaleCrop>false</ScaleCrop>
  <Company>Microsoft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2021-04-14T11:57:00Z</dcterms:created>
  <dcterms:modified xsi:type="dcterms:W3CDTF">2021-04-15T12:12:00Z</dcterms:modified>
</cp:coreProperties>
</file>