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14" w:rsidRDefault="00F44414" w:rsidP="00F4441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414" w:rsidRDefault="00F44414" w:rsidP="00F444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4414" w:rsidRDefault="00F44414" w:rsidP="00F444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4414" w:rsidRDefault="00F44414" w:rsidP="00F444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44414" w:rsidRDefault="00F44414" w:rsidP="00F44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4414" w:rsidRDefault="00F44414" w:rsidP="00F44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81</w:t>
      </w:r>
    </w:p>
    <w:p w:rsidR="00F44414" w:rsidRPr="0024314B" w:rsidRDefault="00F44414" w:rsidP="00F4441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44414" w:rsidRPr="0024314B" w:rsidRDefault="00F44414" w:rsidP="00F4441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44414" w:rsidRPr="0024314B" w:rsidRDefault="00F44414" w:rsidP="00F4441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F44414" w:rsidRPr="0024314B" w:rsidRDefault="00F44414" w:rsidP="00F4441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F44414" w:rsidRPr="0024314B" w:rsidRDefault="00F44414" w:rsidP="00F4441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Г.Г.</w:t>
      </w:r>
    </w:p>
    <w:p w:rsidR="00F44414" w:rsidRPr="0024314B" w:rsidRDefault="00F44414" w:rsidP="00F444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4414" w:rsidRPr="0024314B" w:rsidRDefault="00F44414" w:rsidP="00F444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 та 122 Земельного кодексу України, Закону України «Про землеустрій»,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Г.Г., 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44414" w:rsidRPr="0024314B" w:rsidRDefault="00F44414" w:rsidP="00F444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44414" w:rsidRPr="0024314B" w:rsidRDefault="00F44414" w:rsidP="00F444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Ганні Георгіївні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</w:t>
      </w:r>
      <w:r w:rsidRPr="0024314B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в землі 01.03.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площею 0,2500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 за межами 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44414" w:rsidRPr="0024314B" w:rsidRDefault="00F44414" w:rsidP="00F444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Ганні Георгіївні,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A536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4A5362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0,2500 га, кадастровий номер: 6823984000:03:012:0213,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 за межами 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44414" w:rsidRPr="0024314B" w:rsidRDefault="00F44414" w:rsidP="00F44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Г.Г.,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44414" w:rsidRPr="0024314B" w:rsidRDefault="00F44414" w:rsidP="00F44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F44414" w:rsidRPr="0024314B" w:rsidRDefault="00F44414" w:rsidP="00F4441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44414" w:rsidRPr="0024314B" w:rsidRDefault="00F44414" w:rsidP="00F4441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44414" w:rsidRPr="0024314B" w:rsidRDefault="00F44414" w:rsidP="00F4441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7162B" w:rsidRDefault="0067162B"/>
    <w:sectPr w:rsidR="006716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14"/>
    <w:rsid w:val="004A5362"/>
    <w:rsid w:val="0067162B"/>
    <w:rsid w:val="00F4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1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4441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4441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4441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1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4441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4441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4441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307</Words>
  <Characters>1751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2021-07-26T12:50:00Z</dcterms:created>
  <dcterms:modified xsi:type="dcterms:W3CDTF">2021-07-27T07:41:00Z</dcterms:modified>
</cp:coreProperties>
</file>