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17DC" w:rsidRPr="0066767B" w:rsidRDefault="009E17DC" w:rsidP="009E17D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9E17DC" w:rsidRPr="0066767B" w:rsidRDefault="009E17DC" w:rsidP="009E17D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A8CD821" wp14:editId="384C60D3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1648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64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9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0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17DC" w:rsidRDefault="009E17DC" w:rsidP="009E17D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KI+GHkAAGVZBAAOAAAAZHJzL2Uyb0RvYy54bWzsfe1uHjmy3v8AuYcX+rmAR83+bmO9B7tj&#10;exFgkyywby5AlmRLiKzXkTRjnxwcIEguITcS5Ff+5RZ27yhPkUU2KXdV9XpmDuY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iRk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lFCMMA&#10;AADeAAAADwAAAGRycy9kb3ducmV2LnhtbERPTYvCMBC9L+x/CLPgTdOquFpNRcQVD4LU1fvQjG2x&#10;mZQmavffG0HY2zze5yyWnanFnVpXWVYQDyIQxLnVFRcKTr8//SkI55E11pZJwR85WKafHwtMtH1w&#10;RvejL0QIYZeggtL7JpHS5SUZdAPbEAfuYluDPsC2kLrFRwg3tRxG0UQarDg0lNjQuqT8erwZBXa0&#10;3e3PxTAbbfjb8+owvZy7vVK9r241B+Gp8//it3unw/x4Mp7B651wg0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lFC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7I68kA&#10;AADeAAAADwAAAGRycy9kb3ducmV2LnhtbESPzUvDQBDF74L/wzKCl2I3FYwauy1SiB89CP0Ar0N2&#10;zEazs2F3bWP/eucgeJth3rz3fvPl6Ht1oJi6wAZm0wIUcRNsx62B/a6+ugOVMrLFPjAZ+KEEy8X5&#10;2RwrG468ocM2t0pMOFVowOU8VFqnxpHHNA0Dsdw+QvSYZY2tthGPYu57fV0UpfbYsSQ4HGjlqPna&#10;fnsDn/Wbe1/dnp7i5H5Dp0m9fu5fS2MuL8bHB1CZxvwv/vt+sVJ/Vt4IgODIDHr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/7I6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HJccYA&#10;AADeAAAADwAAAGRycy9kb3ducmV2LnhtbESPzWrDMBCE74W+g9hCLiWR3dIQ3MjGhCaUXEJ+HmCx&#10;NpaptTKWYjtvHxUKve0ys/PNrovJtmKg3jeOFaSLBARx5XTDtYLLeTtfgfABWWPrmBTcyUORPz+t&#10;MdNu5CMNp1CLGMI+QwUmhC6T0leGLPqF64ijdnW9xRDXvpa6xzGG21a+JclSWmw4Egx2tDFU/Zxu&#10;NkIO73jYX8fzdjfhiF97w6/lUanZy1R+ggg0hX/z3/W3jvXT5UcKv+/EGWT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HJc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dCPMQA&#10;AADeAAAADwAAAGRycy9kb3ducmV2LnhtbERPTUvDQBC9C/0Pywje7KahjRK7LaVWEMGDVRBvQ3aa&#10;BLOzy+7YxH/vCoK3ebzPWW8nN6gzxdR7NrCYF6CIG297bg28vT5c34JKgmxx8EwGvinBdjO7WGNt&#10;/cgvdD5Kq3IIpxoNdCKh1jo1HTlMcx+IM3fy0aFkGFttI4453A26LIpKO+w5N3QYaN9R83n8cgae&#10;x0N4uqlWp/ARl6VO91be92LM1eW0uwMlNMm/+M/9aPP8RbUq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3Qj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/yncYA&#10;AADeAAAADwAAAGRycy9kb3ducmV2LnhtbESP3WrCQBCF74W+wzJCb6RuUqlI6ipStEhugj8PMGTH&#10;bDA7G7Jrkr69Wyj0boZz5nxn1tvRNqKnzteOFaTzBARx6XTNlYLr5fC2AuEDssbGMSn4IQ/bzctk&#10;jZl2A5+oP4dKxBD2GSowIbSZlL40ZNHPXUsctZvrLIa4dpXUHQ4x3DbyPUmW0mLNkWCwpS9D5f38&#10;sBFSLLDIb8Pl8D3igPvc8Gx3Uup1Ou4+QQQaw7/57/qoY/10+bGA33fiDHLz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/yn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J/08QA&#10;AADeAAAADwAAAGRycy9kb3ducmV2LnhtbERPTUsDMRC9C/6HMII3m21pt7I2LVIViuChrSDehs10&#10;d3EzCcnY3f57Iwje5vE+Z7UZXa/OFFPn2cB0UoAirr3tuDHwfny5uweVBNli75kMXCjBZn19tcLK&#10;+oH3dD5Io3IIpwoNtCKh0jrVLTlMEx+IM3fy0aFkGBttIw453PV6VhSldthxbmgx0Lal+uvw7Qy8&#10;Dc/hdVkuTuEzzmc6PVn52Ioxtzfj4wMooVH+xX/unc3zp+ViDr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Sf9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vHocQA&#10;AADeAAAADwAAAGRycy9kb3ducmV2LnhtbERP32vCMBB+F/wfwg18GZrqqIxqFBXCBhuMOcHXoznb&#10;suZSkmi7/34ZDHy7j+/nrbeDbcWNfGgcK5jPMhDEpTMNVwpOX3r6DCJEZIOtY1LwQwG2m/FojYVx&#10;PX/S7RgrkUI4FKigjrErpAxlTRbDzHXEibs4bzEm6CtpPPYp3LZykWVLabHh1FBjR4eayu/j1SrY&#10;f/TVk38s94N7u7ycc62NftdKTR6G3QpEpCHexf/uV5Pmz5d5Dn/vpBv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bx6H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kTKcIA&#10;AADeAAAADwAAAGRycy9kb3ducmV2LnhtbERPzYrCMBC+L/gOYQRva6pokWoUcSksy1509wGGZmyq&#10;zaQksda3NwsL3ubj+53NbrCt6MmHxrGC2TQDQVw53XCt4PenfF+BCBFZY+uYFDwowG47ettgod2d&#10;j9SfYi1SCIcCFZgYu0LKUBmyGKauI07c2XmLMUFfS+3xnsJtK+dZlkuLDacGgx0dDFXX080qKL/m&#10;3/31pn3p9sPC0tJcVh9Gqcl42K9BRBriS/zv/tRp/ixf5vD3TrpB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+RMp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X8TcUA&#10;AADeAAAADwAAAGRycy9kb3ducmV2LnhtbERP32vCMBB+H/g/hBP2MjR1Qx3VKCoEBxNEN9jr0Zxt&#10;sbmUJNruv18Gg73dx/fzluveNuJOPtSOFUzGGQjiwpmaSwWfH3r0CiJEZIONY1LwTQHWq8HDEnPj&#10;Oj7R/RxLkUI45KigirHNpQxFRRbD2LXEibs4bzEm6EtpPHYp3DbyOctm0mLNqaHClnYVFdfzzSrY&#10;HrvyxT8V2969X/ZfU62NPmilHof9ZgEiUh//xX/uN5PmT2bTOfy+k26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hfxN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oiwMUA&#10;AADeAAAADwAAAGRycy9kb3ducmV2LnhtbESPQWsCMRCF74X+hzAFbzWrVJHVKNKyUEovVX/AsBk3&#10;q5vJksR1/fedQ6G3Gd6b977Z7EbfqYFiagMbmE0LUMR1sC03Bk7H6nUFKmVki11gMvCgBLvt89MG&#10;Sxvu/EPDITdKQjiVaMDl3Jdap9qRxzQNPbFo5xA9Zlljo23Eu4T7Ts+LYqk9tiwNDnt6d1RfDzdv&#10;oPqafw/Xm41V2I9vnhbusvpwxkxexv0aVKYx/5v/rj+t4M+WC+GVd2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iLA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gZs8IA&#10;AADeAAAADwAAAGRycy9kb3ducmV2LnhtbERP22rCQBB9L/gPywh9q5u0jWh0DUVIqY+NfsCQHZNg&#10;djZm11z+vlso9G0O5zr7bDKtGKh3jWUF8SoCQVxa3XCl4HLOXzYgnEfW2FomBTM5yA6Lpz2m2o78&#10;TUPhKxFC2KWooPa+S6V0ZU0G3cp2xIG72t6gD7CvpO5xDOGmla9RtJYGGw4NNXZ0rKm8FQ+j4H0e&#10;P+9FcotybSg+vXUn9mWi1PNy+tiB8DT5f/Gf+0uH+fE62cLvO+EG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Bmz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xsPMUA&#10;AADeAAAADwAAAGRycy9kb3ducmV2LnhtbESPT4vCQAzF7wt+hyELe1uneijadRRZURZPWv+cQye2&#10;ZTuZ0hm1fntzELwl5OW995steteoG3Wh9mxgNExAERfe1lwaOB7W3xNQISJbbDyTgQcFWMwHHzPM&#10;rL/znm55LJWYcMjQQBVjm2kdioochqFvieV28Z3DKGtXatvhXcxdo8dJkmqHNUtChS39VlT851dn&#10;4Jqex0e+bO0uXz0209V6GfSpNObrs1/+gIrUx7f49f1npf4oTQVAcGQGPX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/Gw8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95usYA&#10;AADeAAAADwAAAGRycy9kb3ducmV2LnhtbERPTU/CQBC9m/AfNkPCTbYVs8HCQsDEBDlARD1wG7tj&#10;W+jO1u4C5d+7JCbe5uV9znTe2VqcqfWVYw3pMAFBnDtTcaHh4/3lfgzCB2SDtWPScCUP81nvboqZ&#10;cRd+o/MuFCKGsM9QQxlCk0np85Is+qFriCP37VqLIcK2kKbFSwy3tXxIEiUtVhwbSmzouaT8uDtZ&#10;DZ/bsXraLl8fD+vNF46s+dmbSmk96HeLCYhAXfgX/7lXJs5PlUrh9k68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995u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RwWcMA&#10;AADeAAAADwAAAGRycy9kb3ducmV2LnhtbERPS4vCMBC+C/6HMII3Ta1SpBrFB+qyJ1cFr0MztsVm&#10;UpqodX/9ZmFhb/PxPWe+bE0lntS40rKC0TACQZxZXXKu4HLeDaYgnEfWWFkmBW9ysFx0O3NMtX3x&#10;Fz1PPhchhF2KCgrv61RKlxVk0A1tTRy4m20M+gCbXOoGXyHcVDKOokQaLDk0FFjTpqDsfnoYBd/J&#10;FY/uEK+3Y+3pPZnu7edxr1S/165mIDy1/l/85/7QYf4oSWL4fSfc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/RwW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mLhsQA&#10;AADeAAAADwAAAGRycy9kb3ducmV2LnhtbERPzWrCQBC+F3yHZQre6kZJg6auIkXBW5vYBxiy000w&#10;Oxuz2yT26buFQm/z8f3Odj/ZVgzU+8axguUiAUFcOd2wUfBxOT2tQfiArLF1TAru5GG/mz1sMddu&#10;5IKGMhgRQ9jnqKAOocul9FVNFv3CdcSR+3S9xRBhb6TucYzhtpWrJMmkxYZjQ40dvdZUXcsvq+Dm&#10;Vs96Ko/4dj1u3htj0tt3kSo1f5wOLyACTeFf/Oc+6zh/mWUb+H0n3i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pi4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w40cYA&#10;AADeAAAADwAAAGRycy9kb3ducmV2LnhtbESPT2/CMAzF70h8h8iTdhspTCtQCIhNmsSVP4cdvcS0&#10;ZY1Tmgy6ffr5MImbrff83s/Lde8bdaUu1oENjEcZKGIbXM2lgePh/WkGKiZkh01gMvBDEdar4WCJ&#10;hQs33tF1n0olIRwLNFCl1BZaR1uRxzgKLbFop9B5TLJ2pXYd3iTcN3qSZbn2WLM0VNjSW0X2a//t&#10;DWzrT3rJ7WnuZ6929/F7Sc/TszPm8aHfLEAl6tPd/H+9dYI/zufCK+/IDHr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0w40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FkncYA&#10;AADeAAAADwAAAGRycy9kb3ducmV2LnhtbERP0WrCQBB8F/oPxxb6phd9kCb1EmpBUFqFpqV9XXLb&#10;XGhuL+TOGP/eEwTfZnd2ZnZWxWhbMVDvG8cK5rMEBHHldMO1gu+vzfQZhA/IGlvHpOBMHor8YbLC&#10;TLsTf9JQhlpEE/YZKjAhdJmUvjJk0c9cRxy5P9dbDHHsa6l7PEVz28pFkiylxYZjgsGO3gxV/+XR&#10;KhjwcE5+zXqf7pqPanFY/7zruFdPj+PrC4hAY7gf39RbHd+fL9MUrnUiBpl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Fkn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2IgMQA&#10;AADeAAAADwAAAGRycy9kb3ducmV2LnhtbESPQU/DMAyF70j8h8hI3Fi6HgCVZRNCGuIIhQNH03hN&#10;R2NXSVgLvx4fkLjZ8vN779vsljiaE6U8CDtYryowxJ34gXsHb6/7q1swuSB7HIXJwTdl2G3PzzbY&#10;eJn5hU5t6Y2acG7QQShlaqzNXaCIeSUTsd4OkiIWXVNvfcJZzeNo66q6thEH1oSAEz0E6j7br+hg&#10;fuw+jvXh3YefNMm+fZZjPYpzlxfL/R2YQkv5F/99P3mtv76pFEBxdAa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9iID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k9DMQA&#10;AADeAAAADwAAAGRycy9kb3ducmV2LnhtbERPS2sCMRC+C/0PYQq9aXY9qKxGsT6glIr4uo+bcXdt&#10;Mlk2qW7/fVMQvM3H95zJrLVG3KjxlWMFaS8BQZw7XXGh4HhYd0cgfEDWaByTgl/yMJu+dCaYaXfn&#10;Hd32oRAxhH2GCsoQ6kxKn5dk0fdcTRy5i2sshgibQuoG7zHcGtlPkoG0WHFsKLGmRUn59/7HKlhv&#10;l+ba3+zmJxkWq+HZjD7fl19Kvb228zGIQG14ih/uDx3np8Mkhf934g1y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JPQz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1+78YA&#10;AADeAAAADwAAAGRycy9kb3ducmV2LnhtbERPTWvCQBC9C/0PyxR6KbrRopU0GxGhxEIFq4LXMTtN&#10;gtnZkN0m6b/vCgVv83ifk6wGU4uOWldZVjCdRCCIc6srLhScju/jJQjnkTXWlknBLzlYpQ+jBGNt&#10;e/6i7uALEULYxaig9L6JpXR5SQbdxDbEgfu2rUEfYFtI3WIfwk0tZ1G0kAYrDg0lNrQpKb8efoyC&#10;bv95Kbadaz6uy2c3f7lk2U6flXp6HNZvIDwN/i7+d291mD99jWZweyfc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1+7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2lacYA&#10;AADeAAAADwAAAGRycy9kb3ducmV2LnhtbERPS08CMRC+m/gfmjHxJi2IgCuFiIkJFxN5HOA2bMfd&#10;Ddvp2lZY+PWUxITbfPmeM562thYH8qFyrKHbUSCIc2cqLjSsV59PIxAhIhusHZOGEwWYTu7vxpgZ&#10;d+QFHZaxECmEQ4YayhibTMqQl2QxdFxDnLgf5y3GBH0hjcdjCre17Ck1kBYrTg0lNvRRUr5f/lkN&#10;s9fR7Pe7z1/nxW5L281u/9LzSuvHh/b9DUSkNt7E/+65SfO7Q/UM13fSDXJy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02lacYAAADeAAAADwAAAAAAAAAAAAAAAACYAgAAZHJz&#10;L2Rvd25yZXYueG1sUEsFBgAAAAAEAAQA9QAAAIsDAAAAAA==&#10;" fillcolor="black" stroked="f"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czHcYA&#10;AADeAAAADwAAAGRycy9kb3ducmV2LnhtbERPS2sCMRC+C/0PYQRvmlWsytYotbUg1B58HDxON+Nu&#10;2M1k2URd++sbodDbfHzPmS9bW4krNd44VjAcJCCIM6cN5wqOh4/+DIQPyBorx6TgTh6Wi6fOHFPt&#10;bryj6z7kIoawT1FBEUKdSumzgiz6gauJI3d2jcUQYZNL3eAthttKjpJkIi0ajg0F1vRWUFbuL1bB&#10;6XNiZjtDo+/tz2qtt8/l6uu9VKrXbV9fQARqw7/4z73Rcf5wmozh8U68QS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czH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n7tMQA&#10;AADeAAAADwAAAGRycy9kb3ducmV2LnhtbERPTWsCMRC9F/ofwhS8aaJQK6tRpEXqxUNtS6/DZtxs&#10;dzPZJlFXf31TEHqbx/ucxap3rThRiLVnDeORAkFcelNzpeHjfTOcgYgJ2WDrmTRcKMJqeX+3wML4&#10;M7/RaZ8qkUM4FqjBptQVUsbSksM48h1x5g4+OEwZhkqagOcc7lo5UWoqHdacGyx29GypbPZHpyGs&#10;v16aKx8/G3XdXeLrd/8zQ6v14KFfz0Ek6tO/+Obemjx//KQe4e+dfIN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5+7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rTiMQA&#10;AADeAAAADwAAAGRycy9kb3ducmV2LnhtbERP22oCMRB9F/oPYQp9kZrog5etUYpQKFQELx8w3Ux3&#10;lyaTZTPq2q9vhELf5nCus1z3wasLdamJbGE8MqCIy+gariycjm/Pc1BJkB36yGThRgnWq4fBEgsX&#10;r7yny0EqlUM4FWihFmkLrVNZU8A0ii1x5r5iF1Ay7CrtOrzm8OD1xJipDthwbqixpU1N5ffhHCz4&#10;yadffMzSVm4nvTU/QfbDnbP26bF/fQEl1Mu/+M/97vL88cxM4f5OvkG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a04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Y3ScQA&#10;AADeAAAADwAAAGRycy9kb3ducmV2LnhtbERPS2sCMRC+F/wPYYTealYPtaxG8YGwlx66VbyOm+lm&#10;aTJZNlG3/npTELzNx/ec+bJ3VlyoC41nBeNRBoK48rrhWsH+e/f2ASJEZI3WMyn4owDLxeBljrn2&#10;V/6iSxlrkUI45KjAxNjmUobKkMMw8i1x4n585zAm2NVSd3hN4c7KSZa9S4cNpwaDLW0MVb/l2SnY&#10;lq2d7AuzDsfD5+lki9uOjlulXof9agYiUh+f4oe70Gn+eJpN4f+ddIN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GN0n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wRDcUA&#10;AADeAAAADwAAAGRycy9kb3ducmV2LnhtbESPT2/CMAzF75P2HSJP4jYSOADqCGiaQELiNP4cuFmJ&#10;1xYap2oCLd9+PkzazdZ7fu/n5XoIjXpQl+rIFiZjA4rYRV9zaeF03L4vQKWM7LGJTBaelGC9en1Z&#10;YuFjz9/0OORSSQinAi1UObeF1slVFDCNY0ss2k/sAmZZu1L7DnsJD42eGjPTAWuWhgpb+qrI3Q73&#10;YOG61fvoDLrz6dzv/PyymVFjrB29DZ8foDIN+d/8d73zgj+ZG+GVd2QG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3BEN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hH8cQA&#10;AADeAAAADwAAAGRycy9kb3ducmV2LnhtbERPS2sCMRC+C/0PYQreNKtCtduNYgsFUTxUS+lxupl9&#10;sJvJkkTd/nsjCN7m43tOtupNK87kfG1ZwWScgCDOra65VPB9/BwtQPiArLG1TAr+ycNq+TTIMNX2&#10;wl90PoRSxBD2KSqoQuhSKX1ekUE/th1x5ArrDIYIXSm1w0sMN62cJsmLNFhzbKiwo4+K8uZwMgp+&#10;Tzsu9rPt2r2HH9sffTP9WzRKDZ/79RuIQH14iO/ujY7zJ/PkFW7vxBv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4R/H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atw8kA&#10;AADeAAAADwAAAGRycy9kb3ducmV2LnhtbESPT2/CMAzF75P2HSJP2m2kRfsDhYDGpEm7IA3GAW6m&#10;8dqKxumSDAqfHh8m7WbLz++933Teu1YdKcTGs4F8kIEiLr1tuDKw+Xp/GIGKCdli65kMnCnCfHZ7&#10;M8XC+hOv6LhOlRITjgUaqFPqCq1jWZPDOPAdsdy+fXCYZA2VtgFPYu5aPcyyZ+2wYUmosaO3msrD&#10;+tcZWIxHi5/PR15eVvsd7bb7w9MwZMbc3/WvE1CJ+vQv/vv+sFI/f8kFQHBkBj27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4katw8kAAADeAAAADwAAAAAAAAAAAAAAAACYAgAA&#10;ZHJzL2Rvd25yZXYueG1sUEsFBgAAAAAEAAQA9QAAAI4DAAAAAA==&#10;" fillcolor="black" stroked="f"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wD8sMA&#10;AADeAAAADwAAAGRycy9kb3ducmV2LnhtbERPS0sDMRC+C/0PYQRvNrsKWrZNy1IoiqftQ7xON9PN&#10;4mayJDFd/70RBG/z8T1ntZnsIBL50DtWUM4LEMSt0z13Ck7H3f0CRIjIGgfHpOCbAmzWs5sVVtpd&#10;eU/pEDuRQzhUqMDEOFZShtaQxTB3I3HmLs5bjBn6TmqP1xxuB/lQFE/SYs+5weBIW0Pt5+HLKkjn&#10;bVM/po9k9m++7rxrXt7PjVJ3t1O9BBFpiv/iP/erzvPL57KE33fyD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wD8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hjNsUA&#10;AADeAAAADwAAAGRycy9kb3ducmV2LnhtbERPTWvCQBC9F/wPywje6sYUpEZXEWmL9lIbBT0O2TEb&#10;zM6G7BrT/vpuodDbPN7nLFa9rUVHra8cK5iMExDEhdMVlwqOh9fHZxA+IGusHZOCL/KwWg4eFphp&#10;d+dP6vJQihjCPkMFJoQmk9IXhiz6sWuII3dxrcUQYVtK3eI9httapkkylRYrjg0GG9oYKq75zSrw&#10;k83L6d1+z7rzm+GPfGem+9IoNRr26zmIQH34F/+5tzrOT2dPK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SGM2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E17DC" w:rsidRDefault="009E17DC" w:rsidP="009E17D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E17DC" w:rsidRPr="0066767B" w:rsidRDefault="009E17DC" w:rsidP="009E17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E17DC" w:rsidRPr="0066767B" w:rsidRDefault="009E17DC" w:rsidP="009E17D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E17DC" w:rsidRPr="0066767B" w:rsidRDefault="009E17DC" w:rsidP="009E17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E17DC" w:rsidRDefault="009E17DC" w:rsidP="009E17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9E17DC" w:rsidRPr="0066767B" w:rsidRDefault="009E17DC" w:rsidP="009E17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E17DC" w:rsidRPr="0066767B" w:rsidRDefault="009E17DC" w:rsidP="009E17D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E17DC" w:rsidRPr="0066767B" w:rsidRDefault="009E17DC" w:rsidP="009E17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E17DC" w:rsidRPr="0066767B" w:rsidRDefault="009E17DC" w:rsidP="009E17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E17DC" w:rsidRPr="0066767B" w:rsidRDefault="009E17DC" w:rsidP="009E17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E17DC" w:rsidRPr="0066767B" w:rsidRDefault="009E17DC" w:rsidP="009E17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9E17DC" w:rsidRPr="0066767B" w:rsidRDefault="009E17DC" w:rsidP="009E17D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E17DC" w:rsidRPr="0066767B" w:rsidRDefault="009E17DC" w:rsidP="009E17D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E17DC" w:rsidRPr="0066767B" w:rsidRDefault="009E17DC" w:rsidP="009E17D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E17DC" w:rsidRDefault="009E17DC" w:rsidP="009E17D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25.03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.2021 року                                       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№___</w:t>
      </w:r>
    </w:p>
    <w:p w:rsidR="009E17DC" w:rsidRDefault="009E17DC" w:rsidP="009E17D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E17DC" w:rsidRPr="001C55EE" w:rsidRDefault="009E17DC" w:rsidP="009E17D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техн</w:t>
      </w:r>
      <w:proofErr w:type="gram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ічної</w:t>
      </w:r>
      <w:proofErr w:type="spellEnd"/>
    </w:p>
    <w:p w:rsidR="009E17DC" w:rsidRPr="001C55EE" w:rsidRDefault="009E17DC" w:rsidP="009E17D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поділу</w:t>
      </w:r>
      <w:proofErr w:type="spellEnd"/>
    </w:p>
    <w:p w:rsidR="009E17DC" w:rsidRPr="001C55EE" w:rsidRDefault="009E17DC" w:rsidP="009E17D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об’єднання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9E17DC" w:rsidRPr="001C55EE" w:rsidRDefault="009E17DC" w:rsidP="009E17D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6823982100:03:008:0002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, яка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розташована</w:t>
      </w:r>
      <w:proofErr w:type="spellEnd"/>
    </w:p>
    <w:p w:rsidR="009E17DC" w:rsidRDefault="009E17DC" w:rsidP="009E17D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Хмельницька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область,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Славутський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9E17DC" w:rsidRDefault="009E17DC" w:rsidP="009E17D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Шепетівський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) район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Головлівська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9E17DC" w:rsidRPr="001C55EE" w:rsidRDefault="009E17DC" w:rsidP="009E17D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Сільська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рада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Крупецька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сільська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рада)</w:t>
      </w:r>
    </w:p>
    <w:p w:rsidR="009E17DC" w:rsidRDefault="009E17DC" w:rsidP="009E17D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E17DC" w:rsidRPr="001C55EE" w:rsidRDefault="009E17DC" w:rsidP="009E17D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E17DC" w:rsidRPr="001C55EE" w:rsidRDefault="009E17DC" w:rsidP="009E17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пропозиції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постійної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комісії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C55EE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1C55EE">
        <w:rPr>
          <w:rFonts w:ascii="Times New Roman" w:eastAsia="Calibri" w:hAnsi="Times New Roman" w:cs="Times New Roman"/>
          <w:sz w:val="24"/>
          <w:szCs w:val="24"/>
        </w:rPr>
        <w:t>ільської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та благоустрою,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9E17DC" w:rsidRPr="001C55EE" w:rsidRDefault="009E17DC" w:rsidP="009E17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9E17DC" w:rsidRPr="001C55EE" w:rsidRDefault="009E17DC" w:rsidP="009E17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17DC" w:rsidRPr="001C55EE" w:rsidRDefault="009E17DC" w:rsidP="009E17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E17DC" w:rsidRPr="001C55EE" w:rsidRDefault="009E17DC" w:rsidP="009E17D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сільській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раді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дозвіл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виготовлення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1C55EE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1C55EE">
        <w:rPr>
          <w:rFonts w:ascii="Times New Roman" w:eastAsia="Times New Roman" w:hAnsi="Times New Roman" w:cs="Times New Roman"/>
          <w:sz w:val="24"/>
          <w:szCs w:val="24"/>
        </w:rPr>
        <w:t>ічної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поділута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0,607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6823982100:03:008:0002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,  яка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r w:rsidRPr="00F30BA9">
        <w:rPr>
          <w:rFonts w:ascii="Times New Roman" w:eastAsia="Times New Roman" w:hAnsi="Times New Roman" w:cs="Times New Roman"/>
          <w:sz w:val="24"/>
          <w:szCs w:val="24"/>
        </w:rPr>
        <w:t>Хмельницька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область,  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Славутський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Шепетівський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) район, 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Головлівська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30BA9">
        <w:rPr>
          <w:rFonts w:ascii="Times New Roman" w:eastAsia="Times New Roman" w:hAnsi="Times New Roman" w:cs="Times New Roman"/>
          <w:sz w:val="24"/>
          <w:szCs w:val="24"/>
        </w:rPr>
        <w:t>ільська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рада (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Крупецька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рада)</w:t>
      </w:r>
      <w:r>
        <w:rPr>
          <w:rFonts w:ascii="Times New Roman" w:eastAsia="Times New Roman" w:hAnsi="Times New Roman" w:cs="Times New Roman"/>
          <w:sz w:val="24"/>
          <w:szCs w:val="24"/>
        </w:rPr>
        <w:t>, 16.00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proofErr w:type="gram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особам)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9E17DC" w:rsidRPr="001C55EE" w:rsidRDefault="009E17DC" w:rsidP="009E17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C55E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1C55E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9E17DC" w:rsidRPr="009E17DC" w:rsidRDefault="009E17DC" w:rsidP="009E17D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512317" w:rsidRPr="009E17DC" w:rsidRDefault="009E17DC" w:rsidP="009E17D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1C55E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1C55E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512317" w:rsidRPr="009E17D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614" w:rsidRDefault="009D2614">
      <w:pPr>
        <w:spacing w:after="0" w:line="240" w:lineRule="auto"/>
      </w:pPr>
      <w:r>
        <w:separator/>
      </w:r>
    </w:p>
  </w:endnote>
  <w:endnote w:type="continuationSeparator" w:id="0">
    <w:p w:rsidR="009D2614" w:rsidRDefault="009D26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614" w:rsidRDefault="009D2614">
      <w:pPr>
        <w:spacing w:after="0" w:line="240" w:lineRule="auto"/>
      </w:pPr>
      <w:r>
        <w:separator/>
      </w:r>
    </w:p>
  </w:footnote>
  <w:footnote w:type="continuationSeparator" w:id="0">
    <w:p w:rsidR="009D2614" w:rsidRDefault="009D26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7DC"/>
    <w:rsid w:val="00512317"/>
    <w:rsid w:val="009D2614"/>
    <w:rsid w:val="009E1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7DC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7DC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2021-03-20T05:00:00Z</dcterms:created>
  <dcterms:modified xsi:type="dcterms:W3CDTF">2021-03-20T05:00:00Z</dcterms:modified>
</cp:coreProperties>
</file>