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4121" name="Группа 4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46F7" w:rsidRDefault="007C46F7" w:rsidP="007C46F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121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46F7" w:rsidRDefault="007C46F7" w:rsidP="007C46F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7C46F7" w:rsidRDefault="007C46F7" w:rsidP="007C46F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46F7" w:rsidRDefault="007C46F7" w:rsidP="007C46F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7C46F7" w:rsidRDefault="007C46F7" w:rsidP="007C46F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46F7" w:rsidRDefault="007C46F7" w:rsidP="007C46F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46F7" w:rsidRDefault="007C46F7" w:rsidP="007C46F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C46F7" w:rsidRPr="001F78AF" w:rsidRDefault="007C46F7" w:rsidP="007C46F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ХІІ сесії сільської ради 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30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.06.2021 року                                            Крупець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№136</w:t>
      </w:r>
    </w:p>
    <w:p w:rsidR="007C46F7" w:rsidRPr="001F78AF" w:rsidRDefault="007C46F7" w:rsidP="007C46F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F78A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C46F7" w:rsidRPr="001F78AF" w:rsidRDefault="007C46F7" w:rsidP="007C46F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C46F7" w:rsidRPr="001F78AF" w:rsidRDefault="007C46F7" w:rsidP="007C46F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F78AF">
        <w:rPr>
          <w:rFonts w:ascii="Times New Roman" w:eastAsia="Calibri" w:hAnsi="Times New Roman" w:cs="Times New Roman"/>
          <w:b/>
          <w:sz w:val="24"/>
          <w:szCs w:val="24"/>
        </w:rPr>
        <w:t>Соколенко Н.А.</w:t>
      </w:r>
    </w:p>
    <w:p w:rsidR="007C46F7" w:rsidRPr="001F78AF" w:rsidRDefault="007C46F7" w:rsidP="007C46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46F7" w:rsidRPr="001F78AF" w:rsidRDefault="007C46F7" w:rsidP="007C46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1F78A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Соколенко Н.А,  </w:t>
      </w:r>
      <w:r w:rsidRPr="001F78A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C46F7" w:rsidRPr="001F78AF" w:rsidRDefault="007C46F7" w:rsidP="007C46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C46F7" w:rsidRPr="001F78AF" w:rsidRDefault="007C46F7" w:rsidP="007C46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Соколенко Наталії Анатоліївні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виду цільового призначення в межах категорії земель сільськогосподарського призначення (із виду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- землі запасу, у вид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-  для ведення особистого селянського господарства площею  2,000 га, яка розташована Хмельницька область, Шепетівський район,  за межами населених пунктів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Лисиченської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сільської ради (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об’єднаної територіальної громади) </w:t>
      </w:r>
    </w:p>
    <w:p w:rsidR="007C46F7" w:rsidRPr="001F78AF" w:rsidRDefault="007C46F7" w:rsidP="007C46F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Соколенко Н.А. </w:t>
      </w:r>
      <w:r w:rsidRPr="001F78AF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1F78A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F78AF">
        <w:rPr>
          <w:rFonts w:ascii="Times New Roman" w:eastAsia="Calibri" w:hAnsi="Times New Roman" w:cs="Times New Roman"/>
          <w:sz w:val="24"/>
        </w:rPr>
        <w:t xml:space="preserve">: </w:t>
      </w:r>
      <w:r w:rsidR="006720B8">
        <w:rPr>
          <w:rFonts w:ascii="Times New Roman" w:eastAsia="Calibri" w:hAnsi="Times New Roman" w:cs="Times New Roman"/>
          <w:sz w:val="24"/>
          <w:lang w:val="ru-RU"/>
        </w:rPr>
        <w:t>_________</w:t>
      </w:r>
      <w:r w:rsidRPr="001F78AF">
        <w:rPr>
          <w:rFonts w:ascii="Times New Roman" w:eastAsia="Calibri" w:hAnsi="Times New Roman" w:cs="Times New Roman"/>
          <w:sz w:val="24"/>
        </w:rPr>
        <w:t xml:space="preserve">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720B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2.0000 га, кадастровий номер: 6823984700:05:003:0027, 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78AF">
        <w:rPr>
          <w:rFonts w:ascii="Times New Roman" w:eastAsia="Times New Roman" w:hAnsi="Times New Roman" w:cs="Times New Roman"/>
          <w:sz w:val="24"/>
          <w:szCs w:val="24"/>
        </w:rPr>
        <w:t>ля ведення особистого селянського господарства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</w:t>
      </w:r>
      <w:proofErr w:type="spellStart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(Шепетівський)  район,</w:t>
      </w: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за межами населених пунктів 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Лисиченської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сільської ради (</w:t>
      </w:r>
      <w:proofErr w:type="spellStart"/>
      <w:r w:rsidRPr="001F78A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об’єднаної територіальної громади)  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 3.Соколенко Н.А</w:t>
      </w:r>
      <w:r w:rsidRPr="001F78A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F78AF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7C46F7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78A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1F78AF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7C46F7" w:rsidRPr="001F78AF" w:rsidRDefault="007C46F7" w:rsidP="007C46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46F7" w:rsidRDefault="007C46F7" w:rsidP="007C46F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F78A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012D3" w:rsidRDefault="006012D3"/>
    <w:sectPr w:rsidR="006012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6F7"/>
    <w:rsid w:val="006012D3"/>
    <w:rsid w:val="006720B8"/>
    <w:rsid w:val="007C4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F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46F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306</Words>
  <Characters>1747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2021-07-07T06:09:00Z</dcterms:created>
  <dcterms:modified xsi:type="dcterms:W3CDTF">2021-07-07T10:10:00Z</dcterms:modified>
</cp:coreProperties>
</file>