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28E" w:rsidRDefault="0064228E" w:rsidP="006422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4228E" w:rsidRDefault="0064228E" w:rsidP="0064228E"/>
    <w:p w:rsidR="0064228E" w:rsidRDefault="0064228E" w:rsidP="0064228E"/>
    <w:p w:rsidR="0064228E" w:rsidRDefault="0064228E" w:rsidP="006422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228E" w:rsidRDefault="0064228E" w:rsidP="006422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228E" w:rsidRDefault="0064228E" w:rsidP="006422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228E" w:rsidRDefault="0064228E" w:rsidP="006422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228E" w:rsidRDefault="0064228E" w:rsidP="006422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228E" w:rsidRDefault="0064228E" w:rsidP="006422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228E" w:rsidRDefault="0064228E" w:rsidP="006422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228E" w:rsidRDefault="0064228E" w:rsidP="006422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4228E" w:rsidRDefault="0064228E" w:rsidP="006422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228E" w:rsidRDefault="0064228E" w:rsidP="0064228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64228E" w:rsidRDefault="0064228E" w:rsidP="0064228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02DD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4228E" w:rsidRDefault="0064228E" w:rsidP="006422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4228E" w:rsidRDefault="0064228E" w:rsidP="006422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228E" w:rsidRDefault="0064228E" w:rsidP="006422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228E" w:rsidRDefault="0064228E" w:rsidP="0064228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504560" w:rsidRDefault="00504560"/>
    <w:sectPr w:rsidR="005045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28E"/>
    <w:rsid w:val="00171A2E"/>
    <w:rsid w:val="00302DD6"/>
    <w:rsid w:val="00304C90"/>
    <w:rsid w:val="00504560"/>
    <w:rsid w:val="00505B6D"/>
    <w:rsid w:val="0064228E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2020-06-23T13:13:00Z</dcterms:created>
  <dcterms:modified xsi:type="dcterms:W3CDTF">2020-06-23T15:51:00Z</dcterms:modified>
</cp:coreProperties>
</file>