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83" w:rsidRPr="00D815F3" w:rsidRDefault="00100A83" w:rsidP="00100A8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100A83" w:rsidRPr="001869AA" w:rsidRDefault="00100A83" w:rsidP="00100A8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024" name="Группа 13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0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04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u/cEA&#10;AADeAAAADwAAAGRycy9kb3ducmV2LnhtbERPy6rCMBDdX/AfwgjurqktPqhGEVFxIYiv/dCMbbGZ&#10;lCZq/XsjXLi7OZznzBatqcSTGldaVjDoRyCIM6tLzhVczpvfCQjnkTVWlknBmxws5p2fGabavvhI&#10;z5PPRQhhl6KCwvs6ldJlBRl0fVsTB+5mG4M+wCaXusFXCDeVjKNoJA2WHBoKrGlVUHY/PYwCm2x3&#10;+2seH5M1jz0vD5Pbtd0r1eu2yykIT63/F/+5dzrMT6J4CN93wg1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x7v3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CKcYA&#10;AADeAAAADwAAAGRycy9kb3ducmV2LnhtbERPS2sCMRC+F/wPYYRepGZrYVu3RhFh7eNQ0Aq9Dpvp&#10;ZutmsiRRt/56IxR6m4/vObNFb1txJB8axwruxxkI4srphmsFu8/y7glEiMgaW8ek4JcCLOaDmxkW&#10;2p14Q8dtrEUK4VCgAhNjV0gZKkMWw9h1xIn7dt5iTNDXUns8pXDbykmW5dJiw6nBYEcrQ9V+e7AK&#10;fsoP87V6PK/9aLqh86h8f2nfcqVuh/3yGUSkPv6L/9yvOs1/yCY5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fCK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jDs8UA&#10;AADeAAAADwAAAGRycy9kb3ducmV2LnhtbESP3YrCMBCF74V9hzCCN7KmKqzSbRRZVBZvxJ8HGJpp&#10;U2wmpYm2vv1GEPZuhnPmfGeydW9r8aDWV44VTCcJCOLc6YpLBdfL7nMJwgdkjbVjUvAkD+vVxyDD&#10;VLuOT/Q4h1LEEPYpKjAhNKmUPjdk0U9cQxy1wrUWQ1zbUuoWuxhuazlLki9pseJIMNjQj6H8dr7b&#10;CDnO8Xgoustu32OH24Ph8eak1GjYb75BBOrDv/l9/atj/XkyW8DrnT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+MO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NC+8YA&#10;AADeAAAADwAAAGRycy9kb3ducmV2LnhtbESPQUvEQAyF74L/YYjgzZ1adZW6s4usCiJ4cBXEW+hk&#10;22InM8zEbf335iB4S3gv731ZbeYwmgPlMkR2cL6owBC30Q/cOXh/ezy7AVME2eMYmRz8UIHN+vho&#10;hY2PE7/SYSed0RAuDTroRVJjbWl7ClgWMRGrto85oOiaO+szThoeRltX1dIGHFgbeky07an92n0H&#10;By/TQ3q+Xl7t02e+rG259/KxFedOT+a7WzBCs/yb/66fvOJfVLXy6js6g13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NC+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yWsUA&#10;AADeAAAADwAAAGRycy9kb3ducmV2LnhtbESP3YrCMBCF74V9hzCCN7KmKizabRRZVBZvxJ8HGJpp&#10;U2wmpYm2vv1GEPZuhnPmfGeydW9r8aDWV44VTCcJCOLc6YpLBdfL7nMBwgdkjbVjUvAkD+vVxyDD&#10;VLuOT/Q4h1LEEPYpKjAhNKmUPjdk0U9cQxy1wrUWQ1zbUuoWuxhuazlLki9pseJIMNjQj6H8dr7b&#10;CDnO8Xgoustu32OH24Ph8eak1GjYb75BBOrDv/l9/atj/XkyW8LrnT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K/J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YIMYA&#10;AADeAAAADwAAAGRycy9kb3ducmV2LnhtbESPQUsDQQyF74L/YYjgzc7aapW10yJVQYQerIJ4Czvp&#10;7uJOZpiJ3fXfm4PgLSEv771vtZnCYI6USx/ZweWsAkPcRN9z6+D97eniFkwRZI9DZHLwQwU269OT&#10;FdY+jvxKx720Rk241OigE0m1taXpKGCZxUSst0PMAUXX3FqfcVTzMNh5VS1twJ41ocNE246ar/13&#10;cLAbH9PLzfL6kD7z1dyWBy8fW3Hu/Gy6vwMjNMm/+O/72Wv9RbVQ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zYI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VgUsQA&#10;AADeAAAADwAAAGRycy9kb3ducmV2LnhtbERP32vCMBB+H/g/hBN8GTPVMpHOKDoIDjYQdbDXoznb&#10;YnMpSWbrf78MBnu7j+/nrTaDbcWNfGgcK5hNMxDEpTMNVwo+z/ppCSJEZIOtY1JwpwCb9ehhhYVx&#10;PR/pdoqVSCEcClRQx9gVUoayJoth6jrixF2ctxgT9JU0HvsUbls5z7KFtNhwaqixo9eayuvp2yrY&#10;Hfoq94/lbnDvl/3Xs9ZGf2ilJuNh+wIi0hD/xX/uN5Pm51k+g9930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FYF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02sMA&#10;AADeAAAADwAAAGRycy9kb3ducmV2LnhtbERPS2rDMBDdB3IHMYHuErlOE4IbOYQWQynd5HOAwZpa&#10;rq2RkRTHvX1VKHQ3j/ed/WGyvRjJh9axgsdVBoK4drrlRsH1Ui13IEJE1tg7JgXfFOBQzmd7LLS7&#10;84nGc2xECuFQoAIT41BIGWpDFsPKDcSJ+3TeYkzQN1J7vKdw28s8y7bSYsupweBAL4bq7nyzCqr3&#10;/GPsbtpX7jg9WdqYr92rUephMR2fQUSa4r/4z/2m0/x1ts7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e02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tbvsQA&#10;AADeAAAADwAAAGRycy9kb3ducmV2LnhtbERP32vCMBB+H+x/CDfwRWaqxTE6o+ggTHAgOsHXoznb&#10;suZSksx2/70RBnu7j+/nLVaDbcWVfGgcK5hOMhDEpTMNVwpOX/r5FUSIyAZbx6TglwKslo8PCyyM&#10;6/lA12OsRArhUKCCOsaukDKUNVkME9cRJ+7ivMWYoK+k8dincNvKWZa9SIsNp4YaO3qvqfw+/lgF&#10;m31f5X5cbga3u3yc51ob/amVGj0N6zcQkYb4L/5zb02an2d5Dvd30g1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bW77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JNcIA&#10;AADeAAAADwAAAGRycy9kb3ducmV2LnhtbERP24rCMBB9X/Afwgj7tqZedpFqFHEpiPiyrh8wNGNT&#10;bSYlibX+vVlY8G0O5zrLdW8b0ZEPtWMF41EGgrh0uuZKwem3+JiDCBFZY+OYFDwowHo1eFtirt2d&#10;f6g7xkqkEA45KjAxtrmUoTRkMYxcS5y4s/MWY4K+ktrjPYXbRk6y7EtarDk1GGxpa6i8Hm9WQbGf&#10;HLrrTfvCbfqZpU9zmX8bpd6H/WYBIlIfX+J/906n+dNsOoO/d9IN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ok1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CyRsAA&#10;AADeAAAADwAAAGRycy9kb3ducmV2LnhtbERPzYrCMBC+C75DGMGbJlq7LNUoi+CyHq0+wNCMbbGZ&#10;dJusrW9vFgRv8/H9zmY32EbcqfO1Yw2LuQJBXDhTc6nhcj7MPkH4gGywcUwaHuRhtx2PNpgZ1/OJ&#10;7nkoRQxhn6GGKoQ2k9IXFVn0c9cSR+7qOoshwq6UpsM+httGLpX6kBZrjg0VtrSvqLjlf1bD6tF/&#10;/+bpTR2MpcUxaY8cilTr6WT4WoMINIS3+OX+MXF+opIU/t+JN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cCyR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6nsEA&#10;AADeAAAADwAAAGRycy9kb3ducmV2LnhtbERPy6rCMBDdX/AfwgjurqkK5VqNIooirrz1sR6asS02&#10;k9JErX9vBMHdHM5zpvPWVOJOjSstKxj0IxDEmdUl5wqOh/XvHwjnkTVWlknBkxzMZ52fKSbaPvif&#10;7qnPRQhhl6CCwvs6kdJlBRl0fVsTB+5iG4M+wCaXusFHCDeVHEZRLA2WHBoKrGlZUHZNb0bBLT4P&#10;j3zZ6X26em7Gq/XCyVOuVK/bLiYgPLX+K/64tzrMH0Wj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QOp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vGMYA&#10;AADeAAAADwAAAGRycy9kb3ducmV2LnhtbERPS2vCQBC+C/0PyxR6042NRE1dpQqF6kHx0UNv0+yY&#10;RLOzaXbV9N93hUJv8/E9ZzJrTSWu1LjSsoJ+LwJBnFldcq7gsH/rjkA4j6yxskwKfsjBbPrQmWCq&#10;7Y23dN35XIQQdikqKLyvUyldVpBB17M1ceCOtjHoA2xyqRu8hXBTyecoSqTBkkNDgTUtCsrOu4tR&#10;8LEZJePNfDk4rdZfGBv9/anLRKmnx/b1BYSn1v+L/9zvOsyPo3gI93fCDX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MvG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s/sYA&#10;AADeAAAADwAAAGRycy9kb3ducmV2LnhtbESPT2vCQBDF7wW/wzJCb3WjKSLRVbRFW3ryH3gdsmMS&#10;zM6G7Kqxn75zKHib4b157zezRedqdaM2VJ4NDAcJKOLc24oLA8fD+m0CKkRki7VnMvCgAIt572WG&#10;mfV33tFtHwslIRwyNFDG2GRah7wkh2HgG2LRzr51GGVtC21bvEu4q/UoScbaYcXSUGJDHyXll/3V&#10;Gfgdn3Abvkarz9RGerxPNv5nuzHmtd8tp6AidfFp/r/+toKfJqnwyjsyg5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Us/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Dgy8QA&#10;AADeAAAADwAAAGRycy9kb3ducmV2LnhtbERPzWrCQBC+F3yHZQRvdVNjS01dRSRCb63RBxiy000w&#10;OxuzaxL79N1Cobf5+H5nvR1tI3rqfO1YwdM8AUFcOl2zUXA+HR5fQfiArLFxTAru5GG7mTysMdNu&#10;4CP1RTAihrDPUEEVQptJ6cuKLPq5a4kj9+U6iyHCzkjd4RDDbSMXSfIiLdYcGypsaV9ReSluVsHV&#10;LZ71WOT4cclXn7Uxy+v3canUbDru3kAEGsO/+M/9ruP8NElX8PtOv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g4M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cwMYA&#10;AADeAAAADwAAAGRycy9kb3ducmV2LnhtbESPT2/CMAzF70j7DpEn7QYpYwPWEdCGhMSVPweOXmLa&#10;jsbpmgw6Pj0+TOJmy8/vvd9s0flanamNVWADw0EGitgGV3FhYL9b9aegYkJ2WAcmA38UYTF/6M0w&#10;d+HCGzpvU6HEhGOOBsqUmlzraEvyGAehIZbbMbQek6xtoV2LFzH3tX7OsrH2WLEklNjQsiR72v56&#10;A+vqi17H9vjmp592c7j+pNHk2xnz9Nh9vINK1KW7+P977aT+KHsRAMGRGf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Bcw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0AjMYA&#10;AADeAAAADwAAAGRycy9kb3ducmV2LnhtbERPXWsCMRB8L/gfwgq+1UQtpT2NUgWhxQ+oSvu6XNbL&#10;0cvmuKTn+e+NUOjb7M7OzM5s0blKtNSE0rOG0VCBIM69KbnQcDquH19AhIhssPJMGq4UYDHvPcww&#10;M/7Cn9QeYiGSCYcMNdgY60zKkFtyGIa+Jk7c2TcOYxqbQpoGL8ncVXKs1LN0WHJKsFjTylL+c/h1&#10;GlrcX9W3Xe5eP8ptPt4vvzYm7fWg371NQUTq4v/xn/rdpPcn6mkE9zoJ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0Aj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BYcMA&#10;AADe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8t7kr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JBY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/X8UA&#10;AADeAAAADwAAAGRycy9kb3ducmV2LnhtbERP22oCMRB9F/oPYYS+aVaLraxGsVpBpEW8vY+bcXfb&#10;ZLJsUl3/3giFvs3hXGc8bawRF6p96VhBr5uAIM6cLjlXcNgvO0MQPiBrNI5JwY08TCdPrTGm2l15&#10;S5ddyEUMYZ+igiKEKpXSZwVZ9F1XEUfu7GqLIcI6l7rGawy3RvaT5FVaLDk2FFjRvKDsZ/drFSw3&#10;C/Pd/9rOjjLMP95OZrh+X3wq9dxuZiMQgZrwL/5zr3Sc/9JLBvB4J9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iH9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8vMYA&#10;AADeAAAADwAAAGRycy9kb3ducmV2LnhtbERP22rCQBB9F/yHZQp9Kbqx0iDRNUihmEIL3sDXMTtN&#10;QrKzIbtN0r/vFgq+zeFcZ5OOphE9da6yrGAxj0AQ51ZXXCi4nN9mKxDOI2tsLJOCH3KQbqeTDSba&#10;Dnyk/uQLEULYJaig9L5NpHR5SQbd3LbEgfuynUEfYFdI3eEQwk0jn6MolgYrDg0ltvRaUl6fvo2C&#10;/vBxK7Lete/16sm9LG/7/ae+KvX4MO7WIDyN/i7+d2c6zF8uohj+3gk3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w8v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nOsYA&#10;AADeAAAADwAAAGRycy9kb3ducmV2LnhtbERPS08CMRC+m/gfmjHxJi2IgCuFiIkJFxN5HOA2bMfd&#10;Ddvp2lZY+PWUxITbfPmeM562thYH8qFyrKHbUSCIc2cqLjSsV59PIxAhIhusHZOGEwWYTu7vxpgZ&#10;d+QFHZaxECmEQ4YayhibTMqQl2QxdFxDnLgf5y3GBH0hjcdjCre17Ck1kBYrTg0lNvRRUr5f/lkN&#10;s9fR7Pe7z1/nxW5L281u/9LzSuvHh/b9DUSkNt7E/+65SfOfu2oI13fSD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znOsYAAADeAAAADwAAAAAAAAAAAAAAAACYAgAAZHJz&#10;L2Rvd25yZXYueG1sUEsFBgAAAAAEAAQA9QAAAIsDAAAAAA==&#10;" fillcolor="black" stroked="f"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B9SMkA&#10;AADeAAAADwAAAGRycy9kb3ducmV2LnhtbESPT2/CMAzF70j7DpEn7QYpoCHUEdD4M2nS4ADssKPX&#10;eG3UxqmaDLp9+vkwiZut9/zez4tV7xt1oS66wAbGowwUcRGs49LA+/llOAcVE7LFJjAZ+KEIq+Xd&#10;YIG5DVc+0uWUSiUhHHM0UKXU5lrHoiKPcRRaYtG+QucxydqV2nZ4lXDf6EmWzbRHx9JQYUubior6&#10;9O0NfLzN3PzoaPK5/13v7P6xXh+2tTEP9/3zE6hEfbqZ/69freBPx5nwyjs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9B9S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614cQA&#10;AADeAAAADwAAAGRycy9kb3ducmV2LnhtbERPTWsCMRC9F/ofwhR600QLRVejSKW0lx5qK16HzbhZ&#10;dzPZJlFXf31TEHqbx/uc+bJ3rThRiLVnDaOhAkFcelNzpeH763UwARETssHWM2m4UITl4v5ujoXx&#10;Z/6k0yZVIodwLFCDTakrpIylJYdx6DvizO19cJgyDJU0Ac853LVyrNSzdFhzbrDY0YulstkcnYaw&#10;2q2bKx+3jbp+XOLbof+ZoNX68aFfzUAk6tO/+OZ+N3n+00hN4e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Ote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w86scA&#10;AADeAAAADwAAAGRycy9kb3ducmV2LnhtbESP3UoDQQyF74W+w5CCN2Jnt4Kta6dFBEGwCP15gLgT&#10;dxdnMstObLc+vbkQvEvIyTnnW23GGMyJhtwldlDOCjDEdfIdNw6Oh5fbJZgsyB5DYnJwoQyb9eRq&#10;hZVPZ97RaS+NURPOFTpoRfrK2ly3FDHPUk+st880RBRdh8b6Ac9qHoOdF8W9jdixJrTY03NL9df+&#10;OzoI84/w8LbIW7kc7bb4ibK7effOXU/Hp0cwQqP8i/++X73WvytLBVAcncG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cPO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DYK8QA&#10;AADeAAAADwAAAGRycy9kb3ducmV2LnhtbERPTWvCQBC9C/0PyxR6000sFEldxVaEXHowRryO2Wk2&#10;uDsbsltN++vdQqG3ebzPWa5HZ8WVhtB5VpDPMhDEjdcdtwrqw266ABEiskbrmRR8U4D16mGyxEL7&#10;G+/pWsVWpBAOBSowMfaFlKEx5DDMfE+cuE8/OIwJDq3UA95SuLNynmUv0mHHqcFgT++Gmkv15RRs&#10;q97O69K8hdPx43y25c+OTlulnh7HzSuISGP8F/+5S53mP+d5D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A2C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0asMA&#10;AADeAAAADwAAAGRycy9kb3ducmV2LnhtbERPTWvCQBC9F/oflin0VncTwUp0DUUUhJ5q9eBt2B2T&#10;2OxsyK4m/ffdguBtHu9zluXoWnGjPjSeNWQTBYLYeNtwpeHwvX2bgwgR2WLrmTT8UoBy9fy0xML6&#10;gb/oto+VSCEcCtRQx9gVUgZTk8Mw8R1x4s6+dxgT7CtpexxSuGtlrtRMOmw4NdTY0bom87O/Og2X&#10;rfz0RqE5Ho7Dzr6fNjNqldavL+PHAkSkMT7Ed/fOpvnTLMvh/510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f0a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OilsMA&#10;AADeAAAADwAAAGRycy9kb3ducmV2LnhtbERPTYvCMBC9L/gfwgje1rQWRKpRVBCWFQ/qsngcm7Et&#10;bSYlidr99xthYW/zeJ+zWPWmFQ9yvrasIB0nIIgLq2suFXydd+8zED4ga2wtk4If8rBaDt4WmGv7&#10;5CM9TqEUMYR9jgqqELpcSl9UZNCPbUccuZt1BkOErpTa4TOGm1ZOkmQqDdYcGyrsaFtR0ZzuRsHl&#10;vufbIftcu034tv3ZN5PrrFFqNOzXcxCB+vAv/nN/6Dg/S9MM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Oil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vkMYA&#10;AADeAAAADwAAAGRycy9kb3ducmV2LnhtbERPTWsCMRC9C/6HMEJvml1ri65G0YLQi1BtD/U2bsbd&#10;xc1km0Td+usboeBtHu9zZovW1OJCzleWFaSDBARxbnXFhYKvz3V/DMIHZI21ZVLwSx4W825nhpm2&#10;V97SZRcKEUPYZ6igDKHJpPR5SQb9wDbEkTtaZzBE6AqpHV5juKnlMElepcGKY0OJDb2VlJ92Z6Ng&#10;NRmvfj5GvLltD3vafx9OL0OXKPXUa5dTEIHa8BD/u991nP+cpi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fvkMYAAADeAAAADwAAAAAAAAAAAAAAAACYAgAAZHJz&#10;L2Rvd25yZXYueG1sUEsFBgAAAAAEAAQA9QAAAIsDAAAAAA==&#10;" fillcolor="black" stroked="f"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1BocMA&#10;AADeAAAADwAAAGRycy9kb3ducmV2LnhtbERP30vDMBB+F/Y/hBv45tJuKFKXjTIYik/dVHy9Nbem&#10;rLmUJGb1vzeC4Nt9fD9vvZ3sIBL50DtWUC4KEMSt0z13Ct7f9nePIEJE1jg4JgXfFGC7md2ssdLu&#10;ygdKx9iJHMKhQgUmxrGSMrSGLIaFG4kzd3beYszQd1J7vOZwO8hlUTxIiz3nBoMj7Qy1l+OXVZBO&#10;u6Zepc9kDq++7rxrnj9OjVK386l+AhFpiv/iP/eLzvNXZXkP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1Bo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b38UA&#10;AADeAAAADwAAAGRycy9kb3ducmV2LnhtbERPTWvCQBC9F/wPywje6iYVQhtdpUiV6qU2LehxyI7Z&#10;0OxsyG5j9Nd3C4Xe5vE+Z7EabCN66nztWEE6TUAQl07XXCn4/NjcP4LwAVlj45gUXMnDajm6W2Cu&#10;3YXfqS9CJWII+xwVmBDaXEpfGrLop64ljtzZdRZDhF0ldYeXGG4b+ZAkmbRYc2ww2NLaUPlVfFsF&#10;Pl2/HPf29tSftobfip3JDpVRajIenucgAg3hX/znftVx/ixNM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5v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0A83" w:rsidRPr="00D815F3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100A83" w:rsidRPr="001869AA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00A83" w:rsidRPr="001869AA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00A83" w:rsidRPr="001869AA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00A83" w:rsidRPr="00D815F3" w:rsidRDefault="00100A83" w:rsidP="00100A8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100A83" w:rsidRPr="001869AA" w:rsidRDefault="00100A83" w:rsidP="00100A8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100A83" w:rsidRPr="001869AA" w:rsidRDefault="00100A83" w:rsidP="00100A8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00A83" w:rsidRPr="001869AA" w:rsidRDefault="00100A83" w:rsidP="00100A8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100A83" w:rsidRPr="001869AA" w:rsidRDefault="00100A83" w:rsidP="00100A8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00A83" w:rsidRPr="001869AA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3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0A83" w:rsidRDefault="00100A83" w:rsidP="00100A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07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5HdX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0A83" w:rsidRDefault="00100A83" w:rsidP="00100A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00A83" w:rsidRDefault="00100A83" w:rsidP="00100A83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100A83" w:rsidRPr="001869AA" w:rsidRDefault="00100A83" w:rsidP="00100A8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00A83" w:rsidRDefault="00100A83" w:rsidP="00100A83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100A83" w:rsidRPr="001869AA" w:rsidRDefault="00100A83" w:rsidP="00100A83">
      <w:pPr>
        <w:spacing w:after="0" w:line="240" w:lineRule="auto"/>
        <w:jc w:val="center"/>
        <w:rPr>
          <w:rFonts w:ascii="Times New Roman" w:hAnsi="Times New Roman"/>
        </w:rPr>
      </w:pPr>
    </w:p>
    <w:p w:rsidR="00100A83" w:rsidRPr="00312454" w:rsidRDefault="00100A83" w:rsidP="00100A8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100A83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00A83" w:rsidRDefault="00100A83" w:rsidP="00100A8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00A83" w:rsidRPr="00E12288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Г.О.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100A83" w:rsidRPr="00E12288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100A83" w:rsidRPr="00E12288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Г.О.,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100A83" w:rsidRPr="00E12288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Галині Олександрівні,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472C97">
        <w:rPr>
          <w:rFonts w:ascii="Times New Roman" w:hAnsi="Times New Roman"/>
          <w:sz w:val="24"/>
          <w:lang w:val="en-US"/>
        </w:rPr>
        <w:t>____________</w:t>
      </w:r>
      <w:r>
        <w:rPr>
          <w:rFonts w:ascii="Times New Roman" w:hAnsi="Times New Roman"/>
          <w:sz w:val="24"/>
        </w:rPr>
        <w:t>,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472C97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0,2800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982100:01:002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026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для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ведення особистого селянського 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Г.О.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0A83" w:rsidRPr="00E12288" w:rsidRDefault="00100A83" w:rsidP="00100A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00A83" w:rsidRPr="00E12288" w:rsidRDefault="00100A83" w:rsidP="00100A8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100A83" w:rsidRPr="00E12288" w:rsidRDefault="00100A83" w:rsidP="00100A8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100A83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100A83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5F55A9" w:rsidRPr="00100A83" w:rsidRDefault="00100A83" w:rsidP="00100A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5F55A9" w:rsidRPr="00100A8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83"/>
    <w:rsid w:val="00100A83"/>
    <w:rsid w:val="00171A2E"/>
    <w:rsid w:val="00304C90"/>
    <w:rsid w:val="00472C97"/>
    <w:rsid w:val="00505B6D"/>
    <w:rsid w:val="005F55A9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8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8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2020-11-17T16:13:00Z</dcterms:created>
  <dcterms:modified xsi:type="dcterms:W3CDTF">2020-11-18T06:59:00Z</dcterms:modified>
</cp:coreProperties>
</file>