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0FE8" w:rsidRDefault="00AC0FE8" w:rsidP="00AC0FE8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0FE8" w:rsidRDefault="00AC0FE8" w:rsidP="00AC0F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0FE8" w:rsidRDefault="00AC0FE8" w:rsidP="00AC0F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0FE8" w:rsidRDefault="00AC0FE8" w:rsidP="00AC0F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0FE8" w:rsidRDefault="00AC0FE8" w:rsidP="00AC0F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0FE8" w:rsidRDefault="00AC0FE8" w:rsidP="00AC0F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0FE8" w:rsidRDefault="00AC0FE8" w:rsidP="00AC0F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0FE8" w:rsidRDefault="00AC0FE8" w:rsidP="00AC0F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0FE8" w:rsidRDefault="00AC0FE8" w:rsidP="00AC0F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0FE8" w:rsidRDefault="00AC0FE8" w:rsidP="00AC0F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0FE8" w:rsidRDefault="00AC0FE8" w:rsidP="00AC0F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0FE8" w:rsidRDefault="00AC0FE8" w:rsidP="00AC0F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0FE8" w:rsidRDefault="00AC0FE8" w:rsidP="00AC0F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0FE8" w:rsidRDefault="00AC0FE8" w:rsidP="00AC0F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0FE8" w:rsidRDefault="00AC0FE8" w:rsidP="00AC0F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0FE8" w:rsidRDefault="00AC0FE8" w:rsidP="00AC0F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0FE8" w:rsidRDefault="00AC0FE8" w:rsidP="00AC0F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0FE8" w:rsidRDefault="00AC0FE8" w:rsidP="00AC0F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0FE8" w:rsidRDefault="00AC0FE8" w:rsidP="00AC0F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0FE8" w:rsidRDefault="00AC0FE8" w:rsidP="00AC0F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0FE8" w:rsidRDefault="00AC0FE8" w:rsidP="00AC0F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0FE8" w:rsidRDefault="00AC0FE8" w:rsidP="00AC0F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0FE8" w:rsidRDefault="00AC0FE8" w:rsidP="00AC0F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0FE8" w:rsidRDefault="00AC0FE8" w:rsidP="00AC0F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0FE8" w:rsidRDefault="00AC0FE8" w:rsidP="00AC0F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0FE8" w:rsidRDefault="00AC0FE8" w:rsidP="00AC0F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0FE8" w:rsidRDefault="00AC0FE8" w:rsidP="00AC0F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0FE8" w:rsidRDefault="00AC0FE8" w:rsidP="00AC0F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0FE8" w:rsidRDefault="00AC0FE8" w:rsidP="00AC0F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0FE8" w:rsidRDefault="00AC0FE8" w:rsidP="00AC0F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0FE8" w:rsidRDefault="00AC0FE8" w:rsidP="00AC0F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C0FE8" w:rsidRDefault="00AC0FE8" w:rsidP="00AC0F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C0FE8" w:rsidRDefault="00AC0FE8" w:rsidP="00AC0F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C0FE8" w:rsidRDefault="00AC0FE8" w:rsidP="00AC0F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C0FE8" w:rsidRDefault="00AC0FE8" w:rsidP="00AC0F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C0FE8" w:rsidRDefault="00AC0FE8" w:rsidP="00AC0F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C0FE8" w:rsidRDefault="00AC0FE8" w:rsidP="00AC0F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C0FE8" w:rsidRDefault="00AC0FE8" w:rsidP="00AC0F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C0FE8" w:rsidRDefault="00AC0FE8" w:rsidP="00AC0F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C0FE8" w:rsidRDefault="00AC0FE8" w:rsidP="00AC0F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C0FE8" w:rsidRDefault="00AC0FE8" w:rsidP="00AC0F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C0FE8" w:rsidRDefault="00AC0FE8" w:rsidP="00AC0F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C0FE8" w:rsidRDefault="00AC0FE8" w:rsidP="00AC0F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C0FE8" w:rsidRDefault="00AC0FE8" w:rsidP="00AC0F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C0FE8" w:rsidRDefault="00AC0FE8" w:rsidP="00AC0F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C0FE8" w:rsidRDefault="00AC0FE8" w:rsidP="00AC0F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C0FE8" w:rsidRDefault="00AC0FE8" w:rsidP="00AC0F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C0FE8" w:rsidRDefault="00AC0FE8" w:rsidP="00AC0F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C0FE8" w:rsidRDefault="00AC0FE8" w:rsidP="00AC0F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C0FE8" w:rsidRDefault="00AC0FE8" w:rsidP="00AC0F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C0FE8" w:rsidRDefault="00AC0FE8" w:rsidP="00AC0F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" fillcolor="black" stroked="f">
                  <v:textbox>
                    <w:txbxContent>
                      <w:p w:rsidR="00AC0FE8" w:rsidRDefault="00AC0FE8" w:rsidP="00AC0F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C0FE8" w:rsidRDefault="00AC0FE8" w:rsidP="00AC0F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C0FE8" w:rsidRDefault="00AC0FE8" w:rsidP="00AC0F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C0FE8" w:rsidRDefault="00AC0FE8" w:rsidP="00AC0F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C0FE8" w:rsidRDefault="00AC0FE8" w:rsidP="00AC0F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C0FE8" w:rsidRDefault="00AC0FE8" w:rsidP="00AC0F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C0FE8" w:rsidRDefault="00AC0FE8" w:rsidP="00AC0F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" fillcolor="black" stroked="f">
                  <v:textbox>
                    <w:txbxContent>
                      <w:p w:rsidR="00AC0FE8" w:rsidRDefault="00AC0FE8" w:rsidP="00AC0F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C0FE8" w:rsidRDefault="00AC0FE8" w:rsidP="00AC0F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C0FE8" w:rsidRDefault="00AC0FE8" w:rsidP="00AC0F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AC0FE8" w:rsidRDefault="00AC0FE8" w:rsidP="00AC0FE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C0FE8" w:rsidRDefault="00AC0FE8" w:rsidP="00AC0FE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C0FE8" w:rsidRDefault="00AC0FE8" w:rsidP="00AC0FE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C0FE8" w:rsidRDefault="00AC0FE8" w:rsidP="00AC0FE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C0FE8" w:rsidRDefault="00AC0FE8" w:rsidP="00AC0FE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AC0FE8" w:rsidRDefault="00AC0FE8" w:rsidP="00AC0FE8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AC0FE8" w:rsidRDefault="00AC0FE8" w:rsidP="00AC0FE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AC0FE8" w:rsidRDefault="00AC0FE8" w:rsidP="00AC0FE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AC0FE8" w:rsidRDefault="00AC0FE8" w:rsidP="00AC0FE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C0FE8" w:rsidRDefault="00AC0FE8" w:rsidP="00AC0FE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AC0FE8" w:rsidRDefault="00AC0FE8" w:rsidP="00AC0FE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C0FE8" w:rsidRDefault="00AC0FE8" w:rsidP="00AC0FE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AC0FE8" w:rsidRDefault="00AC0FE8" w:rsidP="00AC0FE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C0FE8" w:rsidRDefault="00AC0FE8" w:rsidP="00AC0FE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.04.2021 року                                            Крупець                                                       №109</w:t>
      </w:r>
    </w:p>
    <w:p w:rsidR="00AC0FE8" w:rsidRPr="000B4200" w:rsidRDefault="00AC0FE8" w:rsidP="00AC0FE8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AC0FE8" w:rsidRPr="000B4200" w:rsidRDefault="00AC0FE8" w:rsidP="00AC0FE8">
      <w:pPr>
        <w:spacing w:after="0"/>
        <w:rPr>
          <w:rFonts w:ascii="Times New Roman" w:eastAsia="Calibri" w:hAnsi="Times New Roman" w:cs="Times New Roman"/>
          <w:b/>
          <w:sz w:val="24"/>
        </w:rPr>
      </w:pPr>
      <w:r w:rsidRPr="000B4200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AC0FE8" w:rsidRPr="000B4200" w:rsidRDefault="00AC0FE8" w:rsidP="00AC0FE8">
      <w:pPr>
        <w:spacing w:after="0"/>
        <w:rPr>
          <w:rFonts w:ascii="Times New Roman" w:eastAsia="Calibri" w:hAnsi="Times New Roman" w:cs="Times New Roman"/>
          <w:b/>
          <w:sz w:val="24"/>
        </w:rPr>
      </w:pPr>
      <w:r w:rsidRPr="000B4200">
        <w:rPr>
          <w:rFonts w:ascii="Times New Roman" w:eastAsia="Calibri" w:hAnsi="Times New Roman" w:cs="Times New Roman"/>
          <w:b/>
          <w:sz w:val="24"/>
        </w:rPr>
        <w:t xml:space="preserve">технічної документації із землеустрою </w:t>
      </w:r>
    </w:p>
    <w:p w:rsidR="00AC0FE8" w:rsidRPr="000B4200" w:rsidRDefault="00AC0FE8" w:rsidP="00AC0FE8">
      <w:pPr>
        <w:spacing w:after="0"/>
        <w:rPr>
          <w:rFonts w:ascii="Times New Roman" w:eastAsia="Calibri" w:hAnsi="Times New Roman" w:cs="Times New Roman"/>
          <w:b/>
          <w:sz w:val="24"/>
        </w:rPr>
      </w:pPr>
      <w:r w:rsidRPr="000B4200">
        <w:rPr>
          <w:rFonts w:ascii="Times New Roman" w:eastAsia="Calibri" w:hAnsi="Times New Roman" w:cs="Times New Roman"/>
          <w:b/>
          <w:sz w:val="24"/>
        </w:rPr>
        <w:t xml:space="preserve">щодо встановлення (відновлення) меж </w:t>
      </w:r>
    </w:p>
    <w:p w:rsidR="00AC0FE8" w:rsidRPr="000B4200" w:rsidRDefault="00AC0FE8" w:rsidP="00AC0FE8">
      <w:pPr>
        <w:spacing w:after="0"/>
        <w:rPr>
          <w:rFonts w:ascii="Times New Roman" w:eastAsia="Calibri" w:hAnsi="Times New Roman" w:cs="Times New Roman"/>
          <w:b/>
          <w:sz w:val="24"/>
        </w:rPr>
      </w:pPr>
      <w:r w:rsidRPr="000B4200">
        <w:rPr>
          <w:rFonts w:ascii="Times New Roman" w:eastAsia="Calibri" w:hAnsi="Times New Roman" w:cs="Times New Roman"/>
          <w:b/>
          <w:sz w:val="24"/>
        </w:rPr>
        <w:t>земельної ділянки в натурі (на місцевості)</w:t>
      </w:r>
    </w:p>
    <w:p w:rsidR="00AC0FE8" w:rsidRPr="000B4200" w:rsidRDefault="00AC0FE8" w:rsidP="00AC0FE8">
      <w:pPr>
        <w:spacing w:after="0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0B4200">
        <w:rPr>
          <w:rFonts w:ascii="Times New Roman" w:eastAsia="Calibri" w:hAnsi="Times New Roman" w:cs="Times New Roman"/>
          <w:b/>
          <w:sz w:val="24"/>
        </w:rPr>
        <w:t>Плисюк</w:t>
      </w:r>
      <w:proofErr w:type="spellEnd"/>
      <w:r w:rsidRPr="000B4200">
        <w:rPr>
          <w:rFonts w:ascii="Times New Roman" w:eastAsia="Calibri" w:hAnsi="Times New Roman" w:cs="Times New Roman"/>
          <w:b/>
          <w:sz w:val="24"/>
        </w:rPr>
        <w:t xml:space="preserve"> Д.О.</w:t>
      </w:r>
    </w:p>
    <w:p w:rsidR="00AC0FE8" w:rsidRPr="000B4200" w:rsidRDefault="00AC0FE8" w:rsidP="00AC0FE8">
      <w:pPr>
        <w:spacing w:after="0"/>
        <w:rPr>
          <w:rFonts w:ascii="Times New Roman" w:eastAsia="Calibri" w:hAnsi="Times New Roman" w:cs="Times New Roman"/>
          <w:b/>
          <w:sz w:val="24"/>
        </w:rPr>
      </w:pPr>
    </w:p>
    <w:p w:rsidR="00AC0FE8" w:rsidRPr="000B4200" w:rsidRDefault="00AC0FE8" w:rsidP="00AC0FE8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B4200">
        <w:rPr>
          <w:rFonts w:ascii="Times New Roman" w:eastAsia="Calibri" w:hAnsi="Times New Roman" w:cs="Times New Roman"/>
          <w:sz w:val="24"/>
        </w:rPr>
        <w:t xml:space="preserve">                Відповідно до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0B4200">
        <w:rPr>
          <w:rFonts w:ascii="Times New Roman" w:eastAsia="Calibri" w:hAnsi="Times New Roman" w:cs="Times New Roman"/>
          <w:sz w:val="24"/>
        </w:rPr>
        <w:t xml:space="preserve">пункту 34 частини 1 статті 26,  статті 42 Закону України «Про місцеве самоврядування в Україні»,  Земельного кодексу України, Закону України «Про землеустрій», розглянувши заяву </w:t>
      </w:r>
      <w:proofErr w:type="spellStart"/>
      <w:r w:rsidRPr="000B4200">
        <w:rPr>
          <w:rFonts w:ascii="Times New Roman" w:eastAsia="Calibri" w:hAnsi="Times New Roman" w:cs="Times New Roman"/>
          <w:sz w:val="24"/>
        </w:rPr>
        <w:t>Плисюк</w:t>
      </w:r>
      <w:proofErr w:type="spellEnd"/>
      <w:r w:rsidRPr="000B4200">
        <w:rPr>
          <w:rFonts w:ascii="Times New Roman" w:eastAsia="Calibri" w:hAnsi="Times New Roman" w:cs="Times New Roman"/>
          <w:sz w:val="24"/>
        </w:rPr>
        <w:t xml:space="preserve"> Д.О., сільська рада</w:t>
      </w:r>
    </w:p>
    <w:p w:rsidR="00AC0FE8" w:rsidRPr="000B4200" w:rsidRDefault="00AC0FE8" w:rsidP="00AC0FE8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B4200">
        <w:rPr>
          <w:rFonts w:ascii="Times New Roman" w:eastAsia="Calibri" w:hAnsi="Times New Roman" w:cs="Times New Roman"/>
          <w:sz w:val="24"/>
        </w:rPr>
        <w:t>ВИРІШИЛА:</w:t>
      </w:r>
    </w:p>
    <w:p w:rsidR="00AC0FE8" w:rsidRPr="000B4200" w:rsidRDefault="00AC0FE8" w:rsidP="00AC0FE8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B4200">
        <w:rPr>
          <w:rFonts w:ascii="Times New Roman" w:eastAsia="Calibri" w:hAnsi="Times New Roman" w:cs="Times New Roman"/>
          <w:sz w:val="24"/>
        </w:rPr>
        <w:t xml:space="preserve">        1. Надати </w:t>
      </w:r>
      <w:proofErr w:type="spellStart"/>
      <w:r w:rsidRPr="000B4200">
        <w:rPr>
          <w:rFonts w:ascii="Times New Roman" w:eastAsia="Calibri" w:hAnsi="Times New Roman" w:cs="Times New Roman"/>
          <w:sz w:val="24"/>
        </w:rPr>
        <w:t>Плисюк</w:t>
      </w:r>
      <w:proofErr w:type="spellEnd"/>
      <w:r w:rsidRPr="000B4200">
        <w:rPr>
          <w:rFonts w:ascii="Times New Roman" w:eastAsia="Calibri" w:hAnsi="Times New Roman" w:cs="Times New Roman"/>
          <w:sz w:val="24"/>
        </w:rPr>
        <w:t xml:space="preserve"> Діні Олексіївні, яка зареєстрована за </w:t>
      </w:r>
      <w:proofErr w:type="spellStart"/>
      <w:r w:rsidRPr="000B4200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0B4200">
        <w:rPr>
          <w:rFonts w:ascii="Times New Roman" w:eastAsia="Calibri" w:hAnsi="Times New Roman" w:cs="Times New Roman"/>
          <w:sz w:val="24"/>
        </w:rPr>
        <w:t xml:space="preserve">: </w:t>
      </w:r>
      <w:r w:rsidR="00A81199">
        <w:rPr>
          <w:rFonts w:ascii="Times New Roman" w:eastAsia="Calibri" w:hAnsi="Times New Roman" w:cs="Times New Roman"/>
          <w:sz w:val="24"/>
        </w:rPr>
        <w:t>__________</w:t>
      </w:r>
      <w:bookmarkStart w:id="0" w:name="_GoBack"/>
      <w:bookmarkEnd w:id="0"/>
      <w:r w:rsidRPr="000B4200">
        <w:rPr>
          <w:rFonts w:ascii="Times New Roman" w:eastAsia="Calibri" w:hAnsi="Times New Roman" w:cs="Times New Roman"/>
          <w:sz w:val="24"/>
        </w:rPr>
        <w:t>, дозвіл на розробку технічної документації із землеустрою щодо встановлення (відновлення) меж земельної ділянки в натурі (на місцевості), орієнтовною площею 0,2500 га,  для будівництва та обслуговування  житлового будинку, господарських будівель і споруд (присадибна ділянка), земельна ділянка  розташована в с.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B4200">
        <w:rPr>
          <w:rFonts w:ascii="Times New Roman" w:eastAsia="Calibri" w:hAnsi="Times New Roman" w:cs="Times New Roman"/>
          <w:sz w:val="24"/>
        </w:rPr>
        <w:t>Колом’є</w:t>
      </w:r>
      <w:proofErr w:type="spellEnd"/>
      <w:r w:rsidRPr="000B4200">
        <w:rPr>
          <w:rFonts w:ascii="Times New Roman" w:eastAsia="Calibri" w:hAnsi="Times New Roman" w:cs="Times New Roman"/>
          <w:sz w:val="24"/>
        </w:rPr>
        <w:t>, по вул.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0B4200">
        <w:rPr>
          <w:rFonts w:ascii="Times New Roman" w:eastAsia="Calibri" w:hAnsi="Times New Roman" w:cs="Times New Roman"/>
          <w:sz w:val="24"/>
        </w:rPr>
        <w:t>Миру, 66.</w:t>
      </w:r>
    </w:p>
    <w:p w:rsidR="00AC0FE8" w:rsidRPr="000B4200" w:rsidRDefault="00AC0FE8" w:rsidP="00AC0FE8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B4200">
        <w:rPr>
          <w:rFonts w:ascii="Times New Roman" w:eastAsia="Calibri" w:hAnsi="Times New Roman" w:cs="Times New Roman"/>
          <w:sz w:val="24"/>
        </w:rPr>
        <w:t xml:space="preserve">        2. </w:t>
      </w:r>
      <w:proofErr w:type="spellStart"/>
      <w:r w:rsidRPr="000B4200">
        <w:rPr>
          <w:rFonts w:ascii="Times New Roman" w:eastAsia="Calibri" w:hAnsi="Times New Roman" w:cs="Times New Roman"/>
          <w:sz w:val="24"/>
        </w:rPr>
        <w:t>Плисюк</w:t>
      </w:r>
      <w:proofErr w:type="spellEnd"/>
      <w:r w:rsidRPr="000B4200">
        <w:rPr>
          <w:rFonts w:ascii="Times New Roman" w:eastAsia="Calibri" w:hAnsi="Times New Roman" w:cs="Times New Roman"/>
          <w:sz w:val="24"/>
        </w:rPr>
        <w:t xml:space="preserve"> Д.О.,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AC0FE8" w:rsidRPr="000B4200" w:rsidRDefault="00AC0FE8" w:rsidP="00AC0FE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420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AC0FE8" w:rsidRPr="000B4200" w:rsidRDefault="00AC0FE8" w:rsidP="00AC0FE8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B4200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AC0FE8" w:rsidRPr="000B4200" w:rsidRDefault="00AC0FE8" w:rsidP="00AC0FE8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AC0FE8" w:rsidRPr="000B4200" w:rsidRDefault="00AC0FE8" w:rsidP="00AC0FE8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6646CB" w:rsidRPr="00AC0FE8" w:rsidRDefault="00AC0FE8" w:rsidP="00AC0FE8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B4200">
        <w:rPr>
          <w:rFonts w:ascii="Times New Roman" w:eastAsia="Calibri" w:hAnsi="Times New Roman" w:cs="Times New Roman"/>
          <w:sz w:val="24"/>
        </w:rPr>
        <w:t xml:space="preserve">Сільський  голова                                                                           </w:t>
      </w:r>
      <w:r>
        <w:rPr>
          <w:rFonts w:ascii="Times New Roman" w:eastAsia="Calibri" w:hAnsi="Times New Roman" w:cs="Times New Roman"/>
          <w:sz w:val="24"/>
        </w:rPr>
        <w:t xml:space="preserve">    Валерій МИХАЛЮК </w:t>
      </w:r>
    </w:p>
    <w:sectPr w:rsidR="006646CB" w:rsidRPr="00AC0FE8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FE8"/>
    <w:rsid w:val="00171A2E"/>
    <w:rsid w:val="00304C90"/>
    <w:rsid w:val="00505B6D"/>
    <w:rsid w:val="006646CB"/>
    <w:rsid w:val="006D3977"/>
    <w:rsid w:val="007D6C18"/>
    <w:rsid w:val="00A81199"/>
    <w:rsid w:val="00AC0FE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1D9F09"/>
  <w15:docId w15:val="{9F9B34E7-36A6-4CA9-80AD-6F79A7688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0FE8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locked/>
    <w:rsid w:val="00AC0FE8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AC0FE8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AC0FE8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260</Words>
  <Characters>1484</Characters>
  <Application>Microsoft Office Word</Application>
  <DocSecurity>0</DocSecurity>
  <Lines>12</Lines>
  <Paragraphs>3</Paragraphs>
  <ScaleCrop>false</ScaleCrop>
  <Company>Microsoft</Company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2</cp:revision>
  <dcterms:created xsi:type="dcterms:W3CDTF">2021-04-28T12:24:00Z</dcterms:created>
  <dcterms:modified xsi:type="dcterms:W3CDTF">2021-04-28T13:37:00Z</dcterms:modified>
</cp:coreProperties>
</file>