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824" w:rsidRPr="000D1FDD" w:rsidRDefault="00741824" w:rsidP="00741824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741824" w:rsidRDefault="00741824" w:rsidP="007418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741824" w:rsidRDefault="00741824" w:rsidP="00741824"/>
    <w:p w:rsidR="00741824" w:rsidRDefault="00741824" w:rsidP="00741824"/>
    <w:p w:rsidR="00741824" w:rsidRDefault="00741824" w:rsidP="007418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41824" w:rsidRDefault="00741824" w:rsidP="007418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41824" w:rsidRDefault="00741824" w:rsidP="007418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41824" w:rsidRDefault="00741824" w:rsidP="007418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41824" w:rsidRDefault="00741824" w:rsidP="0074182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1824" w:rsidRDefault="00741824" w:rsidP="007418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41824" w:rsidRDefault="00741824" w:rsidP="0074182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1824" w:rsidRDefault="00741824" w:rsidP="0074182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741824" w:rsidRPr="0063686B" w:rsidRDefault="00741824" w:rsidP="00741824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741824" w:rsidRDefault="00741824" w:rsidP="0074182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741824" w:rsidRPr="00E52C0C" w:rsidRDefault="00741824" w:rsidP="0074182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41824" w:rsidRPr="00E52C0C" w:rsidRDefault="00741824" w:rsidP="0074182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741824" w:rsidRPr="00E52C0C" w:rsidRDefault="00741824" w:rsidP="0074182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741824" w:rsidRPr="00E52C0C" w:rsidRDefault="00741824" w:rsidP="0074182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Клімчуку</w:t>
      </w:r>
      <w:proofErr w:type="spellEnd"/>
      <w:r w:rsidRPr="00E52C0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О.М.</w:t>
      </w:r>
    </w:p>
    <w:p w:rsidR="00741824" w:rsidRPr="00E52C0C" w:rsidRDefault="00741824" w:rsidP="0074182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41824" w:rsidRPr="00E52C0C" w:rsidRDefault="00741824" w:rsidP="0074182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пункту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Клімчука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О.М.,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741824" w:rsidRPr="00E52C0C" w:rsidRDefault="00741824" w:rsidP="00741824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741824" w:rsidRPr="00E52C0C" w:rsidRDefault="00741824" w:rsidP="0074182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Клімчуку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Миколайовичу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який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D32EC8">
        <w:rPr>
          <w:rFonts w:ascii="Times New Roman" w:eastAsia="Times New Roman" w:hAnsi="Times New Roman" w:cs="Times New Roman"/>
          <w:color w:val="FF0000"/>
          <w:sz w:val="24"/>
          <w:szCs w:val="24"/>
          <w:lang w:val="en-US" w:eastAsia="en-US"/>
        </w:rPr>
        <w:t>_______________</w:t>
      </w:r>
      <w:bookmarkStart w:id="0" w:name="_GoBack"/>
      <w:bookmarkEnd w:id="0"/>
      <w:r w:rsidRPr="00E52C0C"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0,30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га,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proofErr w:type="gramEnd"/>
    </w:p>
    <w:p w:rsidR="00741824" w:rsidRPr="00E52C0C" w:rsidRDefault="00741824" w:rsidP="0074182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Клімчуку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О.М.,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741824" w:rsidRPr="00E52C0C" w:rsidRDefault="00741824" w:rsidP="0074182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741824" w:rsidRPr="00741824" w:rsidRDefault="00741824" w:rsidP="0074182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741824" w:rsidRPr="00E52C0C" w:rsidRDefault="00741824" w:rsidP="0074182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41824" w:rsidRPr="00E52C0C" w:rsidRDefault="00741824" w:rsidP="0074182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41824" w:rsidRPr="00E52C0C" w:rsidRDefault="00741824" w:rsidP="0074182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E52C0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8E6775" w:rsidRDefault="008E6775"/>
    <w:sectPr w:rsidR="008E677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824"/>
    <w:rsid w:val="00171A2E"/>
    <w:rsid w:val="00304C90"/>
    <w:rsid w:val="00505B6D"/>
    <w:rsid w:val="006D3977"/>
    <w:rsid w:val="00741824"/>
    <w:rsid w:val="007D6C18"/>
    <w:rsid w:val="008E6775"/>
    <w:rsid w:val="00D1641A"/>
    <w:rsid w:val="00D32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4182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4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41824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4182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418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4182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240</Words>
  <Characters>1369</Characters>
  <Application>Microsoft Office Word</Application>
  <DocSecurity>0</DocSecurity>
  <Lines>11</Lines>
  <Paragraphs>3</Paragraphs>
  <ScaleCrop>false</ScaleCrop>
  <Company>Microsoft</Company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2020-05-21T17:03:00Z</dcterms:created>
  <dcterms:modified xsi:type="dcterms:W3CDTF">2020-05-21T17:50:00Z</dcterms:modified>
</cp:coreProperties>
</file>