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E12" w:rsidRPr="00D815F3" w:rsidRDefault="00A57E12" w:rsidP="00A57E1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57E12" w:rsidRPr="001869AA" w:rsidRDefault="00A57E12" w:rsidP="00A57E12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3100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1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PgvKuA54AABY&#10;WQQADgAAAAAAAAAAAAAAAAAuAgAAZHJzL2Uyb0RvYy54bWxQSwECLQAUAAYACAAAACEAntNkbd0A&#10;AAAGAQAADwAAAAAAAAAAAAAAAABoegAAZHJzL2Rvd25yZXYueG1sUEsFBgAAAAAEAAQA8wAAAHJ7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F8MUA&#10;AADdAAAADwAAAGRycy9kb3ducmV2LnhtbESPT2vCQBTE70K/w/IKvekmBqqkriKiJYeAxD/3R/aZ&#10;hGbfhuxq0m/fLQgeh5n5DbPajKYVD+pdY1lBPItAEJdWN1wpuJwP0yUI55E1tpZJwS852KzfJitM&#10;tR24oMfJVyJA2KWooPa+S6V0ZU0G3cx2xMG72d6gD7KvpO5xCHDTynkUfUqDDYeFGjva1VT+nO5G&#10;gU2+s/xazYtkzwvP2+Pydh1zpT7ex+0XCE+jf4Wf7UwrSOIohv834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QX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ficgA&#10;AADdAAAADwAAAGRycy9kb3ducmV2LnhtbESPW2sCMRSE3wv9D+EIfRHNasHL1ihF2F58ELyAr4fN&#10;6Wbt5mRJUt3665tCoY/DzHzDLFadbcSFfKgdKxgNMxDEpdM1VwqOh2IwAxEissbGMSn4pgCr5f3d&#10;AnPtrryjyz5WIkE45KjAxNjmUobSkMUwdC1x8j6ctxiT9JXUHq8Jbhs5zrKJtFhzWjDY0tpQ+bn/&#10;sgrOxdac1tPbi+/Pd3TrF5vX5n2i1EOve34CEamL/+G/9ptW8DjKxvD7Jj0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pV+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Ybc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I6TF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MZht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EvsMA&#10;AADeAAAADwAAAGRycy9kb3ducmV2LnhtbERPTUsDMRC9C/6HMII3m7ToKmvTIlVBBA+tQult2Ex3&#10;FzeTkIzd9d8bQfA2j/c5y/XkB3WilPvAFuYzA4q4Ca7n1sLH+/PVHagsyA6HwGThmzKsV+dnS6xd&#10;GHlLp520qoRwrtFCJxJrrXPTkcc8C5G4cMeQPEqBqdUu4VjC/aAXxlTaY8+locNIm46az92Xt/A2&#10;PsXX2+rmGA/peqHzo5P9Rqy9vJge7kEJTfIv/nO/uDLfmHkFv++UG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bEv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50H8YA&#10;AADeAAAADwAAAGRycy9kb3ducmV2LnhtbESPwWrDMBBE74X+g9hCLiWW0kIb3CghhCYUX0zifsBi&#10;bSxTa2UsJXb+PioUettlZufNrjaT68SVhtB61rDIFAji2puWGw3f1X6+BBEissHOM2m4UYDN+vFh&#10;hbnxIx/peoqNSCEcctRgY+xzKUNtyWHIfE+ctLMfHMa0Do00A44p3HXyRak36bDlRLDY085S/XO6&#10;uAQpX7EszmO1P0w44mdh+Xl71Hr2NG0/QESa4r/57/rLpPpKLd7h9500g1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50H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X1V8cA&#10;AADeAAAADwAAAGRycy9kb3ducmV2LnhtbESPQUsDMRCF74L/IYzQm01aai1r0yK1BRE8WIXibdhM&#10;dxc3k5CM3fXfm4PgbYb35r1v1tvR9+pCKXeBLcymBhRxHVzHjYWP98PtClQWZId9YLLwQxm2m+ur&#10;NVYuDPxGl6M0qoRwrtBCKxIrrXPdksc8DZG4aOeQPEpZU6NdwqGE+17PjVlqjx2XhhYj7Vqqv47f&#10;3sLrsI8v98u7c/xMi7nOT05OO7F2cjM+PoASGuXf/Hf97Aq+MbPCW94pM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l9V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xNJcUA&#10;AADeAAAADwAAAGRycy9kb3ducmV2LnhtbERP20oDMRB9F/yHMEJfSptUUdq1abFCULAgvYCvw2a6&#10;u7iZLEnaXf/eCAXf5nCus1wPrhUXCrHxrGE2VSCIS28brjQcD2YyBxETssXWM2n4oQjr1e3NEgvr&#10;e97RZZ8qkUM4FqihTqkrpIxlTQ7j1HfEmTv54DBlGCppA/Y53LXyXqkn6bDh3FBjR681ld/7s9Ow&#10;+eyrhzAuN4P/OL19PRpjzdZoPbobXp5BJBrSv/jqfrd5vlKzBfy9k2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E0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pk+sUA&#10;AADeAAAADwAAAGRycy9kb3ducmV2LnhtbESPQUsDMRCF70L/Q5iCN5u4qJS1aSktCyJerP6AYTNu&#10;1m4mS5Ju13/vHARvM8yb99632c1hUBOl3Ee2cL8yoIjb6HruLHx+NHdrULkgOxwik4UfyrDbLm42&#10;WLt45XeaTqVTYsK5Rgu+lLHWOreeAuZVHInl9hVTwCJr6rRLeBXzMOjKmCcdsGdJ8DjSwVN7Pl2C&#10;hea1epvOF5eauJ8fAj367/XRW3u7nPfPoArN5V/89/3ipL4xlQAIjs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ymT6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LnsQA&#10;AADeAAAADwAAAGRycy9kb3ducmV2LnhtbERPTWsCMRC9C/0PYQq9FE1UWsrWKLUQKlSQWqHXYTPu&#10;Lt1MliR1139vCoK3ebzPWawG14oThdh41jCdKBDEpbcNVxoO32b8AiImZIutZ9Jwpgir5d1ogYX1&#10;PX/RaZ8qkUM4FqihTqkrpIxlTQ7jxHfEmTv64DBlGCppA/Y53LVyptSzdNhwbqixo/eayt/9n9Ow&#10;3vXVPDyW68F/Hj9+noyxZmu0frgf3l5BJBrSTXx1b2yer9RsCv/v5Bv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2i57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RfFsIA&#10;AADeAAAADwAAAGRycy9kb3ducmV2LnhtbERPzWoCMRC+F/oOYQq91aRLFdkaRVoWSvGi9gGGzbhZ&#10;3UyWJK7r25uC4G0+vt9ZrEbXiYFCbD1reJ8oEMS1Ny03Gv721dscREzIBjvPpOFKEVbL56cFlsZf&#10;eEvDLjUih3AsUYNNqS+ljLUlh3Hie+LMHXxwmDIMjTQBLzncdbJQaiYdtpwbLPb0Zak+7c5OQ/Vb&#10;bIbT2YTKr8cPR1N7nH9brV9fxvUniERjeojv7h+T5ytVFPD/Tr5B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F8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ZkZcAA&#10;AADeAAAADwAAAGRycy9kb3ducmV2LnhtbERP24rCMBB9F/Yfwgj7pom3RaqpiOCij9b9gKEZ29Jm&#10;0m2ytv79RhB8m8O5znY32EbcqfOVYw2zqQJBnDtTcaHh53qcrEH4gGywcUwaHuRhl36MtpgY1/OF&#10;7lkoRAxhn6CGMoQ2kdLnJVn0U9cSR+7mOoshwq6QpsM+httGzpX6khYrjg0ltnQoKa+zP6th+ei/&#10;f7NVrY7G0uy8aM8c8pXWn+NhvwERaAhv8ct9MnG+UvMFPN+JN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ZkZ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3qvsMA&#10;AADeAAAADwAAAGRycy9kb3ducmV2LnhtbERPS2vCQBC+F/wPywje6q6hhDZ1FVEs0lObquchOyah&#10;2dmQXfP4991Cobf5+J6z3o62ET11vnasYbVUIIgLZ2ouNZy/jo/PIHxANtg4Jg0TedhuZg9rzIwb&#10;+JP6PJQihrDPUEMVQptJ6YuKLPqla4kjd3OdxRBhV0rT4RDDbSMTpVJpsebYUGFL+4qK7/xuNdzT&#10;a3Lm27v5yA/T28vhuPPyUmq9mI+7VxCBxvAv/nOfTJyvVPIEv+/E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3qv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7/OMYA&#10;AADeAAAADwAAAGRycy9kb3ducmV2LnhtbERPTU8CMRC9k/AfmjHxBq0oG1wpBE1IhANE1IO3cTvu&#10;Lmyny7bA8u8pCYm3eXmfM562thJHanzpWMNDX4EgzpwpOdfw9TnvjUD4gGywckwazuRhOul2xpga&#10;d+IPOm5CLmII+xQ1FCHUqZQ+K8ii77uaOHJ/rrEYImxyaRo8xXBbyYFSibRYcmwosKa3grLd5mA1&#10;fK9HyfP6dfG0Xa5+8dGa/Y8pE63v79rZC4hAbfgX39zvJs5XajCE6zvxBjm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7/O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228MA&#10;AADeAAAADwAAAGRycy9kb3ducmV2LnhtbERPS4vCMBC+L+x/CLPgbU22LkWqUfaBrnjyBV6HZmzL&#10;NpPSRK3+eiMI3ubje8542tlanKj1lWMNH30Fgjh3puJCw247ex+C8AHZYO2YNFzIw3Ty+jLGzLgz&#10;r+m0CYWIIewz1FCG0GRS+rwki77vGuLIHVxrMUTYFtK0eI7htpaJUqm0WHFsKLGhn5Ly/83Rarim&#10;e1z5v+T7d2ACXT6Hc7dczbXuvXVfIxCBuvAUP9wLE+crlaRwfyfeIC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X22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A67sMA&#10;AADeAAAADwAAAGRycy9kb3ducmV2LnhtbERPzWoCMRC+F3yHMIK3mrjYVlejSFHorXX1AYbNmF3c&#10;TNZNqqtP3xQKvc3H9zvLde8acaUu1J41TMYKBHHpTc1Ww/Gwe56BCBHZYOOZNNwpwHo1eFpibvyN&#10;93QtohUphEOOGqoY21zKUFbkMIx9S5y4k+8cxgQ7K02HtxTuGpkp9Sod1pwaKmzpvaLyXHw7DRef&#10;vZi+2OLneTv/qq2dXh77qdajYb9ZgIjUx3/xn/vDpPlKZW/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A67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Id8YA&#10;AADeAAAADwAAAGRycy9kb3ducmV2LnhtbESPQU/DMAyF70j8h8hIu7GETYzRNZtg0qRdNzhwNInX&#10;djROaUJX+PX4gMTN1nt+73O5GUOrBupTE9nC3dSAInbRN1xZeH3Z3S5BpYzssY1MFr4pwWZ9fVVi&#10;4eOFDzQcc6UkhFOBFuqcu0Lr5GoKmKaxIxbtFPuAWda+0r7Hi4SHVs+MWeiADUtDjR1ta3Ifx69g&#10;Yd+80/3CnR7D8tkd3n4+8/zh7K2d3IxPK1CZxvxv/rvee8E3Zia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PId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6UO8UA&#10;AADeAAAADwAAAGRycy9kb3ducmV2LnhtbERP0WoCMRB8L/gPYYW+1cR7KHo1ShWEllpBLfq6XLaX&#10;w8vmuKTn+feNIPg2u7MzszNb9K4WHbWh8qxhPFIgiAtvKi41/BzWLxMQISIbrD2ThisFWMwHTzPM&#10;jb/wjrp9LEUy4ZCjBhtjk0sZCksOw8g3xIn79a3DmMa2lKbFSzJ3tcyUepUOK04JFhtaWSrO+z+n&#10;ocPtVZ3s8nv6WW2KbLs8fpm018/D/v0NRKQ+Po7v6g+T3lcqm8KtTsI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pQ7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B04cUA&#10;AADeAAAADwAAAGRycy9kb3ducmV2LnhtbESPQU/DMAyF70j8h8hI3FiyIiFUlk1o0hBHKBx2NI3X&#10;dDROlYS126/HByRutvz83vtWmzkM6kQp95EtLBcGFHEbXc+dhc+P3d0jqFyQHQ6RycKZMmzW11cr&#10;rF2c+J1OTemUmHCu0YIvZay1zq2ngHkRR2K5HWIKWGRNnXYJJzEPg66MedABe5YEjyNtPbXfzU+w&#10;ML20X8fqsHf+ksa4a97isRqitbc38/MTqEJz+Rf/fb86qW/MvQAIjs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HT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TBbcUA&#10;AADeAAAADwAAAGRycy9kb3ducmV2LnhtbERP22oCMRB9F/oPYYS+aaKCla1RrBcQqRRtfR834+62&#10;yWTZpLr+fVMo9G0O5zrTeeusuFITKs8aBn0Fgjj3puJCw8f7pjcBESKyQeuZNNwpwHz20JliZvyN&#10;D3Q9xkKkEA4ZaihjrDMpQ16Sw9D3NXHiLr5xGBNsCmkavKVwZ+VQqbF0WHFqKLGmZUn51/Hbadi8&#10;rezncH9YnGRcrp/OdrJ7Wb1q/dhtF88gIrXxX/zn3po0X6nRAH7fST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MF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CCjsUA&#10;AADeAAAADwAAAGRycy9kb3ducmV2LnhtbERP22rCQBB9L/gPywh9Kc1uFUViVpFCUaGCl4KvY3ZM&#10;gtnZkF1j+vfdQqFvczjXyZa9rUVHra8ca3hLFAji3JmKCw1fp4/XGQgfkA3WjknDN3lYLgZPGabG&#10;PfhA3TEUIoawT1FDGUKTSunzkiz6xDXEkbu61mKIsC2kafERw20tR0pNpcWKY0OJDb2XlN+Od6uh&#10;239eik3nm+1t9uIn48t6vTNnrZ+H/WoOIlAf/sV/7o2J85Uaj+D3nXiD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IK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BZCMUA&#10;AADeAAAADwAAAGRycy9kb3ducmV2LnhtbERPS2sCMRC+C/0PYYTeNPFV7NYotSB4Eartod7GzXR3&#10;cTPZJqmu/vpGEHqbj+85s0Vra3EiHyrHGgZ9BYI4d6biQsPnx6o3BREissHaMWm4UIDF/KEzw8y4&#10;M2/ptIuFSCEcMtRQxthkUoa8JIuh7xrixH07bzEm6AtpPJ5TuK3lUKknabHi1FBiQ28l5cfdr9Ww&#10;fJ4uf97HvLluD3vafx2Ok6FXWj9229cXEJHa+C++u9cmzVdqNILbO+kG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FkIxQAAAN4AAAAPAAAAAAAAAAAAAAAAAJgCAABkcnMv&#10;ZG93bnJldi54bWxQSwUGAAAAAAQABAD1AAAAigMAAAAA&#10;" fillcolor="black" stroked="f"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rPfMYA&#10;AADeAAAADwAAAGRycy9kb3ducmV2LnhtbERPS2sCMRC+F/wPYQRvNVFbka1RtA8oVA/aHnocN+Nu&#10;2M1k2aS69debQsHbfHzPmS87V4sTtcF61jAaKhDEuTeWCw1fn2/3MxAhIhusPZOGXwqwXPTu5pgZ&#10;f+YdnfaxECmEQ4YayhibTMqQl+QwDH1DnLijbx3GBNtCmhbPKdzVcqzUVDq0nBpKbOi5pLza/zgN&#10;3x9TO9tZGh82l/Wr2TxW6+1LpfWg362eQETq4k387343ab5Skwf4eyfd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3rPf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QH1cQA&#10;AADeAAAADwAAAGRycy9kb3ducmV2LnhtbERPTWsCMRC9F/ofwgjeamJLRVajSEuplx6qLV6HzbhZ&#10;dzPZJlFXf30jFHqbx/uc+bJ3rThRiLVnDeORAkFcelNzpeFr+/YwBRETssHWM2m4UITl4v5ujoXx&#10;Z/6k0yZVIodwLFCDTakrpIylJYdx5DvizO19cJgyDJU0Ac853LXyUamJdFhzbrDY0YulstkcnYaw&#10;2r02Vz5+N+r6cYnvh/5nilbr4aBfzUAk6tO/+M+9Nnm+Uk/PcHsn3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kB9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v6cQA&#10;AADeAAAADwAAAGRycy9kb3ducmV2LnhtbERP22oCMRB9F/oPYQq+iCa1YOtqlFIQCpWC1g8YN+Pu&#10;YjJZNlNd+/VNodC3OZzrLNd98OpCXWoiW3iYGFDEZXQNVxYOn5vxM6gkyA59ZLJwowTr1d1giYWL&#10;V97RZS+VyiGcCrRQi7SF1qmsKWCaxJY4c6fYBZQMu0q7Dq85PHg9NWamAzacG2ps6bWm8rz/Chb8&#10;9Ojn709pK7eD3prvILvRh7N2eN+/LEAJ9fIv/nO/uTzfmMcZ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HL+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LKMQA&#10;AADeAAAADwAAAGRycy9kb3ducmV2LnhtbERPTWsCMRC9F/wPYQq91aQWbNkapVaEvXhwtXgdN9PN&#10;0mSybFJd/fWmUOhtHu9zZovBO3GiPraBNTyNFQjiOpiWGw373frxFURMyAZdYNJwoQiL+ehuhoUJ&#10;Z97SqUqNyCEcC9RgU+oKKWNtyWMch444c1+h95gy7BtpejzncO/kRKmp9NhybrDY0Yel+rv68RpW&#10;Vecm+9Iu4+Fzczy68rqmw0rrh/vh/Q1EoiH9i//cpcnzlXp+gd938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byy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HtbMUA&#10;AADeAAAADwAAAGRycy9kb3ducmV2LnhtbESPT2sCMRDF7wW/QxjBW02soGVrFBEFwVP9c+htSKa7&#10;224myyZ112/fORR6m+G9ee83q80QGnWnLtWRLcymBhSxi77m0sL1cnh+BZUysscmMll4UILNevS0&#10;wsLHnt/pfs6lkhBOBVqocm4LrZOrKGCaxpZYtM/YBcyydqX2HfYSHhr9YsxCB6xZGipsaVeR+z7/&#10;BAtfB32KzqC7XW/90S8/9gtqjLWT8bB9A5VpyP/mv+ujF3xj5sIr78gM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we1s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7kMMA&#10;AADeAAAADwAAAGRycy9kb3ducmV2LnhtbERPTWsCMRC9F/ofwhR6q0kVRFej2IIgFQ9VEY/Tzbi7&#10;7GayJFHXf2+Egrd5vM+ZzjvbiAv5UDnW8NlTIIhzZyouNOx3y48RiBCRDTaOScONAsxnry9TzIy7&#10;8i9dtrEQKYRDhhrKGNtMypCXZDH0XEucuJPzFmOCvpDG4zWF20b2lRpKixWnhhJb+i4pr7dnq+F4&#10;XvNpM/hZ+K94cN0u1P2/Ua31+1u3mICI1MWn+N+9Mmm+UoMxPN5JN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W7k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qP7sUA&#10;AADe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VdqkMH9nXSD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Go/uxQAAAN4AAAAPAAAAAAAAAAAAAAAAAJgCAABkcnMv&#10;ZG93bnJldi54bWxQSwUGAAAAAAQABAD1AAAAigMAAAAA&#10;" fillcolor="black" stroked="f"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h38MA&#10;AADeAAAADwAAAGRycy9kb3ducmV2LnhtbERPS0sDMRC+C/6HMII3m9iKlLVpWQpF8bR9iNfpZtws&#10;biZLEtP13xtB8DYf33NWm8kNIlOIvWcN9zMFgrj1pudOw+m4u1uCiAnZ4OCZNHxThM36+mqFlfEX&#10;3lM+pE6UEI4VarApjZWUsbXkMM78SFy4Dx8cpgJDJ03ASwl3g5wr9Sgd9lwaLI60tdR+Hr6chnze&#10;NvUiv2e7fw11F3zz/HZutL69meonEImm9C/+c7+YMl+phwX8vlNu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Ah3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X9osUA&#10;AADeAAAADwAAAGRycy9kb3ducmV2LnhtbERPTWsCMRC9F/ofwgi91cQioqtRRNqiXtquhXocNtPN&#10;0s1k2cR19dc3QqG3ebzPWax6V4uO2lB51jAaKhDEhTcVlxo+Dy+PUxAhIhusPZOGCwVYLe/vFpgZ&#10;f+YP6vJYihTCIUMNNsYmkzIUlhyGoW+IE/ftW4cxwbaUpsVzCne1fFJqIh1WnBosNrSxVPzkJ6ch&#10;jDbPX3t3nXXHV8tv+c5O3kur9cOgX89BROrjv/jPvTVpvlLjMdze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f2i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7E12" w:rsidRPr="00D815F3" w:rsidRDefault="00A57E12" w:rsidP="00A57E1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A57E12" w:rsidRPr="001869AA" w:rsidRDefault="00A57E12" w:rsidP="00A57E1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57E12" w:rsidRPr="001869AA" w:rsidRDefault="00A57E12" w:rsidP="00A57E1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57E12" w:rsidRPr="001869AA" w:rsidRDefault="00A57E12" w:rsidP="00A57E1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57E12" w:rsidRPr="00D815F3" w:rsidRDefault="00A57E12" w:rsidP="00A57E1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A57E12" w:rsidRPr="001869AA" w:rsidRDefault="00A57E12" w:rsidP="00A57E1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57E12" w:rsidRPr="001869AA" w:rsidRDefault="00A57E12" w:rsidP="00A57E12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57E12" w:rsidRPr="001869AA" w:rsidRDefault="00A57E12" w:rsidP="00A57E1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57E12" w:rsidRPr="001869AA" w:rsidRDefault="00A57E12" w:rsidP="00A57E1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57E12" w:rsidRPr="001869AA" w:rsidRDefault="00A57E12" w:rsidP="00A57E1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07" name="Группа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0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E12" w:rsidRDefault="00A57E12" w:rsidP="00A57E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BIDjoxBXgAAEFZBAAO&#10;AAAAAAAAAAAAAAAAAC4CAABkcnMvZTJvRG9jLnhtbFBLAQItABQABgAIAAAAIQDfzpAw4gAAAA0B&#10;AAAPAAAAAAAAAAAAAAAAAF96AABkcnMvZG93bnJldi54bWxQSwUGAAAAAAQABADzAAAAbn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DkwsQA&#10;AADcAAAADwAAAGRycy9kb3ducmV2LnhtbESPQWvCQBCF7wX/wzKCt7oxgVaiqwSpkoNQtPU+ZMck&#10;mJ0N2a3Gf985FHqb4b1575v1dnSdutMQWs8GFvMEFHHlbcu1ge+v/esSVIjIFjvPZOBJAbabycsa&#10;c+sffKL7OdZKQjjkaKCJsc+1DlVDDsPc98SiXf3gMMo61NoO+JBw1+k0Sd60w5alocGedg1Vt/OP&#10;M+CzQ3m81Okp++D3yMXn8noZj8bMpmOxAhVpjP/mv+vSCn4itPKMT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A5ML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zfRsQA&#10;AADcAAAADwAAAGRycy9kb3ducmV2LnhtbERPS2sCMRC+C/6HMEIvUrPtQetqlCJsHx4EbaHXYTNu&#10;VjeTJUl16683gtDbfHzPmS8724gT+VA7VvA0ykAQl07XXCn4/ioeX0CEiKyxcUwK/ijActHvzTHX&#10;7sxbOu1iJVIIhxwVmBjbXMpQGrIYRq4lTtzeeYsxQV9J7fGcwm0jn7NsLC3WnBoMtrQyVB53v1bB&#10;odiYn9Xk8uaH0y1dhsX6vfkcK/Uw6F5nICJ18V98d3/oND+bwu2ZdIF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c30b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U1DsIA&#10;AADcAAAADwAAAGRycy9kb3ducmV2LnhtbESPzYrCMBDH74LvEEbwIpqqsCzVKCKrLF5E3QcYmrEp&#10;NpPSZG19+52DsLcZ5v/xm/W297V6UhurwAbmswwUcRFsxaWBn9th+gkqJmSLdWAy8KII281wsMbc&#10;ho4v9LymUkkIxxwNuJSaXOtYOPIYZ6Ehlts9tB6TrG2pbYudhPtaL7LsQ3usWBocNrR3VDyuv15K&#10;zks8n+7d7XDsscOvk+PJ7mLMeNTvVqAS9elf/HZ/W8GfC748IxPo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RTUO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JSsMA&#10;AADcAAAADwAAAGRycy9kb3ducmV2LnhtbERPTUsDMRC9C/6HMII3m92iraxNi9QKInhoK5Tehs10&#10;d3EzCcm0u/57Iwje5vE+Z7EaXa8uFFPn2UA5KUAR19523Bj43L/ePYJKgmyx90wGvinBanl9tcDK&#10;+oG3dNlJo3IIpwoNtCKh0jrVLTlMEx+IM3fy0aFkGBttIw453PV6WhQz7bDj3NBioHVL9dfu7Ax8&#10;DJvwPp89nMIx3k91erFyWIsxtzfj8xMooVH+xX/uN5vnlyX8PpMv0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DJS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O4sQA&#10;AADcAAAADwAAAGRycy9kb3ducmV2LnhtbESPwWrDMBBE74H+g9hCLqGR7UIprpVgShOCLyFJP2Cx&#10;1paptTKWGjt/HwUKve0ys/Nmi+1se3Gl0XeOFaTrBARx7XTHrYLvy+7lHYQPyBp7x6TgRh62m6dF&#10;gbl2E5/oeg6tiCHsc1RgQhhyKX1tyKJfu4E4ao0bLYa4jq3UI04x3PYyS5I3abHjSDA40Keh+uf8&#10;ayPk+IrHqpkuu/2ME35VhlflSanl81x+gAg0h3/z3/VBx/ppBo9n4gR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bDuL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7yp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ny3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7yp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Ww8MA&#10;AADcAAAADwAAAGRycy9kb3ducmV2LnhtbERP32vCMBB+H+x/CCf4Ipq6uTGqUeYgTFAY04GvR3O2&#10;xeZSkmi7/34RhL3dx/fzFqveNuJKPtSOFUwnGQjiwpmaSwU/Bz1+AxEissHGMSn4pQCr5ePDAnPj&#10;Ov6m6z6WIoVwyFFBFWObSxmKiiyGiWuJE3dy3mJM0JfSeOxSuG3kU5a9Sos1p4YKW/qoqDjvL1bB&#10;+qsrn/2oWPdue/o8vmht9E4rNRz073MQkfr4L767NybNn87g9k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yWw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X3cAA&#10;AADcAAAADwAAAGRycy9kb3ducmV2LnhtbERPzYrCMBC+C/sOYRa8aaroItUosktBZC+rPsDQjE21&#10;mZQk1vr2ZkHwNh/f76w2vW1ERz7UjhVMxhkI4tLpmisFp2MxWoAIEVlj45gUPCjAZv0xWGGu3Z3/&#10;qDvESqQQDjkqMDG2uZShNGQxjF1LnLiz8xZjgr6S2uM9hdtGTrPsS1qsOTUYbOnbUHk93KyCYj/9&#10;7a437Qu37WeW5uay+DFKDT/77RJEpD6+xS/3Tqf5kzn8P5Mu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zX3c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KtL8MA&#10;AADcAAAADwAAAGRycy9kb3ducmV2LnhtbERP32vCMBB+H/g/hBN8GTN1Y2V0RlEhKEyQOcHXoznb&#10;suZSkszW/34ZCHu7j+/nzZeDbcWVfGgcK5hNMxDEpTMNVwpOX/rpDUSIyAZbx6TgRgGWi9HDHAvj&#10;ev6k6zFWIoVwKFBBHWNXSBnKmiyGqeuIE3dx3mJM0FfSeOxTuG3lc5bl0mLDqaHGjjY1ld/HH6tg&#10;feirF/9Yrgf3cdmeX7U2eq+VmoyH1TuISEP8F9/dO5Pmz3L4eyZd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KtL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LsMcAA&#10;AADcAAAADwAAAGRycy9kb3ducmV2LnhtbERPzYrCMBC+L/gOYQRva6rsrlKNIi6FZfGy6gMMzdhU&#10;m0lJYq1vvxEEb/Px/c5y3dtGdORD7VjBZJyBIC6drrlScDwU73MQISJrbByTgjsFWK8Gb0vMtbvx&#10;H3X7WIkUwiFHBSbGNpcylIYshrFriRN3ct5iTNBXUnu8pXDbyGmWfUmLNacGgy1tDZWX/dUqKH6n&#10;u+5y1b5wm/7D0qc5z7+NUqNhv1mAiNTHl/jp/tFp/mQGj2fS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LsM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NgMIA&#10;AADcAAAADwAAAGRycy9kb3ducmV2LnhtbESPzW7CQAyE70i8w8pI3GATfqoqsKAKiQqODTyAlTVJ&#10;RNabZrckvD0+IPVma8Yzn7f7wTXqQV2oPRtI5wko4sLbmksD18tx9gkqRGSLjWcy8KQA+914tMXM&#10;+p5/6JHHUkkIhwwNVDG2mdahqMhhmPuWWLSb7xxGWbtS2w57CXeNXiTJh3ZYszRU2NKhouKe/zkD&#10;q2f//Zuv78nROkrPy/bMsVgbM50MXxtQkYb4b35fn6zgp0Irz8gEevc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1g2A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Fbbr4A&#10;AADcAAAADwAAAGRycy9kb3ducmV2LnhtbERPzQ7BQBC+S7zDZiRubDkIZYkQIk7Uz3nSHW2jO9t0&#10;F/X2ViJxmy/f78wWjSnFk2pXWFYw6EcgiFOrC84UnE+b3hiE88gaS8uk4E0OFvN2a4axti8+0jPx&#10;mQgh7GJUkHtfxVK6NCeDrm8r4sDdbG3QB1hnUtf4CuGmlMMoGkmDBYeGHCta5ZTek4dR8Bhdh2e+&#10;7fUhWb+3k/Vm6eQlU6rbaZZTEJ4a/xf/3Dsd5g8m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9RW26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5fXMcA&#10;AADcAAAADwAAAGRycy9kb3ducmV2LnhtbESPT0/CQBDF7yZ+h82QcJMtf9JgZSFqQiIcJCIcvA3d&#10;oa12Z0t3hfLtmYOJt5m8N+/9ZrboXK3O1IbKs4HhIAFFnHtbcWFg97l8mIIKEdli7ZkMXCnAYn5/&#10;N8PM+gt/0HkbCyUhHDI0UMbYZFqHvCSHYeAbYtGOvnUYZW0LbVu8SLir9ShJUu2wYmkosaHXkvKf&#10;7a8zsN9M08fNy2ryvX4/4NjZ05etUmP6ve75CVSkLv6b/67frOCPBF+ekQn0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OX1z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PzvMMA&#10;AADcAAAADwAAAGRycy9kb3ducmV2LnhtbERPS2vCQBC+F/wPywje6iaxhBBdxQe1padoC16H7DQJ&#10;zc6G7NbE/vpuoeBtPr7nrDajacWVetdYVhDPIxDEpdUNVwo+3p8fMxDOI2tsLZOCGznYrCcPK8y1&#10;HfhE17OvRAhhl6OC2vsul9KVNRl0c9sRB+7T9gZ9gH0ldY9DCDetTKIolQYbDg01drSvqfw6fxsF&#10;P+kFC/eS7A4L7en2lB3tW3FUajYdt0sQnkZ/F/+7X3WYn8T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Pzv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QJcAA&#10;AADcAAAADwAAAGRycy9kb3ducmV2LnhtbERPzYrCMBC+L/gOYQRva2rRRatRRBS87Vp9gKEZ02Iz&#10;qU3U6tNvhIW9zcf3O4tVZ2txp9ZXjhWMhgkI4sLpio2C03H3OQXhA7LG2jEpeJKH1bL3scBMuwcf&#10;6J4HI2II+wwVlCE0mZS+KMmiH7qGOHJn11oMEbZG6hYfMdzWMk2SL2mx4thQYkObkopLfrMKri6d&#10;6C7f4vdlO/upjBlfX4exUoN+t56DCNSFf/Gfe6/j/DSF9zPxAr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YQJc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cn6cIA&#10;AADcAAAADwAAAGRycy9kb3ducmV2LnhtbERPPW/CMBDdK/EfrENiKw5EDTTFIIpUiZW0A+PVPpKU&#10;+Bxil6T99RipUrd7ep+32gy2EVfqfO1YwWyagCDWztRcKvh4f3tcgvAB2WDjmBT8kIfNevSwwty4&#10;ng90LUIpYgj7HBVUIbS5lF5XZNFPXUscuZPrLIYIu1KaDvsYbhs5T5JMWqw5NlTY0q4ifS6+rYJ9&#10;/UlPmT492+WrPhx/LyFdfBmlJuNh+wIi0BD+xX/uvYnz5yncn4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xyfp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Dus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6cj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4Dus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YTL8EA&#10;AADcAAAADwAAAGRycy9kb3ducmV2LnhtbERPTUvDQBC9C/6HZQRvdmPAIrHbIkLFo6Yeepxmp9nU&#10;7EzYXZvor+8WCr3N433OYjX5Xh0pxE7YwOOsAEXciO24NfC9WT88g4oJ2WIvTAb+KMJqeXuzwMrK&#10;yF90rFOrcgjHCg24lIZK69g48hhnMhBnbi/BY8owtNoGHHO473VZFHPtsePc4HCgN0fNT/3rDYzv&#10;ze5Q7rfW/YdB1vWnHMpejLm/m15fQCWa0lV8cX/YPL98gvMz+QK9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GEy/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vAecMA&#10;AADcAAAADwAAAGRycy9kb3ducmV2LnhtbERPTWvCQBC9C/6HZQq96aY5WEndBKsVpLSIVu9jdkxS&#10;d2dDdtX033cLBW/zeJ8zK3prxJU63zhW8DROQBCXTjdcKdh/rUZTED4gazSOScEPeSjy4WCGmXY3&#10;3tJ1FyoRQ9hnqKAOoc2k9GVNFv3YtcSRO7nOYoiwq6Tu8BbDrZFpkkykxYZjQ40tLWoqz7uLVbDa&#10;LM13+rmdH2RYvD0fzfT9dfmh1ONDP38BEagPd/G/e63j/HQC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vAec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cWScMA&#10;AADcAAAADwAAAGRycy9kb3ducmV2LnhtbERP24rCMBB9X/Afwgi+iKYqq1KNIoLoggvrBXwdm7Et&#10;NpPSxNr9e7Mg7NscznXmy8YUoqbK5ZYVDPoRCOLE6pxTBefTpjcF4TyyxsIyKfglB8tF62OOsbZP&#10;PlB99KkIIexiVJB5X8ZSuiQjg65vS+LA3Wxl0AdYpVJX+AzhppDDKBpLgzmHhgxLWmeU3I8Po6D+&#10;2V/TXe3Kr/u06z5H1+32W1+U6rSb1QyEp8b/i9/unQ7zhxP4eyZc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cWSc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z0MgA&#10;AADdAAAADwAAAGRycy9kb3ducmV2LnhtbESPT08CMRTE7yZ+h+aZeJPWFQVWChETEy4m/DvA7bF9&#10;7m7Yvq5thcVPT01MOE5m5jeZ8bSzjTiSD7VjDY89BYK4cKbmUsNm/fEwBBEissHGMWk4U4Dp5PZm&#10;jLlxJ17ScRVLkSAcctRQxdjmUoaiIouh51ri5H05bzEm6UtpPJ4S3DYyU+pFWqw5LVTY0ntFxWH1&#10;YzXMRsPZ96LPn7/L/Y522/3hOfNK6/u77u0VRKQuXsP/7bnR8KQGGfy9SU9AT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7PQyAAAAN0AAAAPAAAAAAAAAAAAAAAAAJgCAABk&#10;cnMvZG93bnJldi54bWxQSwUGAAAAAAQABAD1AAAAjQMAAAAA&#10;" fillcolor="black" stroked="f"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bVRcgA&#10;AADdAAAADwAAAGRycy9kb3ducmV2LnhtbESPzWsCMRTE7wX/h/CE3mpWpSqrUWo/QNAe/Dh4fG6e&#10;u2E3L8sm1bV/fSMIPQ4z8xtmtmhtJS7UeONYQb+XgCDOnDacKzjsv14mIHxA1lg5JgU38rCYd55m&#10;mGp35S1ddiEXEcI+RQVFCHUqpc8Ksuh7riaO3tk1FkOUTS51g9cIt5UcJMlIWjQcFwqs6b2grNz9&#10;WAXH9chMtoYGp83v8lNvXsvl90ep1HO3fZuCCNSG//CjvdIKhsl4C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1tVF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pzhMYA&#10;AADdAAAADwAAAGRycy9kb3ducmV2LnhtbESPQU8CMRSE7yb+h+aZeJNWMUIWCiESohcPIoTry/ax&#10;XXf7urQFFn69NTHxOJmZbzLTee9acaIQa88aHgcKBHHpTc2Vhs3X6mEMIiZkg61n0nChCPPZ7c0U&#10;C+PP/EmndapEhnAsUINNqSukjKUlh3HgO+Ls7X1wmLIMlTQBzxnuWvmk1It0WHNesNjRq6WyWR+d&#10;hrDYLZsrH7eNun5c4tt3fxij1fr+rl9MQCTq03/4r/1uNAzV6Bl+3+Qn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pzh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JzrcYA&#10;AADdAAAADwAAAGRycy9kb3ducmV2LnhtbESP3UoDMRSE7wXfIZxCb8QmVmx1bVqkUChYCv15gOPm&#10;uLs0OVk2x3br0xtB8HKYmW+Y2aIPXp2pS01kCw8jA4q4jK7hysLxsLp/BpUE2aGPTBaulGAxv72Z&#10;YeHihXd03kulMoRTgRZqkbbQOpU1BUyj2BJn7zN2ASXLrtKuw0uGB6/Hxkx0wIbzQo0tLWsqT/uv&#10;YMGPP/zL+zRt5HrUG/MdZHe3ddYOB/3bKyihXv7Df+21s/Bopk/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Jzr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insYA&#10;AADdAAAADwAAAGRycy9kb3ducmV2LnhtbESPQWsCMRSE7wX/Q3hCbzVbC1ZWo7QVYS8euq54fW6e&#10;m8XkZdmkuvXXN4VCj8PMfMMs14Oz4kp9aD0reJ5kIIhrr1tuFFT77dMcRIjIGq1nUvBNAdar0cMS&#10;c+1v/EnXMjYiQTjkqMDE2OVShtqQwzDxHXHyzr53GJPsG6l7vCW4s3KaZTPpsOW0YLCjD0P1pfxy&#10;CjZlZ6dVYd7D8bA7nWxx39Jxo9TjeHhbgIg0xP/wX7vQCl6y1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zin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cItMQA&#10;AADdAAAADwAAAGRycy9kb3ducmV2LnhtbESPQWsCMRSE74X+h/AK3mpSBVdWo5RSQeipuh68PZLn&#10;7urmZdlEd/vvG0HwOMzMN8xyPbhG3KgLtWcNH2MFgth4W3Opodhv3ucgQkS22HgmDX8UYL16fVli&#10;bn3Pv3TbxVIkCIccNVQxtrmUwVTkMIx9S5y8k+8cxiS7UtoO+wR3jZwoNZMOa04LFbb0VZG57K5O&#10;w3kjf7xRaA7Fod/a7Pg9o0ZpPXobPhcgIg3xGX60t1bDVGUZ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HCL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E+6MMA&#10;AADdAAAADwAAAGRycy9kb3ducmV2LnhtbERPz2vCMBS+D/wfwhN2m6ktbFKNooPB2PAwFfH4bJ5t&#10;afNSkrR2/705DHb8+H6vNqNpxUDO15YVzGcJCOLC6ppLBafjx8sChA/IGlvLpOCXPGzWk6cV5tre&#10;+YeGQyhFDGGfo4IqhC6X0hcVGfQz2xFH7madwRChK6V2eI/hppVpkrxKgzXHhgo7eq+oaA69UXDp&#10;v/m2z762bhfOdjz6Jr0uGqWep+N2CSLQGP7Ff+5PrSBL3uLc+CY+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E+6M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chocgA&#10;AADdAAAADwAAAGRycy9kb3ducmV2LnhtbESPzWsCMRTE7wX/h/AKvdWk1vqxNYoWCl4K9eOgt+fm&#10;dXdx87JNUl3715tCweMwM79hJrPW1uJEPlSONTx1FQji3JmKCw3bzfvjCESIyAZrx6ThQgFm087d&#10;BDPjzryi0zoWIkE4ZKihjLHJpAx5SRZD1zXEyfty3mJM0hfSeDwnuK1lT6mBtFhxWiixobeS8uP6&#10;x2pYjEeL788+f/yuDnva7w7Hl55XWj/ct/NXEJHaeAv/t5dGw7MajuHvTXo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FyGhyAAAAN0AAAAPAAAAAAAAAAAAAAAAAJgCAABk&#10;cnMvZG93bnJldi54bWxQSwUGAAAAAAQABAD1AAAAjQMAAAAA&#10;" fillcolor="black" stroked="f"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CGsIA&#10;AADdAAAADwAAAGRycy9kb3ducmV2LnhtbERPyWrDMBC9F/oPYgq91XITKMGNEkygpPTkbPQ6sSaW&#10;iTUykqq4f18dCjk+3r5cT3YQiXzoHSt4LUoQxK3TPXcKjoePlwWIEJE1Do5JwS8FWK8eH5ZYaXfj&#10;HaV97EQO4VChAhPjWEkZWkMWQ+FG4sxdnLcYM/Sd1B5vOdwOclaWb9Jiz7nB4EgbQ+11/2MVpPOm&#10;qefpO5ndl68775rt6dwo9fw01e8gIk3xLv53f2oF83KR9+c3+Qn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AIa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DdqMYA&#10;AADdAAAADwAAAGRycy9kb3ducmV2LnhtbESPQWvCQBSE74X+h+UVvNWNFcREVynSinppmwp6fGRf&#10;s6HZtyG7xuivdwtCj8PMfMPMl72tRUetrxwrGA0TEMSF0xWXCvbf789TED4ga6wdk4ILeVguHh/m&#10;mGl35i/q8lCKCGGfoQITQpNJ6QtDFv3QNcTR+3GtxRBlW0rd4jnCbS1fkmQiLVYcFww2tDJU/OYn&#10;q8CPVm+Hnb2m3XFt+CPfmslnaZQaPPWvMxCB+vAfvrc3WsE4SVP4exOf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Ddq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7E12" w:rsidRDefault="00A57E12" w:rsidP="00A57E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57E12" w:rsidRDefault="00A57E12" w:rsidP="00A57E12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57E12" w:rsidRPr="001869AA" w:rsidRDefault="00A57E12" w:rsidP="00A57E1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57E12" w:rsidRDefault="00A57E12" w:rsidP="00A57E12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57E12" w:rsidRPr="001869AA" w:rsidRDefault="00A57E12" w:rsidP="00A57E12">
      <w:pPr>
        <w:spacing w:after="0" w:line="240" w:lineRule="auto"/>
        <w:jc w:val="center"/>
        <w:rPr>
          <w:rFonts w:ascii="Times New Roman" w:hAnsi="Times New Roman"/>
        </w:rPr>
      </w:pPr>
    </w:p>
    <w:p w:rsidR="00A57E12" w:rsidRPr="00312454" w:rsidRDefault="00A57E12" w:rsidP="00A57E1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A57E12" w:rsidRPr="00A31AA4" w:rsidRDefault="00A57E12" w:rsidP="00A57E1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57E12" w:rsidRPr="00A31AA4" w:rsidRDefault="00A57E12" w:rsidP="00A57E12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A57E12" w:rsidRPr="00A31AA4" w:rsidRDefault="00A57E12" w:rsidP="00A57E12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A57E12" w:rsidRPr="00243225" w:rsidRDefault="00A57E12" w:rsidP="00A57E1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Соколенко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В.В.</w:t>
      </w:r>
    </w:p>
    <w:p w:rsidR="00A57E12" w:rsidRPr="00A31AA4" w:rsidRDefault="00A57E12" w:rsidP="00A57E1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57E12" w:rsidRPr="00A31AA4" w:rsidRDefault="00A57E12" w:rsidP="00A57E1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Соколенко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A57E12" w:rsidRPr="00A31AA4" w:rsidRDefault="00A57E12" w:rsidP="00A57E1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A57E12" w:rsidRPr="00A31AA4" w:rsidRDefault="00A57E12" w:rsidP="00A57E1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57E12" w:rsidRPr="00A31AA4" w:rsidRDefault="00A57E12" w:rsidP="00A57E1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Соколенко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Віктору Васильовичу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A57E12" w:rsidRDefault="00A57E12" w:rsidP="00A57E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Соколенко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Віктору  Васильовичу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кий зареєстрований за адресою: </w:t>
      </w:r>
      <w:r w:rsidR="00B20541">
        <w:rPr>
          <w:rFonts w:ascii="Times New Roman" w:eastAsia="Arial Unicode MS" w:hAnsi="Times New Roman"/>
          <w:sz w:val="24"/>
          <w:szCs w:val="24"/>
          <w:lang w:val="en-US" w:eastAsia="uk-UA"/>
        </w:rPr>
        <w:t>_______________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="00B20541">
        <w:rPr>
          <w:rFonts w:ascii="Times New Roman" w:eastAsia="Arial Unicode MS" w:hAnsi="Times New Roman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2,0000 га, кадастровий номер: 68239840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3:012:0208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A57E12" w:rsidRPr="00A31AA4" w:rsidRDefault="00A57E12" w:rsidP="00A57E12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Соколенко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В.В., якому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57E12" w:rsidRPr="00A31AA4" w:rsidRDefault="00A57E12" w:rsidP="00A57E12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A57E12" w:rsidRDefault="00A57E12" w:rsidP="00A57E1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57E12" w:rsidRPr="00A31AA4" w:rsidRDefault="00A57E12" w:rsidP="00A57E1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57E12" w:rsidRDefault="00A57E12" w:rsidP="00A57E1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333992" w:rsidRDefault="00333992"/>
    <w:sectPr w:rsidR="0033399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12"/>
    <w:rsid w:val="00171A2E"/>
    <w:rsid w:val="00304C90"/>
    <w:rsid w:val="00333992"/>
    <w:rsid w:val="00505B6D"/>
    <w:rsid w:val="006D3977"/>
    <w:rsid w:val="007D6C18"/>
    <w:rsid w:val="00A57E12"/>
    <w:rsid w:val="00B2054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E12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E12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331</Words>
  <Characters>1890</Characters>
  <Application>Microsoft Office Word</Application>
  <DocSecurity>0</DocSecurity>
  <Lines>15</Lines>
  <Paragraphs>4</Paragraphs>
  <ScaleCrop>false</ScaleCrop>
  <Company>Microsoft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2020-11-17T15:55:00Z</dcterms:created>
  <dcterms:modified xsi:type="dcterms:W3CDTF">2020-11-18T06:42:00Z</dcterms:modified>
</cp:coreProperties>
</file>