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9D5" w:rsidRPr="007256E4" w:rsidRDefault="00CC79D5" w:rsidP="00CC79D5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CC79D5" w:rsidRDefault="00CC79D5" w:rsidP="00CC79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C79D5" w:rsidRDefault="00CC79D5" w:rsidP="00CC79D5"/>
    <w:p w:rsidR="00CC79D5" w:rsidRDefault="00CC79D5" w:rsidP="00CC79D5"/>
    <w:p w:rsidR="00CC79D5" w:rsidRDefault="00CC79D5" w:rsidP="00CC79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C79D5" w:rsidRDefault="00CC79D5" w:rsidP="00CC79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C79D5" w:rsidRDefault="00CC79D5" w:rsidP="00CC79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C79D5" w:rsidRDefault="00CC79D5" w:rsidP="00CC79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C79D5" w:rsidRDefault="00CC79D5" w:rsidP="00CC79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9D5" w:rsidRDefault="00CC79D5" w:rsidP="00CC79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CC79D5" w:rsidRDefault="00CC79D5" w:rsidP="00CC79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79D5" w:rsidRDefault="00CC79D5" w:rsidP="00CC79D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C79D5" w:rsidRPr="007256E4" w:rsidRDefault="00CC79D5" w:rsidP="00CC79D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</w:p>
    <w:p w:rsidR="00CC79D5" w:rsidRPr="00025A8C" w:rsidRDefault="00CC79D5" w:rsidP="00CC79D5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C79D5" w:rsidRPr="00025A8C" w:rsidRDefault="00CC79D5" w:rsidP="00CC79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A8C"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№27  </w:t>
      </w:r>
    </w:p>
    <w:p w:rsidR="00CC79D5" w:rsidRPr="00025A8C" w:rsidRDefault="00CC79D5" w:rsidP="00CC79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12.03</w:t>
      </w:r>
      <w:r w:rsidRPr="00025A8C">
        <w:rPr>
          <w:rFonts w:ascii="Times New Roman" w:hAnsi="Times New Roman" w:cs="Times New Roman"/>
          <w:b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5A8C">
        <w:rPr>
          <w:rFonts w:ascii="Times New Roman" w:hAnsi="Times New Roman" w:cs="Times New Roman"/>
          <w:b/>
          <w:sz w:val="24"/>
          <w:szCs w:val="24"/>
        </w:rPr>
        <w:t>року ХХХ</w:t>
      </w:r>
      <w:r w:rsidRPr="00025A8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25A8C">
        <w:rPr>
          <w:rFonts w:ascii="Times New Roman" w:hAnsi="Times New Roman" w:cs="Times New Roman"/>
          <w:b/>
          <w:sz w:val="24"/>
          <w:szCs w:val="24"/>
        </w:rPr>
        <w:t xml:space="preserve"> сесії </w:t>
      </w:r>
    </w:p>
    <w:p w:rsidR="00CC79D5" w:rsidRPr="00025A8C" w:rsidRDefault="00CC79D5" w:rsidP="00CC79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A8C">
        <w:rPr>
          <w:rFonts w:ascii="Times New Roman" w:hAnsi="Times New Roman" w:cs="Times New Roman"/>
          <w:b/>
          <w:sz w:val="24"/>
          <w:szCs w:val="24"/>
        </w:rPr>
        <w:t xml:space="preserve">Крупецької сільської ради </w:t>
      </w:r>
      <w:r w:rsidRPr="00025A8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25A8C">
        <w:rPr>
          <w:rFonts w:ascii="Times New Roman" w:hAnsi="Times New Roman" w:cs="Times New Roman"/>
          <w:b/>
          <w:sz w:val="24"/>
          <w:szCs w:val="24"/>
        </w:rPr>
        <w:t>І</w:t>
      </w:r>
      <w:r w:rsidRPr="00025A8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25A8C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CC79D5" w:rsidRPr="00025A8C" w:rsidRDefault="00CC79D5" w:rsidP="00CC79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9D5" w:rsidRPr="00025A8C" w:rsidRDefault="00CC79D5" w:rsidP="00CC79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Бережного В.В.,  сільська рада</w:t>
      </w:r>
    </w:p>
    <w:p w:rsidR="00CC79D5" w:rsidRPr="00025A8C" w:rsidRDefault="00CC79D5" w:rsidP="00CC79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>ВИРІШИЛА:</w:t>
      </w:r>
    </w:p>
    <w:p w:rsidR="00CC79D5" w:rsidRPr="00025A8C" w:rsidRDefault="00CC79D5" w:rsidP="00CC79D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1. Внести зміни</w:t>
      </w:r>
      <w:r>
        <w:rPr>
          <w:rFonts w:ascii="Times New Roman" w:hAnsi="Times New Roman" w:cs="Times New Roman"/>
          <w:sz w:val="24"/>
          <w:szCs w:val="24"/>
        </w:rPr>
        <w:t xml:space="preserve"> в пункт 1 рішення №27 від 12.03</w:t>
      </w:r>
      <w:r w:rsidRPr="00025A8C">
        <w:rPr>
          <w:rFonts w:ascii="Times New Roman" w:hAnsi="Times New Roman" w:cs="Times New Roman"/>
          <w:sz w:val="24"/>
          <w:szCs w:val="24"/>
        </w:rPr>
        <w:t>.2020 року ХХХ</w:t>
      </w:r>
      <w:r w:rsidRPr="00025A8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25A8C">
        <w:rPr>
          <w:rFonts w:ascii="Times New Roman" w:hAnsi="Times New Roman" w:cs="Times New Roman"/>
          <w:sz w:val="24"/>
          <w:szCs w:val="24"/>
        </w:rPr>
        <w:t xml:space="preserve"> сесії Крупецької сільської ради </w:t>
      </w:r>
      <w:r w:rsidRPr="00025A8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25A8C">
        <w:rPr>
          <w:rFonts w:ascii="Times New Roman" w:hAnsi="Times New Roman" w:cs="Times New Roman"/>
          <w:sz w:val="24"/>
          <w:szCs w:val="24"/>
        </w:rPr>
        <w:t>ІІ скликання «Про</w:t>
      </w:r>
      <w:r w:rsidRPr="00025A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 дозволу на розробку проекту  із землеустрою  щодо відведення земельної  ділянки Бережному В.В</w:t>
      </w:r>
      <w:r w:rsidRPr="00025A8C">
        <w:rPr>
          <w:rFonts w:ascii="Times New Roman" w:hAnsi="Times New Roman" w:cs="Times New Roman"/>
          <w:sz w:val="24"/>
          <w:szCs w:val="24"/>
        </w:rPr>
        <w:t>» такі зміни, а саме : слова та цифри «орієнтовною площею 0,07 га» замінити на слова та цифри «орієнтовною площею  0,08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A8C">
        <w:rPr>
          <w:rFonts w:ascii="Times New Roman" w:hAnsi="Times New Roman" w:cs="Times New Roman"/>
          <w:sz w:val="24"/>
          <w:szCs w:val="24"/>
        </w:rPr>
        <w:t>га».</w:t>
      </w:r>
    </w:p>
    <w:p w:rsidR="00CC79D5" w:rsidRPr="00025A8C" w:rsidRDefault="00CC79D5" w:rsidP="00CC79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C79D5" w:rsidRPr="00025A8C" w:rsidRDefault="00CC79D5" w:rsidP="00CC79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79D5" w:rsidRPr="00025A8C" w:rsidRDefault="00CC79D5" w:rsidP="00CC79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79D5" w:rsidRPr="00025A8C" w:rsidRDefault="00CC79D5" w:rsidP="00CC79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79D5" w:rsidRPr="00025A8C" w:rsidRDefault="00CC79D5" w:rsidP="00CC79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79D5" w:rsidRPr="00025A8C" w:rsidRDefault="00CC79D5" w:rsidP="00CC79D5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>Сільський   голова                                                                                                В.А.Михалюк</w:t>
      </w:r>
    </w:p>
    <w:p w:rsidR="009E134C" w:rsidRDefault="009E134C">
      <w:bookmarkStart w:id="0" w:name="_GoBack"/>
      <w:bookmarkEnd w:id="0"/>
    </w:p>
    <w:sectPr w:rsidR="009E134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D5"/>
    <w:rsid w:val="00171A2E"/>
    <w:rsid w:val="00304C90"/>
    <w:rsid w:val="00505B6D"/>
    <w:rsid w:val="006D3977"/>
    <w:rsid w:val="007D6C18"/>
    <w:rsid w:val="009E134C"/>
    <w:rsid w:val="00CC79D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221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2020-05-20T14:14:00Z</dcterms:created>
  <dcterms:modified xsi:type="dcterms:W3CDTF">2020-05-20T14:15:00Z</dcterms:modified>
</cp:coreProperties>
</file>