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C30" w:rsidRDefault="00180C30" w:rsidP="00180C3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180C30" w:rsidRDefault="00180C30" w:rsidP="00180C3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B383C79" wp14:editId="2774B3B8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891" name="Группа 148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89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0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1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80C30" w:rsidRDefault="00180C30" w:rsidP="00180C3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89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K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bnxsQA&#10;AADeAAAADwAAAGRycy9kb3ducmV2LnhtbERPTWvCQBC9F/oflil4azaNpU2jawhFiwdBktb7kB2T&#10;YHY2ZFdN/31XEHqbx/ucZT6ZXlxodJ1lBS9RDIK4trrjRsHP9+Y5BeE8ssbeMin4JQf56vFhiZm2&#10;Vy7pUvlGhBB2GSpovR8yKV3dkkEX2YE4cEc7GvQBjo3UI15DuOllEsdv0mDHoaHFgT5bqk/V2Siw&#10;86/t7tAk5XzN756LfXo8TDulZk9TsQDhafL/4rt7q8P81/Qjgds74Qa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258b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7w/scA&#10;AADeAAAADwAAAGRycy9kb3ducmV2LnhtbERPS0sDMRC+C/6HMIKX0mar0se2aZHCqvUg9AG9Dptx&#10;s3YzWZLYrv31Rih4m4/vOfNlZxtxIh9qxwqGgwwEcel0zZWC/a7oT0CEiKyxcUwKfijAcnF7M8dc&#10;uzNv6LSNlUghHHJUYGJscylDachiGLiWOHGfzluMCfpKao/nFG4b+ZBlI2mx5tRgsKWVofK4/bYK&#10;vooPc1iNLy++N93QpVe8vzbrkVL3d93zDESkLv6Lr+43neY/TaaP8PdOukE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9+8P7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TMi8cA&#10;AADeAAAADwAAAGRycy9kb3ducmV2LnhtbESPwWrDMBBE74X+g9hCL6WR25iSOlGMKUkIvpgk/YDF&#10;2lgm1spYSuz+fRUo9LbLzM6bXeWT7cSNBt86VvA2S0AQ10633Cj4Pm1fFyB8QNbYOSYFP+QhXz8+&#10;rDDTbuQD3Y6hETGEfYYKTAh9JqWvDVn0M9cTR+3sBoshrkMj9YBjDLedfE+SD2mx5Ugw2NOXofpy&#10;vNoIqeZYlefxtN1NOOKmNPxSHJR6fpqKJYhAU/g3/13vdayfLj5TuL8TZ5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6EzIv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x8KsUA&#10;AADeAAAADwAAAGRycy9kb3ducmV2LnhtbERPTUsDMRC9C/6HMIK3Nmtpa7s2LVIriODBKkhvw2a6&#10;u7iZhGTaXf+9EQre5vE+Z7UZXKfOFFPr2cDduABFXHnbcm3g8+N5tACVBNli55kM/FCCzfr6aoWl&#10;9T2/03kvtcohnEo00IiEUutUNeQwjX0gztzRR4eSYay1jdjncNfpSVHMtcOWc0ODgbYNVd/7kzPw&#10;1u/C6/18dgyHOJ3o9GTlayvG3N4Mjw+ghAb5F1/cLzbPny6WM/h7J9+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THwq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r3Z8YA&#10;AADeAAAADwAAAGRycy9kb3ducmV2LnhtbESP0WrCQBBF3wv+wzKCL6VutEU0ukooppS8iNoPGLJj&#10;NpidDdltEv++Wyj0bYZ75547u8NoG9FT52vHChbzBARx6XTNlYKva/6yBuEDssbGMSl4kIfDfvK0&#10;w1S7gc/UX0IlYgj7FBWYENpUSl8asujnriWO2s11FkNcu0rqDocYbhu5TJKVtFhzJBhs6d1Qeb98&#10;2wg5veKpuA3X/GPEAY+F4efsrNRsOmZbEIHG8G/+u/7Usf7berOC33fiDHL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r3Z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JHxsUA&#10;AADeAAAADwAAAGRycy9kb3ducmV2LnhtbERPS0sDMRC+C/0PYQrebNZS+9g2LVIVRPBgFUpvw2a6&#10;u7iZhGTsrv/eCIK3+fies9kNrlMXiqn1bOB2UoAirrxtuTbw8f50swSVBNli55kMfFOC3XZ0tcHS&#10;+p7f6HKQWuUQTiUaaERCqXWqGnKYJj4QZ+7so0PJMNbaRuxzuOv0tCjm2mHLuaHBQPuGqs/DlzPw&#10;2j+Gl8X87hxOcTbV6cHKcS/GXI+H+zUooUH+xX/uZ5vnz5arBfy+k2/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0kfG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jOXcgA&#10;AADeAAAADwAAAGRycy9kb3ducmV2LnhtbESPT0sDMRDF74LfIUzBi7RZ/5W6bVqsEBQqlFbB67CZ&#10;7i5uJksSu+u3dw6Ctxnem/d+s9qMvlNniqkNbOBmVoAiroJruTbw8W6nC1ApIzvsApOBH0qwWV9e&#10;rLB0YeADnY+5VhLCqUQDTc59qXWqGvKYZqEnFu0Uoscsa6y1izhIuO/0bVHMtceWpaHBnp4bqr6O&#10;397Adj/Ud/G62o5hd3r5fLDW2TdrzNVkfFqCyjTmf/Pf9asT/PvFo/DKOzKDXv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SM5d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QhOcIA&#10;AADeAAAADwAAAGRycy9kb3ducmV2LnhtbERP3WrCMBS+H/gO4QjezXTiRu2MIkpBxm6mPsChOWs6&#10;m5OSxFrf3gjC7s7H93uW68G2oicfGscK3qYZCOLK6YZrBadj+ZqDCBFZY+uYFNwowHo1elliod2V&#10;f6g/xFqkEA4FKjAxdoWUoTJkMUxdR5y4X+ctxgR9LbXHawq3rZxl2Ye02HBqMNjR1lB1PlysgvJr&#10;9t2fL9qXbjPMLb2bv3xnlJqMh80niEhD/Bc/3Xud5s/zxQIe76Qb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NCE5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VYQcgA&#10;AADeAAAADwAAAGRycy9kb3ducmV2LnhtbESPQUsDMRCF70L/QxjBi9isVkXXpsUKoUILYhW8Dpvp&#10;7tLNZElid/vvOwfB2wzz5r33zZej79SRYmoDG7idFqCIq+Barg18f9mbJ1ApIzvsApOBEyVYLiYX&#10;cyxdGPiTjrtcKzHhVKKBJue+1DpVDXlM09ATy20foscsa6y1iziIue/0XVE8ao8tS0KDPb01VB12&#10;v97A6mOoZ/G6Wo1hs1//PFjr7NYac3U5vr6AyjTmf/Hf97uT+vfPhQAIjsygF2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1VhB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m3JcIA&#10;AADeAAAADwAAAGRycy9kb3ducmV2LnhtbERP3WrCMBS+F/YO4Qy801RxQzujiFIYw5t1e4BDc2w6&#10;m5OSxFrffhEE787H93vW28G2oicfGscKZtMMBHHldMO1gt+fYrIEESKyxtYxKbhRgO3mZbTGXLsr&#10;f1NfxlqkEA45KjAxdrmUoTJkMUxdR5y4k/MWY4K+ltrjNYXbVs6z7F1abDg1GOxob6g6lxeroPia&#10;H/vzRfvC7YaFpTfztzwYpcavw+4DRKQhPsUP96dO8xerbAb3d9IN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qbcl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W3usIA&#10;AADeAAAADwAAAGRycy9kb3ducmV2LnhtbERPzWrCQBC+F3yHZQq91V2jKTZ1DUWwmKOpDzBkp0kw&#10;OxuzWxPf3i0UvM3H9zubfLKduNLgW8caFnMFgrhypuVaw+l7/7oG4QOywc4xabiRh3w7e9pgZtzI&#10;R7qWoRYxhH2GGpoQ+kxKXzVk0c9dTxy5HzdYDBEOtTQDjjHcdjJR6k1abDk2NNjTrqHqXP5aDavb&#10;+HUp07PaG0uLYtkXHKpU65fn6fMDRKApPMT/7oOJ81fvKoG/d+INcn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tbe6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sEjsIA&#10;AADeAAAADwAAAGRycy9kb3ducmV2LnhtbERPy6rCMBDdX/AfwgjurqkPRKtRRFHE1bU+1kMztsVm&#10;Upqo9e+NINzdHM5zZovGlOJBtSssK+h1IxDEqdUFZwpOx83vGITzyBpLy6TgRQ4W89bPDGNtn3yg&#10;R+IzEULYxagg976KpXRpTgZd11bEgbva2qAPsM6krvEZwk0p+1E0kgYLDg05VrTKKb0ld6PgPrr0&#10;T3zd679k/dpO1pulk+dMqU67WU5BeGr8v/jr3ukwfziJBvB5J9wg5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+wSO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0s58YA&#10;AADeAAAADwAAAGRycy9kb3ducmV2LnhtbERPS2vCQBC+F/oflil4azbVEDS6ihYE7aFSHwdv0+w0&#10;Sc3OptlV03/vFgre5uN7zmTWmVpcqHWVZQUvUQyCOLe64kLBfrd8HoJwHlljbZkU/JKD2fTxYYKZ&#10;tlf+oMvWFyKEsMtQQel9k0np8pIMusg2xIH7sq1BH2BbSN3iNYSbWvbjOJUGKw4NJTb0WlJ+2p6N&#10;gsNmmI42i3Xy/fb+iQOjf466SpXqPXXzMQhPnb+L/90rHeYnoziBv3fCDX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30s5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ge6MUA&#10;AADeAAAADwAAAGRycy9kb3ducmV2LnhtbERPTWvCQBC9F/oflin01mxqo9jUVbSlKp40FbwO2WkS&#10;mp0N2a0m/npXELzN433OZNaZWhypdZVlBa9RDII4t7riQsH+5/tlDMJ5ZI21ZVLQk4PZ9PFhgqm2&#10;J97RMfOFCCHsUlRQet+kUrq8JIMusg1x4H5ta9AH2BZSt3gK4aaWgzgeSYMVh4YSG/osKf/L/o2C&#10;8+iAW7caLL7etKc+GS/tZrtU6vmpm3+A8NT5u/jmXuswP3mPh3B9J9wgp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yB7o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PpMcIA&#10;AADeAAAADwAAAGRycy9kb3ducmV2LnhtbERPzYrCMBC+L/gOYQRva6pU0WoUWRS8qdUHGJoxLTaT&#10;2mS17tNvhIW9zcf3O8t1Z2vxoNZXjhWMhgkI4sLpio2Cy3n3OQPhA7LG2jEpeJGH9ar3scRMuyef&#10;6JEHI2II+wwVlCE0mZS+KMmiH7qGOHJX11oMEbZG6hafMdzWcpwkU2mx4thQYkNfJRW3/NsquLvx&#10;RHf5Fg+37fxYGZPef06pUoN+t1mACNSFf/Gfe6/j/HSeTOH9TrxB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I+kx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MqQcMA&#10;AADeAAAADwAAAGRycy9kb3ducmV2LnhtbERPyW7CMBC9V+o/WIPErTh0ARIwqEVC4spy4DjYkwXi&#10;cRobSPv1dSUkbvP01pktOluLK7W+cqxgOEhAEGtnKi4U7HerlwkIH5AN1o5JwQ95WMyfn2aYGXfj&#10;DV23oRAxhH2GCsoQmkxKr0uy6AeuIY5c7lqLIcK2kKbFWwy3tXxNkpG0WHFsKLGhZUn6vL1YBevq&#10;SB8jnad28qU3h9/v8DY+GaX6ve5zCiJQFx7iu3tt4vz3NBnD/zvxBj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9MqQ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1H5MUA&#10;AADeAAAADwAAAGRycy9kb3ducmV2LnhtbERPTUsDMRC9C/6HMII3m1hKademxQpCS23BKnodNuNm&#10;cTNZNnG7/fedg9DbzPuaN4vVEBrVU5fqyBYeRwYUcRldzZWFz4/XhxmolJEdNpHJwpkSrJa3Nwss&#10;XDzxO/XHXCkJ4VSgBZ9zW2idSk8B0yi2xML9xC5glrWrtOvwJOGh0WNjpjpgzXLBY0svnsrf41+w&#10;0OPhbL79ej/f1m/l+LD+2jnB7f3d8PwEKtOQr+J/98ZJ/cncSF95R2bQy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bUfk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w95cMA&#10;AADeAAAADwAAAGRycy9kb3ducmV2LnhtbERPTUvDQBC9C/6HZQre7KahiI3dliJUetToweOYnWbT&#10;ZmfC7tpEf70rCN7m8T5nvZ18ry4UYidsYDEvQBE3YjtuDby97m/vQcWEbLEXJgNfFGG7ub5aY2Vl&#10;5Be61KlVOYRjhQZcSkOldWwceYxzGYgzd5TgMWUYWm0Djjnc97osijvtsePc4HCgR0fNuf70Bsan&#10;5uNUHt+t+w6D7OtnOZW9GHMzm3YPoBJN6V/85z7YPH+5Kl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w95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cSsskA&#10;AADeAAAADwAAAGRycy9kb3ducmV2LnhtbESPT08CQQzF7yZ+h0lNuMksxCCuDAT5kxiCMaDe607d&#10;XZjpbHYGWL69PZh4a9PX995vMuu8U2dqYx3YwKCfgSIugq25NPD5sb4fg4oJ2aILTAauFGE2vb2Z&#10;YG7DhXd03qdSiQnHHA1UKTW51rGoyGPsh4ZYbj+h9ZhkbUttW7yIuXd6mGUj7bFmSaiwoUVFxXF/&#10;8gbW70t3GL7t5l86LVaP3268eVlujenddfNnUIm69C/++361Uv/haSAAgiMz6O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zcSsskAAADeAAAADwAAAAAAAAAAAAAAAACYAgAA&#10;ZHJzL2Rvd25yZXYueG1sUEsFBgAAAAAEAAQA9QAAAI4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1qvcUA&#10;AADeAAAADwAAAGRycy9kb3ducmV2LnhtbERPTWvCQBC9C/0PyxR6KbpJrWKjq4ggKiioLfQ6Zsck&#10;mJ0N2TXGf+8WCt7m8T5nMmtNKRqqXWFZQdyLQBCnVhecKfj5XnZHIJxH1lhaJgV3cjCbvnQmmGh7&#10;4wM1R5+JEMIuQQW591UipUtzMuh6tiIO3NnWBn2AdSZ1jbcQbkr5EUVDabDg0JBjRYuc0svxahQ0&#10;++0pWzeu2lxG727QP61WO/2r1NtrOx+D8NT6p/jfvdZh/udXHMPfO+EGOX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jWq9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OK18UA&#10;AADeAAAADwAAAGRycy9kb3ducmV2LnhtbERPTWsCMRC9C/0PYQRvmnWxolujVEHwUlDbQ72Nm3F3&#10;cTNZk6jb/nojFHqbx/uc2aI1tbiR85VlBcNBAoI4t7riQsHX57o/AeEDssbaMin4IQ+L+Utnhpm2&#10;d97RbR8KEUPYZ6igDKHJpPR5SQb9wDbEkTtZZzBE6AqpHd5juKllmiRjabDi2FBiQ6uS8vP+ahQs&#10;p5PlZTvij9/d8UCH7+P5NXWJUr1u+/4GIlAb/sV/7o2O80fTYQrPd+IN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M4rXxQAAAN4AAAAPAAAAAAAAAAAAAAAAAJgCAABkcnMv&#10;ZG93bnJldi54bWxQSwUGAAAAAAQABAD1AAAAigMAAAAA&#10;" fillcolor="black" stroked="f"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whTMcA&#10;AADeAAAADwAAAGRycy9kb3ducmV2LnhtbERPS2sCMRC+F/wPYYTealZrRVej1LZCoXrwcfA4bsbd&#10;sJvJskl121/fFARv8/E9Z7ZobSUu1HjjWEG/l4Agzpw2nCs47FdPYxA+IGusHJOCH/KwmHceZphq&#10;d+UtXXYhFzGEfYoKihDqVEqfFWTR91xNHLmzayyGCJtc6gavMdxWcpAkI2nRcGwosKa3grJy920V&#10;HL9GZrw1NDitf5cfev1SLjfvpVKP3fZ1CiJQG+7im/tTx/nDSf8Z/t+JN8j5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8IUz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fUCsQA&#10;AADeAAAADwAAAGRycy9kb3ducmV2LnhtbERPS2sCMRC+C/0PYQq9adYiRbdGkUqpFw8+Sq/DZrrZ&#10;7mayJlFXf30jCN7m43vOdN7ZRpzIh8qxguEgA0FcOF1xqWC/++yPQYSIrLFxTAouFGA+e+pNMdfu&#10;zBs6bWMpUgiHHBWYGNtcylAYshgGriVO3K/zFmOCvpTa4zmF20a+ZtmbtFhxajDY0oehot4erQK/&#10;+FnWVz5+19l1fQlff91hjEapl+du8Q4iUhcf4rt7pdP80WQ4gts76QY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kH1Ar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rH2sQA&#10;AADeAAAADwAAAGRycy9kb3ducmV2LnhtbERP22oCMRB9F/yHMEJfSs0qauvWKKVQKCiC1g+Ybqa7&#10;S5PJspnq6tcboeDbHM51FqvOO3WkNtaBDYyGGSjiItiaSwOHr4+nF1BRkC26wGTgTBFWy35vgbkN&#10;J97RcS+lSiEcczRQiTS51rGoyGMchoY4cT+h9SgJtqW2LZ5SuHd6nGUz7bHm1FBhQ+8VFb/7P2/A&#10;jb/dfP0cN3I+6E128bJ73FpjHgbd2ysooU7u4n/3p03zJ/PRFG7vpBv0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6x9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gY98UA&#10;AADeAAAADwAAAGRycy9kb3ducmV2LnhtbERPTWsCMRC9C/0PYQq91awi0m6NYivCXnrousXruJlu&#10;FpPJsom67a9vBMHbPN7nLFaDs+JMfWg9K5iMMxDEtdctNwqq3fb5BUSIyBqtZ1LwSwFWy4fRAnPt&#10;L/xF5zI2IoVwyFGBibHLpQy1IYdh7DvixP343mFMsG+k7vGSwp2V0yybS4ctpwaDHX0Yqo/lySnY&#10;lJ2dVoV5D/vvz8PBFn9b2m+Uenoc1m8gIg3xLr65C53mz14nc7i+k26Qy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OBj3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EPWsMA&#10;AADeAAAADwAAAGRycy9kb3ducmV2LnhtbERPTWsCMRC9F/wPYQRvNbEUratRRLog9FSrB29DMu6u&#10;bibLJt1d/31TKPQ2j/c56+3gatFRGyrPGmZTBYLYeFtxoeH0lT+/gQgR2WLtmTQ8KMB2M3paY2Z9&#10;z5/UHWMhUgiHDDWUMTaZlMGU5DBMfUOcuKtvHcYE20LaFvsU7mr5otRcOqw4NZTY0L4kcz9+Ow23&#10;XH54o9CcT+f+YBeX9znVSuvJeNitQEQa4r/4z32waf7rcraA33fS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HEPW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ZoT8cA&#10;AADeAAAADwAAAGRycy9kb3ducmV2LnhtbESPQWvCQBCF74X+h2UK3upGW8SmrmILBWnxoBbxOM2O&#10;SUh2NuyuGv+9cyh4m+G9ee+b2aJ3rTpTiLVnA6NhBoq48Lbm0sDv7ut5CiomZIutZzJwpQiL+ePD&#10;DHPrL7yh8zaVSkI45migSqnLtY5FRQ7j0HfEoh19cJhkDaW2AS8S7lo9zrKJdlizNFTY0WdFRbM9&#10;OQOH0w8f1y/fy/CR9r7fxWb8N22MGTz1y3dQifp0N/9fr6zgv76NhFfekRn0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GaE/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cYpsUA&#10;AADeAAAADwAAAGRycy9kb3ducmV2LnhtbERPTWsCMRC9C/0PYQRvmlWsuFujVEHwUlDbQ72Nm3F3&#10;cTNZk6jb/nojFHqbx/uc2aI1tbiR85VlBcNBAoI4t7riQsHX57o/BeEDssbaMin4IQ+L+Utnhpm2&#10;d97RbR8KEUPYZ6igDKHJpPR5SQb9wDbEkTtZZzBE6AqpHd5juKnlKEkm0mDFsaHEhlYl5ef91ShY&#10;ptPlZTvmj9/d8UCH7+P5deQSpXrd9v0NRKA2/Iv/3Bsd54/TYQrPd+IN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lximxQAAAN4AAAAPAAAAAAAAAAAAAAAAAJgCAABkcnMv&#10;ZG93bnJldi54bWxQSwUGAAAAAAQABAD1AAAAigMAAAAA&#10;" fillcolor="black" stroked="f"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dwLMYA&#10;AADeAAAADwAAAGRycy9kb3ducmV2LnhtbESPQU/DMAyF70j8h8hI3FjKQAjKsqmahECcug3E1WtM&#10;U9E4VRKy8u/xAYmbLT+/977VZvajKhTTENjA9aICRdwFO3Bv4O3wdHUPKmVki2NgMvBDCTbr87MV&#10;1jaceEdln3slJpxqNOBynmqtU+fIY1qEiVhunyF6zLLGXtuIJzH3o15W1Z32OLAkOJxo66j72n97&#10;A+W4bZub8lHc7jU2fQzt8/uxNebyYm4eQWWa87/47/vFSv3bh6UACI7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HdwL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eRvsUA&#10;AADeAAAADwAAAGRycy9kb3ducmV2LnhtbERPTWvCQBC9F/wPywje6iZSpEZXEWmL9lIbBT0O2TEb&#10;zM6G7BrT/vpuodDbPN7nLFa9rUVHra8cK0jHCQjiwumKSwXHw+vjMwgfkDXWjknBF3lYLQcPC8y0&#10;u/MndXkoRQxhn6ECE0KTSekLQxb92DXEkbu41mKIsC2lbvEew20tJ0kylRYrjg0GG9oYKq75zSrw&#10;6ebl9G6/Z935zfBHvjPTfWmUGg379RxEoD78i//cWx3nP80mK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l5G+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80C30" w:rsidRDefault="00180C30" w:rsidP="00180C3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80C30" w:rsidRDefault="00180C30" w:rsidP="00180C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80C30" w:rsidRDefault="00180C30" w:rsidP="00180C3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80C30" w:rsidRDefault="00180C30" w:rsidP="00180C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80C30" w:rsidRDefault="00180C30" w:rsidP="00180C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80C30" w:rsidRDefault="00180C30" w:rsidP="00180C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180C30" w:rsidRDefault="00180C30" w:rsidP="00180C3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180C30" w:rsidRDefault="00180C30" w:rsidP="00180C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180C30" w:rsidRDefault="00180C30" w:rsidP="00180C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180C30" w:rsidRDefault="00180C30" w:rsidP="00180C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80C30" w:rsidRDefault="00180C30" w:rsidP="00180C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180C30" w:rsidRDefault="00180C30" w:rsidP="00180C3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80C30" w:rsidRDefault="00180C30" w:rsidP="00180C3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180C30" w:rsidRDefault="00180C30" w:rsidP="00180C3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180C30" w:rsidRDefault="00180C30" w:rsidP="00180C3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180C30" w:rsidRDefault="00180C30" w:rsidP="00180C3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80C30" w:rsidRDefault="00180C30" w:rsidP="00180C3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80C30" w:rsidRDefault="00180C30" w:rsidP="00180C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80C30" w:rsidRDefault="00180C30" w:rsidP="00180C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180C30" w:rsidRDefault="00180C30" w:rsidP="00180C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>Бацан Н.В</w:t>
      </w:r>
    </w:p>
    <w:p w:rsidR="00180C30" w:rsidRDefault="00180C30" w:rsidP="00180C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180C30" w:rsidRDefault="00180C30" w:rsidP="00180C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Бацан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Н.В.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180C30" w:rsidRDefault="00180C30" w:rsidP="00180C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180C30" w:rsidRDefault="00180C30" w:rsidP="00180C3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80C30" w:rsidRDefault="00180C30" w:rsidP="00180C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Бацан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Наталії Василівні,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9E365D" w:rsidRPr="009E365D">
        <w:rPr>
          <w:rFonts w:ascii="Times New Roman" w:eastAsia="Calibri" w:hAnsi="Times New Roman" w:cs="Times New Roman"/>
          <w:sz w:val="24"/>
          <w:lang w:eastAsia="en-US"/>
        </w:rPr>
        <w:t>_</w:t>
      </w:r>
      <w:r w:rsidR="009E365D">
        <w:rPr>
          <w:rFonts w:ascii="Times New Roman" w:eastAsia="Calibri" w:hAnsi="Times New Roman" w:cs="Times New Roman"/>
          <w:sz w:val="24"/>
          <w:lang w:val="ru-RU" w:eastAsia="en-US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0,1200га,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с.Колом</w:t>
      </w:r>
      <w:proofErr w:type="spellEnd"/>
      <w:r w:rsidRPr="00FB7161">
        <w:rPr>
          <w:rFonts w:ascii="Times New Roman" w:eastAsia="Calibri" w:hAnsi="Times New Roman" w:cs="Times New Roman"/>
          <w:sz w:val="24"/>
          <w:lang w:val="ru-RU" w:eastAsia="en-US"/>
        </w:rPr>
        <w:t>’</w:t>
      </w:r>
      <w:r>
        <w:rPr>
          <w:rFonts w:ascii="Times New Roman" w:eastAsia="Calibri" w:hAnsi="Times New Roman" w:cs="Times New Roman"/>
          <w:sz w:val="24"/>
          <w:lang w:eastAsia="en-US"/>
        </w:rPr>
        <w:t>є.</w:t>
      </w:r>
    </w:p>
    <w:p w:rsidR="00180C30" w:rsidRDefault="00180C30" w:rsidP="00180C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Бацан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80C30" w:rsidRDefault="00180C30" w:rsidP="00180C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80C30" w:rsidRDefault="00180C30" w:rsidP="00180C3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80C30" w:rsidRDefault="00180C30" w:rsidP="00180C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80C30" w:rsidRDefault="00180C30" w:rsidP="00180C3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80C30" w:rsidRDefault="00180C30" w:rsidP="00180C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80C30" w:rsidRDefault="00180C30" w:rsidP="00180C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80C30" w:rsidRPr="00180C30" w:rsidRDefault="00180C30" w:rsidP="00180C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180C30" w:rsidRDefault="00180C30" w:rsidP="00180C3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B327B" w:rsidRPr="00180C30" w:rsidRDefault="00180C30" w:rsidP="00180C3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4B327B" w:rsidRPr="00180C3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C30"/>
    <w:rsid w:val="00180C30"/>
    <w:rsid w:val="004B327B"/>
    <w:rsid w:val="009E3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3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0C3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238</Words>
  <Characters>1363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2021-07-19T05:43:00Z</dcterms:created>
  <dcterms:modified xsi:type="dcterms:W3CDTF">2021-07-19T06:33:00Z</dcterms:modified>
</cp:coreProperties>
</file>