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359" w:rsidRPr="008F5204" w:rsidRDefault="00666359" w:rsidP="00666359">
      <w:pPr>
        <w:tabs>
          <w:tab w:val="left" w:pos="2160"/>
        </w:tabs>
        <w:jc w:val="right"/>
        <w:rPr>
          <w:rFonts w:ascii="Times New Roman" w:eastAsiaTheme="minorHAnsi" w:hAnsi="Times New Roman" w:cs="Times New Roman"/>
          <w:color w:val="FF0000"/>
          <w:sz w:val="22"/>
          <w:szCs w:val="22"/>
          <w:lang w:val="ru-RU" w:eastAsia="en-US"/>
        </w:rPr>
      </w:pPr>
      <w:r w:rsidRPr="008F5204">
        <w:rPr>
          <w:rFonts w:ascii="Times New Roman" w:eastAsiaTheme="minorHAnsi" w:hAnsi="Times New Roman" w:cs="Times New Roman"/>
          <w:color w:val="FF0000"/>
          <w:sz w:val="22"/>
          <w:szCs w:val="22"/>
          <w:lang w:val="ru-RU" w:eastAsia="en-US"/>
        </w:rPr>
        <w:t>ПРОЕКТ</w:t>
      </w:r>
    </w:p>
    <w:p w:rsidR="00666359" w:rsidRPr="008F5204" w:rsidRDefault="00734E0A" w:rsidP="00666359">
      <w:pPr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</w:pPr>
      <w:r w:rsidRPr="00734E0A">
        <w:rPr>
          <w:rFonts w:asciiTheme="minorHAnsi" w:eastAsiaTheme="minorHAnsi" w:hAnsiTheme="minorHAnsi" w:cstheme="minorBidi"/>
          <w:noProof/>
          <w:color w:val="auto"/>
          <w:sz w:val="22"/>
          <w:szCs w:val="22"/>
          <w:lang w:val="ru-RU" w:eastAsia="ru-RU"/>
        </w:rPr>
        <w:pict>
          <v:group id="Групувати 2487" o:spid="_x0000_s1026" style="position:absolute;margin-left:207pt;margin-top:7.2pt;width:42.8pt;height:57.85pt;z-index:251660288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">
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KTSMIA&#10;AADdAAAADwAAAGRycy9kb3ducmV2LnhtbERPz2vCMBS+D/wfwhN2m+miqHRGEcUheJpu4vHRvLVl&#10;zUtJYq3/vTkIO358vxer3jaiIx9qxxreRxkI4sKZmksN36fd2xxEiMgGG8ek4U4BVsvBywJz4278&#10;Rd0xliKFcMhRQxVjm0sZiooshpFriRP367zFmKAvpfF4S+G2kSrLptJizamhwpY2FRV/x6vVcOjU&#10;9Hz53NrTuFQzX4x/tqputH4d9usPEJH6+C9+uvdGg5rM09z0Jj0BuX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wpNIwgAAAN0AAAAPAAAAAAAAAAAAAAAAAJgCAABkcnMvZG93&#10;bnJldi54bWxQSwUGAAAAAAQABAD1AAAAhw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ph4MUA&#10;AADdAAAADwAAAGRycy9kb3ducmV2LnhtbESPQYvCMBSE7wv+h/AEL6JpRVatRhFBUBcWtgpeH82z&#10;rTYvpYna/fcbQdjjMDPfMItVayrxoMaVlhXEwwgEcWZ1ybmC03E7mIJwHlljZZkU/JKD1bLzscBE&#10;2yf/0CP1uQgQdgkqKLyvEyldVpBBN7Q1cfAutjHog2xyqRt8Brip5CiKPqXBksNCgTVtCspu6d0o&#10;kMd07/eT0vTjw/m7je1185Vdlep12/UchKfW/4ff7Z1WMBpPZ/B6E5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KmHgxQAAAN0AAAAPAAAAAAAAAAAAAAAAAJgCAABkcnMv&#10;ZG93bnJldi54bWxQSwUGAAAAAAQABAD1AAAAig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R06MQA&#10;AADdAAAADwAAAGRycy9kb3ducmV2LnhtbERPy2oCMRTdC/5DuAU3RTMVW3Q0ihUU6UKoj/11cp2Z&#10;OrkZk6hjv75ZFFweznsya0wlbuR8aVnBWy8BQZxZXXKuYL9bdocgfEDWWFkmBQ/yMJu2WxNMtb3z&#10;N922IRcxhH2KCooQ6lRKnxVk0PdsTRy5k3UGQ4Qul9rhPYabSvaT5EMaLDk2FFjToqDsvL0aBcs1&#10;nUeH+rIa/Lr3fPhz3Hx97l6V6rw08zGIQE14iv/da62gPxjF/fFNfAJy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zEdOjEAAAA3QAAAA8AAAAAAAAAAAAAAAAAmAIAAGRycy9k&#10;b3ducmV2LnhtbFBLBQYAAAAABAAEAPUAAACJ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m2XMYA&#10;AADdAAAADwAAAGRycy9kb3ducmV2LnhtbESPQWvCQBSE7wX/w/IEb3UTaYumboJYIkJPVbHX1+wz&#10;Sc2+Ddk1Sf99t1DwOMzMN8w6G00jeupcbVlBPI9AEBdW11wqOB3zxyUI55E1NpZJwQ85yNLJwxoT&#10;bQf+oP7gSxEg7BJUUHnfJlK6oiKDbm5b4uBdbGfQB9mVUnc4BLhp5CKKXqTBmsNChS1tKyquh5tR&#10;EL0/N1+XM4/Lz7ddcf0ech7qWKnZdNy8gvA0+nv4v73XChZPqxj+3oQnIN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xm2XMYAAADdAAAADwAAAAAAAAAAAAAAAACYAgAAZHJz&#10;L2Rvd25yZXYueG1sUEsFBgAAAAAEAAQA9QAAAIsD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pPBMcA&#10;AADdAAAADwAAAGRycy9kb3ducmV2LnhtbESPQWsCMRSE74L/IbxCL1KzXbToahRbUKQHQa335+a5&#10;u3Xzsk1S3fbXm4LQ4zAz3zDTeWtqcSHnK8sKnvsJCOLc6ooLBR/75dMIhA/IGmvLpOCHPMxn3c4U&#10;M22vvKXLLhQiQthnqKAMocmk9HlJBn3fNsTRO1lnMETpCqkdXiPc1DJNkhdpsOK4UGJDbyXl5923&#10;UbBc03l8aL5Wg183LEafx837676n1ONDu5iACNSG//C9vdYK0sE4hb838QnI2Q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NaTwTHAAAA3QAAAA8AAAAAAAAAAAAAAAAAmAIAAGRy&#10;cy9kb3ducmV2LnhtbFBLBQYAAAAABAAEAPUAAACMAwAAAAA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eNsMQA&#10;AADdAAAADwAAAGRycy9kb3ducmV2LnhtbESPQYvCMBSE74L/ITzBm6bqrmg1iiiKsKdV0euzebbV&#10;5qU00Xb/vVlY2OMwM98w82VjCvGiyuWWFQz6EQjixOqcUwWn47Y3AeE8ssbCMin4IQfLRbs1x1jb&#10;mr/pdfCpCBB2MSrIvC9jKV2SkUHXtyVx8G62MuiDrFKpK6wD3BRyGEVjaTDnsJBhSeuMksfhaRRE&#10;X5/F9XbmZnLZ7JLHvd5ynQ+U6naa1QyEp8b/h//ae61g+DEdwe+b8ATk4g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CHjbDEAAAA3QAAAA8AAAAAAAAAAAAAAAAAmAIAAGRycy9k&#10;b3ducmV2LnhtbFBLBQYAAAAABAAEAPUAAACJAwAAAAA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u0TMUA&#10;AADdAAAADwAAAGRycy9kb3ducmV2LnhtbESPQWvCQBSE70L/w/IKvemmUURTV5FowWs1Hnp7zT6T&#10;kOzbkF1j2l/vFgSPw8x8w6w2g2lET52rLCt4n0QgiHOrKy4UZKfP8QKE88gaG8uk4JccbNYvoxUm&#10;2t74i/qjL0SAsEtQQel9m0jp8pIMuoltiYN3sZ1BH2RXSN3hLcBNI+MomkuDFYeFEltKS8rr49Uo&#10;OO/qerrkaPr33acLl/5kWXzZK/X2Omw/QHga/DP8aB+0gni2nMH/m/AE5Po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y7RMxQAAAN0AAAAPAAAAAAAAAAAAAAAAAJgCAABkcnMv&#10;ZG93bnJldi54bWxQSwUGAAAAAAQABAD1AAAAigMAAAAA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sWesgA&#10;AADdAAAADwAAAGRycy9kb3ducmV2LnhtbESPQWvCQBSE70L/w/IKvYjZKCptdBUpLViwh1qpentk&#10;n0lo9m2aXWPqr3cFweMwM98w03lrStFQ7QrLCvpRDII4tbrgTMHm+733DMJ5ZI2lZVLwTw7ms4fO&#10;FBNtT/xFzdpnIkDYJagg975KpHRpTgZdZCvi4B1sbdAHWWdS13gKcFPKQRyPpcGCw0KOFb3mlP6u&#10;j0bBkJrdYnXef/7s/t68PXS3H66/VerpsV1MQHhq/T18ay+1gsHwZQTXN+EJyNk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WKxZ6yAAAAN0AAAAPAAAAAAAAAAAAAAAAAJgCAABk&#10;cnMvZG93bnJldi54bWxQSwUGAAAAAAQABAD1AAAAjQMAAAAA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UJPcEA&#10;AADcAAAADwAAAGRycy9kb3ducmV2LnhtbERPy4rCMBTdD/gP4QruxtQHg1ajSFWY7WhduLs217a0&#10;uSlNrNWvnywGZnk47/W2N7XoqHWlZQWTcQSCOLO65FxBej5+LkA4j6yxtkwKXuRguxl8rDHW9sk/&#10;1J18LkIIuxgVFN43sZQuK8igG9uGOHB32xr0Aba51C0+Q7ip5TSKvqTBkkNDgQ0lBWXV6WEUXPZV&#10;NVtyNHtfu2ThkluaTu8HpUbDfrcC4an3/+I/97dWMJ+HteFMOAJy8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z1CT3BAAAA3AAAAA8AAAAAAAAAAAAAAAAAmAIAAGRycy9kb3du&#10;cmV2LnhtbFBLBQYAAAAABAAEAPUAAACG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uIxscA&#10;AADcAAAADwAAAGRycy9kb3ducmV2LnhtbESPT2vCQBTE7wW/w/IEL6VuLFJsdCMiLSjYg1qq3h7Z&#10;lz+YfZtm15j207sFocdh5jfDzOadqURLjSstKxgNIxDEqdUl5wo+9+9PExDOI2usLJOCH3IwT3oP&#10;M4y1vfKW2p3PRShhF6OCwvs6ltKlBRl0Q1sTBy+zjUEfZJNL3eA1lJtKPkfRizRYclgosKZlQel5&#10;dzEKxtQeF5vf08fX8fvN2+zxsHajg1KDfreYgvDU+f/wnV7pwI1f4e9MOAIyu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mriMbHAAAA3AAAAA8AAAAAAAAAAAAAAAAAmAIAAGRy&#10;cy9kb3ducmV2LnhtbFBLBQYAAAAABAAEAPUAAACM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pQn8QA&#10;AADcAAAADwAAAGRycy9kb3ducmV2LnhtbERPXWvCMBR9H/gfwhX2NtNtTqUziji2CYJgFfd6ae6a&#10;anPTNdHW/frlYeDj4XxP552txIUaXzpW8DhIQBDnTpdcKNjv3h8mIHxA1lg5JgVX8jCf9e6mmGrX&#10;8pYuWShEDGGfogITQp1K6XNDFv3A1cSR+3aNxRBhU0jdYBvDbSWfkmQkLZYcGwzWtDSUn7KzVfA1&#10;fN4485m5c/v28Xva/oyPh+Vaqft+t3gFEagLN/G/e6UVDF/i/HgmHgE5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aUJ/EAAAA3A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G/A9cUA&#10;AADcAAAADwAAAGRycy9kb3ducmV2LnhtbESPQWvCQBSE7wX/w/KE3urGVotEN0FLFbGnpu39kX0m&#10;wezbNLvG9d+7QqHHYWa+YVZ5MK0YqHeNZQXTSQKCuLS64UrB99f2aQHCeWSNrWVScCUHeTZ6WGGq&#10;7YU/aSh8JSKEXYoKau+7VEpX1mTQTWxHHL2j7Q36KPtK6h4vEW5a+Zwkr9Jgw3Ghxo7eaipPxdko&#10;eDnMf3d6U70P7WLnPvbHbWjCj1KP47BegvAU/H/4r73XCmbzKdzPxCMgs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b8D1xQAAANwAAAAPAAAAAAAAAAAAAAAAAJgCAABkcnMv&#10;ZG93bnJldi54bWxQSwUGAAAAAAQABAD1AAAAigM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Ayi8QA&#10;AADcAAAADwAAAGRycy9kb3ducmV2LnhtbESPT4vCMBTE74LfITxhb5oq/lm7RhFlQRAPVg97fDRv&#10;m2LzUppYu99+Iwgeh5n5DbPadLYSLTW+dKxgPEpAEOdOl1wouF6+h58gfEDWWDkmBX/kYbPu91aY&#10;avfgM7VZKESEsE9RgQmhTqX0uSGLfuRq4uj9usZiiLIppG7wEeG2kpMkmUuLJccFgzXtDOW37G4V&#10;/CxPy3Fn9smxXWwPIWfEWztX6mPQbb9ABOrCO/xqH7SC6WwCzzPxCMj1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wMovEAAAA3AAAAA8AAAAAAAAAAAAAAAAAmAIAAGRycy9k&#10;b3ducmV2LnhtbFBLBQYAAAAABAAEAPUAAACJ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7C8cA&#10;AADcAAAADwAAAGRycy9kb3ducmV2LnhtbESPQWvCQBSE7wX/w/IEb7oxVrHRVYqQ4qWH2tZ6fGSf&#10;SWz2bcxuY/TXu4VCj8PMfMMs152pREuNKy0rGI8iEMSZ1SXnCj7e0+EchPPIGivLpOBKDtar3sMS&#10;E20v/EbtzuciQNglqKDwvk6kdFlBBt3I1sTBO9rGoA+yyaVu8BLgppJxFM2kwZLDQoE1bQrKvnc/&#10;RsHX+PX2VE+6z/jgz9tT/HLO0v1MqUG/e16A8NT5//Bfe6sVPE4n8HsmHAG5u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1o+wvHAAAA3AAAAA8AAAAAAAAAAAAAAAAAmAIAAGRy&#10;cy9kb3ducmV2LnhtbFBLBQYAAAAABAAEAPUAAACM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8EQ8MA&#10;AADcAAAADwAAAGRycy9kb3ducmV2LnhtbESPUWvCMBSF3wf+h3CFvc1U6dyoRinKwLEnu/2AS3Nt&#10;q81NSKLt/v0iCHs8nHO+w1lvR9OLG/nQWVYwn2UgiGurO24U/Hx/vLyDCBFZY2+ZFPxSgO1m8rTG&#10;QtuBj3SrYiMShEOBCtoYXSFlqFsyGGbWESfvZL3BmKRvpPY4JLjp5SLLltJgx2mhRUe7lupLdTUK&#10;0Lu3vavkcFyev/Bw/iwpt6VSz9OxXIGINMb/8KN90Ary1xzuZ9IRkJ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I8EQ8MAAADc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nyf8cA&#10;AADcAAAADwAAAGRycy9kb3ducmV2LnhtbESPzWvCQBTE74X+D8sTvNWNtX6QukrVBkRzqR8Hb4/s&#10;axKafRuyq8b+9a5Q6HGYmd8w03lrKnGhxpWWFfR7EQjizOqScwWHffIyAeE8ssbKMim4kYP57Plp&#10;irG2V/6iy87nIkDYxaig8L6OpXRZQQZdz9bEwfu2jUEfZJNL3eA1wE0lX6NoJA2WHBYKrGlZUPaz&#10;OxsFaZLW6ZY/J6fVeTE4rX+PY94kSnU77cc7CE+t/w//tddawdtwCI8z4QjI2R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r58n/HAAAA3AAAAA8AAAAAAAAAAAAAAAAAmAIAAGRy&#10;cy9kb3ducmV2LnhtbFBLBQYAAAAABAAEAPUAAACM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gNhMYA&#10;AADcAAAADwAAAGRycy9kb3ducmV2LnhtbESPQWvCQBSE7wX/w/IEb3VjscFGVxFBqtAWqoX2+Mw+&#10;k2D2bdxdY/z3bqHQ4zAz3zCzRWdq0ZLzlWUFo2ECgji3uuJCwdd+/TgB4QOyxtoyKbiRh8W89zDD&#10;TNsrf1K7C4WIEPYZKihDaDIpfV6SQT+0DXH0jtYZDFG6QmqH1wg3tXxKklQarDgulNjQqqT8tLsY&#10;BR/n9PLWfv+8Hly3bs71dvWuXyqlBv1uOQURqAv/4b/2RisYP6fweyYeATm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lgNhMYAAADcAAAADwAAAAAAAAAAAAAAAACYAgAAZHJz&#10;L2Rvd25yZXYueG1sUEsFBgAAAAAEAAQA9QAAAIsDAAAAAA=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FEesMA&#10;AADcAAAADwAAAGRycy9kb3ducmV2LnhtbESP0YrCMBRE3xf8h3AF39ZU0VWqUURQFxGWrX7Apbk2&#10;xeamNFHrfr0RhH0cZuYMM1+2thI3anzpWMGgn4Agzp0uuVBwOm4+pyB8QNZYOSYFD/KwXHQ+5phq&#10;d+dfumWhEBHCPkUFJoQ6ldLnhiz6vquJo3d2jcUQZVNI3eA9wm0lh0nyJS2WHBcM1rQ2lF+yq1XA&#10;idz8HPJKy+3fabLfmWw/vmZK9brtagYiUBv+w+/2t1YwGk/gdSYe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ZFEesMAAADcAAAADwAAAAAAAAAAAAAAAACYAgAAZHJzL2Rv&#10;d25yZXYueG1sUEsFBgAAAAAEAAQA9QAAAIgDAAAAAA=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0itMIA&#10;AADcAAAADwAAAGRycy9kb3ducmV2LnhtbERPy4rCMBTdD/gP4QqzG9NxdNCOUXyCupsqiLtLc22L&#10;zU1pola/3iwEl4fzHk0aU4or1a6wrOC7E4EgTq0uOFOw362+BiCcR9ZYWiYFd3IwGbc+Rhhre+N/&#10;uiY+EyGEXYwKcu+rWEqX5mTQdWxFHLiTrQ36AOtM6hpvIdyUshtFv9JgwaEhx4rmOaXn5GIUJKfj&#10;Uc942dsM+m6+3f48hofVQqnPdjP9A+Gp8W/xy73WCnr9sDacCUdAj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4/SK0wgAAANwAAAAPAAAAAAAAAAAAAAAAAJgCAABkcnMvZG93&#10;bnJldi54bWxQSwUGAAAAAAQABAD1AAAAhw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pTq8QA&#10;AADcAAAADwAAAGRycy9kb3ducmV2LnhtbESP3YrCMBSE7xd8h3CEvVtTf1a0GkVEwYu9WKsPcGiO&#10;TbU56TZR69tvBMHLYWa+YebL1lbiRo0vHSvo9xIQxLnTJRcKjoft1wSED8gaK8ek4EEelovOxxxT&#10;7e68p1sWChEh7FNUYEKoUyl9bsii77maOHon11gMUTaF1A3eI9xWcpAkY2mx5LhgsKa1ofySXa2C&#10;wXF1Xp9+hz/nv2HCG2vazXVvlPrstqsZiEBteIdf7Z1WMPqewvNMPAJy8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iaU6vEAAAA3AAAAA8AAAAAAAAAAAAAAAAAmAIAAGRycy9k&#10;b3ducmV2LnhtbFBLBQYAAAAABAAEAPUAAACJ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wVCcIA&#10;AADcAAAADwAAAGRycy9kb3ducmV2LnhtbERPy4rCMBTdD/gP4QqzG1NFRatRVBDcCD5mMe6uzbUt&#10;Njc1yWj16yeLAZeH857OG1OJOzlfWlbQ7SQgiDOrS84VfB/XXyMQPiBrrCyTgid5mM9aH1NMtX3w&#10;nu6HkIsYwj5FBUUIdSqlzwoy6Du2Jo7cxTqDIUKXS+3wEcNNJXtJMpQGS44NBda0Kii7Hn6NguV4&#10;tLzt+rx97c8nOv2cr4OeS5T6bDeLCYhATXiL/90braA/jPPjmXgE5Ow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HBUJwgAAANwAAAAPAAAAAAAAAAAAAAAAAJgCAABkcnMvZG93&#10;bnJldi54bWxQSwUGAAAAAAQABAD1AAAAhwMAAAAA&#10;" fillcolor="black" stroked="f"/>
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sGAcYA&#10;AADcAAAADwAAAGRycy9kb3ducmV2LnhtbESPzWrDMBCE74W8g9hAL6WWHYwxTpQQSgtpLiE/hRwX&#10;a2ObWCtjqbb79lWg0OMwM98wq81kWjFQ7xrLCpIoBkFcWt1wpeBy/njNQTiPrLG1TAp+yMFmPXta&#10;YaHtyEcaTr4SAcKuQAW1910hpStrMugi2xEH72Z7gz7IvpK6xzHATSsXcZxJgw2HhRo7equpvJ++&#10;jYK9LIeXz5SSQzVc7++H/Mtkx0Sp5/m0XYLwNPn/8F97pxWkWQKPM+EIy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VsGAcYAAADcAAAADwAAAAAAAAAAAAAAAACYAgAAZHJz&#10;L2Rvd25yZXYueG1sUEsFBgAAAAAEAAQA9QAAAIsDAAAAAA=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yzCcUA&#10;AADcAAAADwAAAGRycy9kb3ducmV2LnhtbESP3WrCQBSE7wt9h+UIvasbQxWbuoqUFioIxZ8HOOwe&#10;k2D2bMgeTdqn7wpCL4eZ+YZZrAbfqCt1sQ5sYDLOQBHb4GouDRwPn89zUFGQHTaBycAPRVgtHx8W&#10;WLjQ846ueylVgnAs0EAl0hZaR1uRxzgOLXHyTqHzKEl2pXYd9gnuG51n2Ux7rDktVNjSe0X2vL94&#10;A/nFivWvm9/tx1Gm34e2z6bztTFPo2H9BkpokP/wvf3lDLzMcridSUdAL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XLMJxQAAANwAAAAPAAAAAAAAAAAAAAAAAJgCAABkcnMv&#10;ZG93bnJldi54bWxQSwUGAAAAAAQABAD1AAAAigMAAAAA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VuCsYA&#10;AADcAAAADwAAAGRycy9kb3ducmV2LnhtbESPQWsCMRSE7wX/Q3iF3mq2KlK2RimipYW1i7aX3h7J&#10;c7N087Jsoq7/3giCx2FmvmFmi9414khdqD0reBlmIIi1NzVXCn5/1s+vIEJENth4JgVnCrCYDx5m&#10;mBt/4i0dd7ESCcIhRwU2xjaXMmhLDsPQt8TJ2/vOYUyyq6Tp8JTgrpGjLJtKhzWnBYstLS3p/93B&#10;KdAf42L1VfxZfRiVm6r+Lgu33Sv19Ni/v4GI1Md7+Nb+NAom0zFcz6QjIOc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XVuCsYAAADcAAAADwAAAAAAAAAAAAAAAACYAgAAZHJz&#10;L2Rvd25yZXYueG1sUEsFBgAAAAAEAAQA9QAAAIsDAAAAAA==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cXrcMA&#10;AADcAAAADwAAAGRycy9kb3ducmV2LnhtbESPQYvCMBSE74L/ITxhb5oqUqSaigjCehF0FT0+mmdb&#10;2ryUJtt2/fWbhQWPw8x8w2y2g6lFR60rLSuYzyIQxJnVJecKrl+H6QqE88gaa8uk4IccbNPxaIOJ&#10;tj2fqbv4XAQIuwQVFN43iZQuK8igm9mGOHhP2xr0Qba51C32AW5quYiiWBosOSwU2NC+oKy6fBsF&#10;jXndro/jqYvmd1zofs99FbNSH5NhtwbhafDv8H/7UytYxkv4OxOOgEx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tcXrcMAAADcAAAADwAAAAAAAAAAAAAAAACYAgAAZHJzL2Rv&#10;d25yZXYueG1sUEsFBgAAAAAEAAQA9QAAAIgDAAAAAA==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VCJ8QA&#10;AADcAAAADwAAAGRycy9kb3ducmV2LnhtbESPQYvCMBSE78L+h/AWvNnURWW3GkUWFE+CdqHr7dE8&#10;22LzUpqo1V9vBMHjMPPNMLNFZ2pxodZVlhUMoxgEcW51xYWCv3Q1+AbhPLLG2jIpuJGDxfyjN8NE&#10;2yvv6LL3hQgl7BJUUHrfJFK6vCSDLrINcfCOtjXog2wLqVu8hnJTy684nkiDFYeFEhv6LSk/7c9G&#10;wej/Z5lmdLifsrXN5Cbd2u3qrFT/s1tOQXjq/Dv8ojc6cJMxPM+EIyD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FQifEAAAA3AAAAA8AAAAAAAAAAAAAAAAAmAIAAGRycy9k&#10;b3ducmV2LnhtbFBLBQYAAAAABAAEAPUAAACJAwAAAAA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M5GcUA&#10;AADcAAAADwAAAGRycy9kb3ducmV2LnhtbESPQWsCMRSE74X+h/AK3mpWLUG2RhGlUCkUtIVen5vn&#10;7rqblzVJdf33TUHwOMzMN8xs0dtWnMmH2rGG0TADQVw4U3Op4fvr7XkKIkRkg61j0nClAIv548MM&#10;c+MuvKXzLpYiQTjkqKGKsculDEVFFsPQdcTJOzhvMSbpS2k8XhLctnKcZUparDktVNjRqqKi2f1a&#10;DafJuvn0+5/j/mMzvaqmOI3lRmk9eOqXryAi9fEevrXfjYYXpeD/TDoCcv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MzkZxQAAANwAAAAPAAAAAAAAAAAAAAAAAJgCAABkcnMv&#10;ZG93bnJldi54bWxQSwUGAAAAAAQABAD1AAAAigMAAAAA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WNfccA&#10;AADcAAAADwAAAGRycy9kb3ducmV2LnhtbESPzWsCMRTE7wX/h/AEbzWrWD9Wo1RB6KVQPw56e26e&#10;u4ubl20SdetfbwqFHoeZ+Q0zWzSmEjdyvrSsoNdNQBBnVpecK9jv1q9jED4ga6wsk4If8rCYt15m&#10;mGp75w3dtiEXEcI+RQVFCHUqpc8KMui7tiaO3tk6gyFKl0vt8B7hppL9JBlKgyXHhQJrWhWUXbZX&#10;o2A5GS+/vwb8+dicjnQ8nC5vfZco1Wk371MQgZrwH/5rf2gFg+EIfs/EIyDnT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/1jX3HAAAA3AAAAA8AAAAAAAAAAAAAAAAAmAIAAGRy&#10;cy9kb3ducmV2LnhtbFBLBQYAAAAABAAEAPUAAACMAwAAAAA=&#10;" fillcolor="black" stroked="f"/>
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r76sIA&#10;AADcAAAADwAAAGRycy9kb3ducmV2LnhtbERP3WrCMBS+H/gO4QjeDE0nQ7QaRcaEDQvFnwc4Nse2&#10;mJyUJNPu7c3FYJcf3/9q01sj7uRD61jB2yQDQVw53XKt4HzajecgQkTWaByTgl8KsFkPXlaYa/fg&#10;A92PsRYphEOOCpoYu1zKUDVkMUxcR5y4q/MWY4K+ltrjI4VbI6dZNpMWW04NDXb00VB1O/5YBZ/T&#10;iy8vuDdVdqpN8V0Wr4uyUGo07LdLEJH6+C/+c39pBe+ztDadSUdAr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evvqwgAAANwAAAAPAAAAAAAAAAAAAAAAAJgCAABkcnMvZG93&#10;bnJldi54bWxQSwUGAAAAAAQABAD1AAAAhwMAAAAA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/eIycYA&#10;AADcAAAADwAAAGRycy9kb3ducmV2LnhtbESPQWvCQBSE74L/YXlCb3WjLaFGV1EhUBCqTXvo8TX7&#10;zAazb2N2q+m/7woFj8PMfMMsVr1txIU6XztWMBknIIhLp2uuFHx+5I8vIHxA1tg4JgW/5GG1HA4W&#10;mGl35Xe6FKESEcI+QwUmhDaT0peGLPqxa4mjd3SdxRBlV0nd4TXCbSOnSZJKizXHBYMtbQ2Vp+LH&#10;KrASv76rNC/f1k+7/W5Wbw7n3Cj1MOrXcxCB+nAP/7dftYLndAa3M/EIyO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/eIycYAAADcAAAADwAAAAAAAAAAAAAAAACYAgAAZHJz&#10;L2Rvd25yZXYueG1sUEsFBgAAAAAEAAQA9QAAAIsDAAAAAA=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666359" w:rsidRPr="008F5204" w:rsidRDefault="00666359" w:rsidP="00666359">
      <w:pPr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</w:pPr>
    </w:p>
    <w:p w:rsidR="00666359" w:rsidRPr="008F5204" w:rsidRDefault="00666359" w:rsidP="00666359">
      <w:pPr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</w:pPr>
    </w:p>
    <w:p w:rsidR="00666359" w:rsidRPr="008F5204" w:rsidRDefault="00666359" w:rsidP="00666359">
      <w:pPr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</w:pPr>
    </w:p>
    <w:p w:rsidR="00666359" w:rsidRPr="008F5204" w:rsidRDefault="00666359" w:rsidP="00666359">
      <w:pPr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</w:pPr>
    </w:p>
    <w:p w:rsidR="00666359" w:rsidRPr="008F5204" w:rsidRDefault="00666359" w:rsidP="00666359">
      <w:pPr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r w:rsidRPr="008F5204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УКРАЇНА</w:t>
      </w:r>
    </w:p>
    <w:p w:rsidR="00666359" w:rsidRPr="008F5204" w:rsidRDefault="00666359" w:rsidP="00666359">
      <w:pPr>
        <w:keepNext/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r w:rsidRPr="008F5204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КРУПЕЦЬКА СІЛЬСЬКА РАДА</w:t>
      </w:r>
    </w:p>
    <w:p w:rsidR="00666359" w:rsidRPr="008F5204" w:rsidRDefault="00666359" w:rsidP="00666359">
      <w:pPr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r w:rsidRPr="008F5204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СЛАВУТСЬКОГО РАЙОНУ</w:t>
      </w:r>
    </w:p>
    <w:p w:rsidR="00666359" w:rsidRPr="008F5204" w:rsidRDefault="00666359" w:rsidP="00666359">
      <w:pPr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r w:rsidRPr="008F5204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ХМЕЛЬНИЦЬКОЇ ОБЛАСТІ</w:t>
      </w:r>
    </w:p>
    <w:p w:rsidR="00666359" w:rsidRPr="008F5204" w:rsidRDefault="00666359" w:rsidP="00666359">
      <w:pPr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</w:pPr>
      <w:r w:rsidRPr="008F5204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</w:t>
      </w:r>
      <w:r w:rsidR="00734E0A" w:rsidRPr="00734E0A">
        <w:rPr>
          <w:rFonts w:asciiTheme="minorHAnsi" w:eastAsiaTheme="minorHAnsi" w:hAnsiTheme="minorHAnsi" w:cstheme="minorBidi"/>
          <w:noProof/>
          <w:color w:val="auto"/>
          <w:sz w:val="22"/>
          <w:szCs w:val="22"/>
          <w:lang w:val="ru-RU" w:eastAsia="ru-RU"/>
        </w:rPr>
        <w:pict>
          <v:group id="Групувати 470" o:spid="_x0000_s1057" style="position:absolute;margin-left:219.6pt;margin-top:717.85pt;width:42.8pt;height:57.85pt;z-index:251661312;mso-position-horizontal-relative:text;mso-position-vertical-relative:text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">
            <v:shape id="Freeform 34" o:spid="_x0000_s105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f6cMUA&#10;AADcAAAADwAAAGRycy9kb3ducmV2LnhtbESPT4vCMBTE7wt+h/AEb2tqFV26RhFFEfa0/ln2+Gie&#10;bbF5KUms9dubhQWPw8z8hpkvO1OLlpyvLCsYDRMQxLnVFRcKTsft+wcIH5A11pZJwYM8LBe9tzlm&#10;2t75m9pDKESEsM9QQRlCk0np85IM+qFtiKN3sc5giNIVUju8R7ipZZokU2mw4rhQYkPrkvLr4WYU&#10;fLXp9Od3tzHHcZHOXD4+b9KqVmrQ71afIAJ14RX+b++1gslsBH9n4hGQi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N/pwxQAAANwAAAAPAAAAAAAAAAAAAAAAAJgCAABkcnMv&#10;ZG93bnJldi54bWxQSwUGAAAAAAQABAD1AAAAig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35" o:spid="_x0000_s1059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HdU8QA&#10;AADcAAAADwAAAGRycy9kb3ducmV2LnhtbESP3YrCMBSE7xd8h3AEbxZNK6LSNYoIgj8gWIW9PTRn&#10;27rNSWmi1rc3guDlMDPfMLNFaypxo8aVlhXEgwgEcWZ1ybmC82ndn4JwHlljZZkUPMjBYt75mmGi&#10;7Z2PdEt9LgKEXYIKCu/rREqXFWTQDWxNHLw/2xj0QTa51A3eA9xUchhFY2mw5LBQYE2rgrL/9GoU&#10;yFO69dtJab7j3e+hje1ltc8uSvW67fIHhKfWf8Lv9kYrGE2G8DoTjoCcP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AR3VPEAAAA3A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36" o:spid="_x0000_s106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JDUMgA&#10;AADcAAAADwAAAGRycy9kb3ducmV2LnhtbESPQU/CQBSE7yb+h80z4UJkq6BiYUvUBEI4mAh6f3Yf&#10;bW33bd1doPDrXRISj5OZ+SYznXWmEXtyvrKs4G6QgCDOra64UPC5md+OQfiArLGxTAqO5GGWXV9N&#10;MdX2wB+0X4dCRAj7FBWUIbSplD4vyaAf2JY4elvrDIYoXSG1w0OEm0beJ8mjNFhxXCixpbeS8nq9&#10;MwrmS6qfv9rfxejkHorxz/f76nXTV6p3071MQATqwn/40l5qBaOnIZzPxCMgs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IQkNQyAAAANwAAAAPAAAAAAAAAAAAAAAAAJgCAABk&#10;cnMvZG93bnJldi54bWxQSwUGAAAAAAQABAD1AAAAjQ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37" o:spid="_x0000_s1061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A2LMMA&#10;AADcAAAADwAAAGRycy9kb3ducmV2LnhtbESPQYvCMBSE7wv+h/AEb2uq6CrVKKIogqdV0euzebbV&#10;5qU00dZ/bxYWPA4z8w0znTemEE+qXG5ZQa8bgSBOrM45VXA8rL/HIJxH1lhYJgUvcjCftb6mGGtb&#10;8y899z4VAcIuRgWZ92UspUsyMui6tiQO3tVWBn2QVSp1hXWAm0L2o+hHGsw5LGRY0jKj5L5/GAXR&#10;blhcriduxufVJrnf6jXXeU+pTrtZTEB4avwn/N/eagWD0QD+zoQjIGd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/A2LMMAAADcAAAADwAAAAAAAAAAAAAAAACYAgAAZHJzL2Rv&#10;d25yZXYueG1sUEsFBgAAAAAEAAQA9QAAAIgD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38" o:spid="_x0000_s106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d+v8cA&#10;AADcAAAADwAAAGRycy9kb3ducmV2LnhtbESPQWsCMRSE70L/Q3iFXqRmLWp1a5RWsIgHQW3vz83r&#10;7urmZZukuvbXG0HwOMzMN8x42phKHMn50rKCbicBQZxZXXKu4Gs7fx6C8AFZY2WZFJzJw3Ty0Bpj&#10;qu2J13TchFxECPsUFRQh1KmUPivIoO/Ymjh6P9YZDFG6XGqHpwg3lXxJkoE0WHJcKLCmWUHZYfNn&#10;FMwXdBh917+fvX/Xz4f73Wr5sW0r9fTYvL+BCNSEe/jWXmgFvdc+XM/EIyAn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jnfr/HAAAA3AAAAA8AAAAAAAAAAAAAAAAAmAIAAGRy&#10;cy9kb3ducmV2LnhtbFBLBQYAAAAABAAEAPUAAACMAwAAAAA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39" o:spid="_x0000_s1063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4NwMMA&#10;AADcAAAADwAAAGRycy9kb3ducmV2LnhtbESPS4vCQBCE7wv+h6EFb+tE8UV0FFFcBE8+0GubaZNo&#10;pidkZk323+8Igseiqr6iZovGFOJJlcstK+h1IxDEidU5pwpOx833BITzyBoLy6Tgjxws5q2vGcba&#10;1ryn58GnIkDYxagg876MpXRJRgZd15bEwbvZyqAPskqlrrAOcFPIfhSNpMGcw0KGJa0ySh6HX6Mg&#10;2g2L6+3MzeSy/kke93rDdd5TqtNullMQnhr/Cb/bW61gMB7B60w4An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G4NwMMAAADcAAAADwAAAAAAAAAAAAAAAACYAgAAZHJzL2Rv&#10;d25yZXYueG1sUEsFBgAAAAAEAAQA9QAAAIgDAAAAAA=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40" o:spid="_x0000_s106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ZX8sUA&#10;AADcAAAADwAAAGRycy9kb3ducmV2LnhtbESPQWvCQBSE7wX/w/IEb3WjlqrRVSRV6LUaD96e2WcS&#10;kn0bstsY++u7hYLHYWa+Ydbb3tSio9aVlhVMxhEI4szqknMF6enwugDhPLLG2jIpeJCD7WbwssZY&#10;2zt/UXf0uQgQdjEqKLxvYildVpBBN7YNcfButjXog2xzqVu8B7ip5TSK3qXBksNCgQ0lBWXV8dso&#10;OH9U1WzJ0ezn0iULl1zTdHrbKzUa9rsVCE+9f4b/259awdt8Dn9nwhGQm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BlfyxQAAANwAAAAPAAAAAAAAAAAAAAAAAJgCAABkcnMv&#10;ZG93bnJldi54bWxQSwUGAAAAAAQABAD1AAAAigMAAAAA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41" o:spid="_x0000_s1065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8ukgccA&#10;AADcAAAADwAAAGRycy9kb3ducmV2LnhtbESPT2vCQBTE7wW/w/IKvRSzsUjR1FVELFSoB/+g8fbI&#10;PpNg9m2a3ca0n74rCD0OM78ZZjLrTCVaalxpWcEgikEQZ1aXnCvY7977IxDOI2usLJOCH3Iwm/Ye&#10;Jphoe+UNtVufi1DCLkEFhfd1IqXLCjLoIlsTB+9sG4M+yCaXusFrKDeVfInjV2mw5LBQYE2LgrLL&#10;9tsoGFKbzj9/T+tD+rX09vx8XLnBUamnx27+BsJT5//Dd/pDB248htuZcATk9A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fLpIHHAAAA3AAAAA8AAAAAAAAAAAAAAAAAmAIAAGRy&#10;cy9kb3ducmV2LnhtbFBLBQYAAAAABAAEAPUAAACMAwAAAAA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42" o:spid="_x0000_s106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izZsEA&#10;AADcAAAADwAAAGRycy9kb3ducmV2LnhtbERPPW/CMBDdK/EfrENiKzagVhAwCAUqdYWmA9sRH0mU&#10;+BzFJqT99fWA1PHpfW92g21ET52vHGuYTRUI4tyZigsN2dfH6xKED8gGG8ek4Yc87Lajlw0mxj34&#10;RP05FCKGsE9QQxlCm0jp85Is+qlriSN3c53FEGFXSNPhI4bbRs6VepcWK44NJbaUlpTX57vV8H2o&#10;68WK1eL30qdLn16zbH47aj0ZD/s1iEBD+Bc/3Z9Gw5uK8+OZeATk9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IIs2bBAAAA3AAAAA8AAAAAAAAAAAAAAAAAmAIAAGRycy9kb3du&#10;cmV2LnhtbFBLBQYAAAAABAAEAPUAAACG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43" o:spid="_x0000_s1067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YyncgA&#10;AADcAAAADwAAAGRycy9kb3ducmV2LnhtbESPT2vCQBTE7wW/w/IKvRTdpFiR1FVELFSoB/9g9PbI&#10;PpNg9m2a3ca0n74rCD0OM/MbZjLrTCVaalxpWUE8iEAQZ1aXnCvY7977YxDOI2usLJOCH3Iwm/Ye&#10;Jphoe+UNtVufiwBhl6CCwvs6kdJlBRl0A1sTB+9sG4M+yCaXusFrgJtKvkTRSBosOSwUWNOioOyy&#10;/TYKhtQe55+/p/Xh+LX09vycrlycKvX02M3fQHjq/H/43v7QCl6jGG5nwhGQ0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3VjKdyAAAANwAAAAPAAAAAAAAAAAAAAAAAJgCAABk&#10;cnMvZG93bnJldi54bWxQSwUGAAAAAAQABAD1AAAAjQMAAAAA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44" o:spid="_x0000_s106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ZL88cA&#10;AADcAAAADwAAAGRycy9kb3ducmV2LnhtbESPQWvCQBSE74X+h+UVvNVNtdUSXaVYtIVCwSj1+si+&#10;ZlOzb9PsalJ/vVsQPA4z8w0znXe2EkdqfOlYwUM/AUGcO11yoWC7Wd4/g/ABWWPlmBT8kYf57PZm&#10;iql2La/pmIVCRAj7FBWYEOpUSp8bsuj7riaO3rdrLIYom0LqBtsIt5UcJMlIWiw5LhisaWEo32cH&#10;q2D3OPx05i1zh/Z1ddqvf8c/X4sPpXp33csERKAuXMOX9rtW8JQM4P9MPAJydg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hWS/PHAAAA3AAAAA8AAAAAAAAAAAAAAAAAmAIAAGRy&#10;cy9kb3ducmV2LnhtbFBLBQYAAAAABAAEAPUAAACM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45" o:spid="_x0000_s1069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PbmcMA&#10;AADcAAAADwAAAGRycy9kb3ducmV2LnhtbESPQYvCMBSE78L+h/AWvGm6iiLVKKuoiJ7W3b0/mmdb&#10;bF5qE2v890YQPA4z8w0zWwRTiZYaV1pW8NVPQBBnVpecK/j73fQmIJxH1lhZJgV3crCYf3RmmGp7&#10;4x9qjz4XEcIuRQWF93UqpcsKMuj6tiaO3sk2Bn2UTS51g7cIN5UcJMlYGiw5LhRY06qg7Hy8GgXD&#10;/eiy1ct83VaTrTvsTptQhn+lup/hewrCU/Dv8Ku90wpGyRCeZ+IR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qPbmcMAAADcAAAADwAAAAAAAAAAAAAAAACYAgAAZHJzL2Rv&#10;d25yZXYueG1sUEsFBgAAAAAEAAQA9QAAAIg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46" o:spid="_x0000_s107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cv5MUA&#10;AADcAAAADwAAAGRycy9kb3ducmV2LnhtbESPS2vDMBCE74X8B7GB3hopIc3DsRJCQyFQesjjkONi&#10;bSxja2Us1XH/fVUo9DjMzDdMvhtcI3rqQuVZw3SiQBAX3lRcarhe3l9WIEJENth4Jg3fFGC3HT3l&#10;mBn/4BP151iKBOGQoQYbY5tJGQpLDsPEt8TJu/vOYUyyK6Xp8JHgrpEzpRbSYcVpwWJLb5aK+vzl&#10;NNzWn+vpYA/qo1/uj7FgxLpfaP08HvYbEJGG+B/+ax+Nhlc1h98z6QjI7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Ry/kxQAAANwAAAAPAAAAAAAAAAAAAAAAAJgCAABkcnMv&#10;ZG93bnJldi54bWxQSwUGAAAAAAQABAD1AAAAig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47" o:spid="_x0000_s1071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J/mZMcA&#10;AADcAAAADwAAAGRycy9kb3ducmV2LnhtbESPQWvCQBSE7wX/w/KE3ppNIkpNXUMpKF481Lbq8ZF9&#10;TaLZtzG71dhf7wqFHoeZ+YaZ5b1pxJk6V1tWkEQxCOLC6ppLBZ8fi6dnEM4ja2wsk4IrOcjng4cZ&#10;Ztpe+J3OG1+KAGGXoYLK+zaT0hUVGXSRbYmD9207gz7IrpS6w0uAm0amcTyRBmsOCxW29FZRcdz8&#10;GAW7ZP07bUf9V7r3p9UhXZ6KxXai1OOwf30B4an3/+G/9korGMdjuJ8JR0DO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if5mTHAAAA3AAAAA8AAAAAAAAAAAAAAAAAmAIAAGRy&#10;cy9kb3ducmV2LnhtbFBLBQYAAAAABAAEAPUAAACM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48" o:spid="_x0000_s107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MfL8MA&#10;AADcAAAADwAAAGRycy9kb3ducmV2LnhtbESPUWvCMBSF3wf+h3AF32bqcHV0RimK4NiT1R9wae7a&#10;uuYmJJmt/94MBns8nHO+w1lvR9OLG/nQWVawmGcgiGurO24UXM6H5zcQISJr7C2TgjsF2G4mT2ss&#10;tB34RLcqNiJBOBSooI3RFVKGuiWDYW4dcfK+rDcYk/SN1B6HBDe9fMmyXBrsOC206GjXUv1d/RgF&#10;6N1q7yo5nPLrJx6vHyUtbanUbDqW7yAijfE//Nc+agWvWQ6/Z9IRkJ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kMfL8MAAADc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49" o:spid="_x0000_s1073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XpE8gA&#10;AADcAAAADwAAAGRycy9kb3ducmV2LnhtbESPS2vDMBCE74X8B7GB3Bq5DXngWA5tEkNIfWkeh9wW&#10;a2ubWitjKYnbX18VCj0OM/MNk6x604gbda62rOBpHIEgLqyuuVRwOmaPCxDOI2tsLJOCL3KwSgcP&#10;Ccba3vmdbgdfigBhF6OCyvs2ltIVFRl0Y9sSB+/DdgZ9kF0pdYf3ADeNfI6imTRYc1iosKV1RcXn&#10;4WoU5Fne5m+8XVw219fJZfd9nvM+U2o07F+WIDz1/j/8195pBdNoDr9nwhGQ6Q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wNekTyAAAANwAAAAPAAAAAAAAAAAAAAAAAJgCAABk&#10;cnMvZG93bnJldi54bWxQSwUGAAAAAAQABAD1AAAAjQ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50" o:spid="_x0000_s107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dkc7cMA&#10;AADcAAAADwAAAGRycy9kb3ducmV2LnhtbERPW2vCMBR+H/gfwhF8m6nCZHamRQRxwhx4ge3xrDm2&#10;xeakJrF2/948DPb48d0XeW8a0ZHztWUFk3ECgriwuuZSwem4fn4F4QOyxsYyKfglD3k2eFpgqu2d&#10;99QdQiliCPsUFVQhtKmUvqjIoB/bljhyZ+sMhghdKbXDeww3jZwmyUwarDk2VNjSqqLicrgZBZ/X&#10;2e2j+/re/Lh+3V6b7Wqn57VSo2G/fAMRqA//4j/3u1bwksS18Uw8AjJ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dkc7cMAAADcAAAADwAAAAAAAAAAAAAAAACYAgAAZHJzL2Rv&#10;d25yZXYueG1sUEsFBgAAAAAEAAQA9QAAAIgDAAAAAA=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51" o:spid="_x0000_s1075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BVE8QA&#10;AADcAAAADwAAAGRycy9kb3ducmV2LnhtbESP3WoCMRSE7wt9h3AK3mliwZ+uRhHBKlIQtz7AYXPc&#10;LG5Olk3UbZ/eCIVeDjPzDTNfdq4WN2pD5VnDcKBAEBfeVFxqOH1v+lMQISIbrD2Thh8KsFy8vswx&#10;M/7OR7rlsRQJwiFDDTbGJpMyFJYchoFviJN39q3DmGRbStPiPcFdLd+VGkuHFacFiw2tLRWX/Oo0&#10;sJKbw1dRG/n5e5rstzbfj6651r23bjUDEamL/+G/9s5oGKkPeJ5JR0A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oQVRPEAAAA3AAAAA8AAAAAAAAAAAAAAAAAmAIAAGRycy9k&#10;b3ducmV2LnhtbFBLBQYAAAAABAAEAPUAAACJ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52" o:spid="_x0000_s107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CY78IA&#10;AADcAAAADwAAAGRycy9kb3ducmV2LnhtbERPy4rCMBTdC/5DuII7TR0fONUo4wscd3YGBneX5toW&#10;m5vSRK1+vVkIszyc93zZmFLcqHaFZQWDfgSCOLW64EzB78+uNwXhPLLG0jIpeJCD5aLdmmOs7Z2P&#10;dEt8JkIIuxgV5N5XsZQuzcmg69uKOHBnWxv0AdaZ1DXeQ7gp5UcUTaTBgkNDjhWtc0ovydUoSM6n&#10;k17xdvQ9Hbv14TB8fv7tNkp1O83XDISnxv+L3+69VjAehPnhTDgCcvE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AJjvwgAAANwAAAAPAAAAAAAAAAAAAAAAAJgCAABkcnMvZG93&#10;bnJldi54bWxQSwUGAAAAAAQABAD1AAAAhw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53" o:spid="_x0000_s1077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fp8MQA&#10;AADcAAAADwAAAGRycy9kb3ducmV2LnhtbESPQWvCQBSE7wX/w/IK3uomhhaJriKSQg89NOoPeGSf&#10;2djs25jdaPz3XUHocZiZb5jVZrStuFLvG8cK0lkCgrhyuuFawfHw+bYA4QOyxtYxKbiTh8168rLC&#10;XLsbl3Tdh1pECPscFZgQulxKXxmy6GeuI47eyfUWQ5R9LXWPtwi3rZwnyYe02HBcMNjRzlD1ux+s&#10;gvlxe96dfrLv8yVLuLBmLIbSKDV9HbdLEIHG8B9+tr+0gvc0hceZeAT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Zn6fDEAAAA3AAAAA8AAAAAAAAAAAAAAAAAmAIAAGRycy9k&#10;b3ducmV2LnhtbFBLBQYAAAAABAAEAPUAAACJ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54" o:spid="_x0000_s1078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2t68YA&#10;AADcAAAADwAAAGRycy9kb3ducmV2LnhtbESPT2sCMRTE74V+h/AKvdVspcq6GqUWCl4E/x309tw8&#10;dxc3L9sk1dVPbwTB4zAzv2FGk9bU4kTOV5YVfHYSEMS51RUXCjbr348UhA/IGmvLpOBCHibj15cR&#10;ZtqeeUmnVShEhLDPUEEZQpNJ6fOSDPqObYijd7DOYIjSFVI7PEe4qWU3SfrSYMVxocSGfkrKj6t/&#10;o2A6SKd/iy+eX5f7He22+2Ov6xKl3t/a7yGIQG14hh/tmVaQDvpwPxOPgBz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P2t68YAAADcAAAADwAAAAAAAAAAAAAAAACYAgAAZHJz&#10;L2Rvd25yZXYueG1sUEsFBgAAAAAEAAQA9QAAAIsDAAAAAA==&#10;" fillcolor="black" stroked="f"/>
            <v:shape id="Freeform 55" o:spid="_x0000_s1079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q+48UA&#10;AADcAAAADwAAAGRycy9kb3ducmV2LnhtbESPQWvCQBSE74L/YXlCL6KbFLExuoqUFqwX0Sp4fGSf&#10;STD7NmS3Mf57tyB4HGbmG2ax6kwlWmpcaVlBPI5AEGdWl5wrOP5+jxIQziNrrCyTgjs5WC37vQWm&#10;2t54T+3B5yJA2KWooPC+TqV0WUEG3djWxMG72MagD7LJpW7wFuCmku9RNJUGSw4LBdb0WVB2PfwZ&#10;BVuZtcOfCcW7vD1fv3bJyUz3sVJvg249B+Gp86/ws73RCpLZB/yfCUdA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ur7jxQAAANwAAAAPAAAAAAAAAAAAAAAAAJgCAABkcnMv&#10;ZG93bnJldi54bWxQSwUGAAAAAAQABAD1AAAAigMAAAAA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56" o:spid="_x0000_s1080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AB7sEA&#10;AADcAAAADwAAAGRycy9kb3ducmV2LnhtbERPzWrCQBC+F3yHZQRvdaNgidFVRBQsFErVBxh2xySY&#10;nQ3Z0aR9+u6h0OPH97/eDr5RT+piHdjAbJqBIrbB1VwauF6OrzmoKMgOm8Bk4JsibDejlzUWLvT8&#10;Rc+zlCqFcCzQQCXSFlpHW5HHOA0tceJuofMoCXaldh32Kdw3ep5lb9pjzamhwpb2Fdn7+eENzB9W&#10;rF++/3wcrrL4vLR9tsh3xkzGw24FSmiQf/Gf++QM5Mu0Np1JR0Bv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PwAe7BAAAA3AAAAA8AAAAAAAAAAAAAAAAAmAIAAGRycy9kb3du&#10;cmV2LnhtbFBLBQYAAAAABAAEAPUAAACGAwAAAAA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57" o:spid="_x0000_s1081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nc7cYA&#10;AADcAAAADwAAAGRycy9kb3ducmV2LnhtbESPT2sCMRTE7wW/Q3gFbzVbC0VXoxRpi4W14p+Lt0fy&#10;3CzdvCybqOu3N4LQ4zAzv2Gm887V4kxtqDwreB1kIIi1NxWXCva7r5cRiBCRDdaeScGVAsxnvacp&#10;5sZfeEPnbSxFgnDIUYGNscmlDNqSwzDwDXHyjr51GJNsS2lavCS4q+Uwy96lw4rTgsWGFpb03/bk&#10;FOjvt+LzpzhYfRquV2X1uy7c5qhU/7n7mICI1MX/8KO9NApG4zHcz6QjIG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Nnc7cYAAADcAAAADwAAAAAAAAAAAAAAAACYAgAAZHJz&#10;L2Rvd25yZXYueG1sUEsFBgAAAAAEAAQA9QAAAIsDAAAAAA==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58" o:spid="_x0000_s1082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0MOucAA&#10;AADcAAAADwAAAGRycy9kb3ducmV2LnhtbERPy4rCMBTdC/5DuAOz00QXotVUBkHQjTA+0OWlubal&#10;zU1pYtuZrzeLgVkeznuzHWwtOmp96VjDbKpAEGfOlJxruF72kyUIH5AN1o5Jww952Kbj0QYT43r+&#10;pu4cchFD2CeooQihSaT0WUEW/dQ1xJF7utZiiLDNpWmxj+G2lnOlFtJiybGhwIZ2BWXV+WU1NPb3&#10;dn0cT52a3XFu+h331YK1/vwYvtYgAg3hX/znPhgNKxXnxzPxCMj0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0MOucAAAADcAAAADwAAAAAAAAAAAAAAAACYAgAAZHJzL2Rvd25y&#10;ZXYueG1sUEsFBgAAAAAEAAQA9QAAAIUDAAAAAA==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59" o:spid="_x0000_s1083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FbM8UA&#10;AADcAAAADwAAAGRycy9kb3ducmV2LnhtbESPQWuDQBSE74H+h+UVektWSyiJzUakkJBToDFge3u4&#10;ryq6b8XdqO2v7xYKOQ4z8w2zS2fTiZEG11hWEK8iEMSl1Q1XCq75YbkB4Tyyxs4yKfgmB+n+YbHD&#10;RNuJ32m8+EoECLsEFdTe94mUrqzJoFvZnjh4X3Yw6IMcKqkHnALcdPI5il6kwYbDQo09vdVUtpeb&#10;UbD+2GZ5QZ8/bXG0hTzlZ3s+3JR6epyzVxCeZn8P/7dPWsE2iuHvTDgCcv8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0VszxQAAANwAAAAPAAAAAAAAAAAAAAAAAJgCAABkcnMv&#10;ZG93bnJldi54bWxQSwUGAAAAAAQABAD1AAAAigMAAAAA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60" o:spid="_x0000_s1084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cgDcUA&#10;AADcAAAADwAAAGRycy9kb3ducmV2LnhtbESPQWvCQBSE7wX/w/IKvdVNUwgaXUUUoVIoqIVen9ln&#10;EpN9G3e3Gv99tyB4HGbmG2Y6700rLuR8bVnB2zABQVxYXXOp4Hu/fh2B8AFZY2uZFNzIw3w2eJpi&#10;ru2Vt3TZhVJECPscFVQhdLmUvqjIoB/ajjh6R+sMhihdKbXDa4SbVqZJkkmDNceFCjtaVlQ0u1+j&#10;4Py+ar7c4ed0+NyMbllTnFO5yZR6ee4XExCB+vAI39sfWsE4SeH/TDwCcv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pyANxQAAANwAAAAPAAAAAAAAAAAAAAAAAJgCAABkcnMv&#10;ZG93bnJldi54bWxQSwUGAAAAAAQABAD1AAAAigMAAAAA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61" o:spid="_x0000_s1085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GUacYA&#10;AADcAAAADwAAAGRycy9kb3ducmV2LnhtbESPT2sCMRTE7wW/Q3hCbzWprUVXo2ih0ItQ/xz09ty8&#10;7i5uXtYk1a2fvhGEHoeZ+Q0zmbW2FmfyoXKs4bmnQBDnzlRcaNhuPp6GIEJENlg7Jg2/FGA27TxM&#10;MDPuwis6r2MhEoRDhhrKGJtMypCXZDH0XEOcvG/nLcYkfSGNx0uC21r2lXqTFitOCyU29F5Sflz/&#10;WA2L0XBx+nrl5XV12NN+dzgO+l5p/dht52MQkdr4H763P42GkXqB25l0BOT0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mGUacYAAADcAAAADwAAAAAAAAAAAAAAAACYAgAAZHJz&#10;L2Rvd25yZXYueG1sUEsFBgAAAAAEAAQA9QAAAIsDAAAAAA==&#10;" fillcolor="black" stroked="f"/>
            <v:shape id="Freeform 62" o:spid="_x0000_s1086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ju+MUA&#10;AADcAAAADwAAAGRycy9kb3ducmV2LnhtbESP0UoDMRRE3wX/IVyhL2KTFhG7Ni0iFSouLN36Abeb&#10;292lyc2SxHb9eyMIfRxm5gyzXI/OijOF2HvWMJsqEMSNNz23Gr727w/PIGJCNmg9k4YfirBe3d4s&#10;sTD+wjs616kVGcKxQA1dSkMhZWw6chinfiDO3tEHhynL0EoT8JLhzsq5Uk/SYc95ocOB3jpqTvW3&#10;07CZH0J1wE/bqH1ry4+qvF9UpdaTu/H1BUSiMV3D/+2t0bBQj/B3Jh8B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mO74xQAAANwAAAAPAAAAAAAAAAAAAAAAAJgCAABkcnMv&#10;ZG93bnJldi54bWxQSwUGAAAAAAQABAD1AAAAigMAAAAA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63" o:spid="_x0000_s1087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Wd28YA&#10;AADcAAAADwAAAGRycy9kb3ducmV2LnhtbESPQWvCQBSE7wX/w/KE3urGFqVGV0kLgYJQrXrw+Mw+&#10;s8Hs2zS7NfHfd4VCj8PMfMMsVr2txZVaXzlWMB4lIIgLpysuFRz2+dMrCB+QNdaOScGNPKyWg4cF&#10;ptp1/EXXXShFhLBPUYEJoUml9IUhi37kGuLonV1rMUTZllK32EW4reVzkkylxYrjgsGG3g0Vl92P&#10;VWAlHk/lNC8+s5f1Zj2r3rbfuVHqcdhncxCB+vAf/mt/aAWzZAL3M/EIy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BWd28YAAADcAAAADwAAAAAAAAAAAAAAAACYAgAAZHJz&#10;L2Rvd25yZXYueG1sUEsFBgAAAAAEAAQA9QAAAIsDAAAAAA=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666359" w:rsidRPr="008F5204" w:rsidRDefault="00666359" w:rsidP="00666359">
      <w:pPr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proofErr w:type="gramStart"/>
      <w:r w:rsidRPr="008F5204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Р</w:t>
      </w:r>
      <w:proofErr w:type="gramEnd"/>
      <w:r w:rsidRPr="008F5204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ІШЕННЯ</w:t>
      </w:r>
    </w:p>
    <w:p w:rsidR="00666359" w:rsidRPr="008F5204" w:rsidRDefault="00666359" w:rsidP="00666359">
      <w:pPr>
        <w:jc w:val="center"/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</w:pPr>
      <w:r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ХХХІІІ</w:t>
      </w:r>
      <w:r w:rsidRPr="008F5204">
        <w:rPr>
          <w:rFonts w:ascii="Times New Roman" w:eastAsiaTheme="minorHAnsi" w:hAnsi="Times New Roman" w:cs="Times New Roman"/>
          <w:color w:val="FF0000"/>
          <w:sz w:val="22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>сесії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>сільської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ради  </w:t>
      </w:r>
      <w:r w:rsidRPr="008F5204">
        <w:rPr>
          <w:rFonts w:ascii="Times New Roman" w:eastAsiaTheme="minorHAnsi" w:hAnsi="Times New Roman" w:cs="Times New Roman"/>
          <w:color w:val="auto"/>
          <w:sz w:val="22"/>
          <w:szCs w:val="22"/>
          <w:lang w:val="en-US" w:eastAsia="en-US"/>
        </w:rPr>
        <w:t>V</w:t>
      </w:r>
      <w:r w:rsidRPr="008F5204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ІІ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>скликання</w:t>
      </w:r>
      <w:proofErr w:type="spellEnd"/>
    </w:p>
    <w:p w:rsidR="00666359" w:rsidRPr="008F5204" w:rsidRDefault="00666359" w:rsidP="00666359">
      <w:pPr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</w:pPr>
    </w:p>
    <w:p w:rsidR="00666359" w:rsidRPr="008F5204" w:rsidRDefault="00666359" w:rsidP="00666359">
      <w:pPr>
        <w:jc w:val="center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21.02.2020</w:t>
      </w:r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р.                               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Крупець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                                      №_____</w:t>
      </w:r>
    </w:p>
    <w:p w:rsidR="00666359" w:rsidRPr="008F5204" w:rsidRDefault="00666359" w:rsidP="00666359">
      <w:pP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666359" w:rsidRPr="008F5204" w:rsidRDefault="00666359" w:rsidP="00666359">
      <w:pP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666359" w:rsidRPr="008F5204" w:rsidRDefault="00666359" w:rsidP="00666359">
      <w:pPr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</w:pPr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Про </w:t>
      </w:r>
      <w:proofErr w:type="spellStart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надання</w:t>
      </w:r>
      <w:proofErr w:type="spellEnd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дозволу</w:t>
      </w:r>
      <w:proofErr w:type="spellEnd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на </w:t>
      </w:r>
      <w:proofErr w:type="spellStart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розробку</w:t>
      </w:r>
      <w:proofErr w:type="spellEnd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</w:t>
      </w:r>
    </w:p>
    <w:p w:rsidR="00666359" w:rsidRPr="008F5204" w:rsidRDefault="00666359" w:rsidP="00666359">
      <w:pPr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</w:pPr>
      <w:proofErr w:type="spellStart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технічної</w:t>
      </w:r>
      <w:proofErr w:type="spellEnd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документації</w:t>
      </w:r>
      <w:proofErr w:type="spellEnd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із</w:t>
      </w:r>
      <w:proofErr w:type="spellEnd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землеустрою</w:t>
      </w:r>
      <w:proofErr w:type="spellEnd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</w:t>
      </w:r>
    </w:p>
    <w:p w:rsidR="00666359" w:rsidRPr="008F5204" w:rsidRDefault="00666359" w:rsidP="00666359">
      <w:pPr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</w:pPr>
      <w:proofErr w:type="spellStart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щодо</w:t>
      </w:r>
      <w:proofErr w:type="spellEnd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встановлення</w:t>
      </w:r>
      <w:proofErr w:type="spellEnd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(</w:t>
      </w:r>
      <w:proofErr w:type="spellStart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відновлення</w:t>
      </w:r>
      <w:proofErr w:type="spellEnd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) меж </w:t>
      </w:r>
    </w:p>
    <w:p w:rsidR="00666359" w:rsidRPr="008F5204" w:rsidRDefault="00666359" w:rsidP="00666359">
      <w:pPr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</w:pPr>
      <w:proofErr w:type="spellStart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земельної</w:t>
      </w:r>
      <w:proofErr w:type="spellEnd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ділянки</w:t>
      </w:r>
      <w:proofErr w:type="spellEnd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в </w:t>
      </w:r>
      <w:proofErr w:type="spellStart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натурі</w:t>
      </w:r>
      <w:proofErr w:type="spellEnd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(на </w:t>
      </w:r>
      <w:proofErr w:type="spellStart"/>
      <w:proofErr w:type="gramStart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м</w:t>
      </w:r>
      <w:proofErr w:type="gramEnd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ісцевості</w:t>
      </w:r>
      <w:proofErr w:type="spellEnd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)</w:t>
      </w:r>
    </w:p>
    <w:p w:rsidR="00666359" w:rsidRPr="008F5204" w:rsidRDefault="00666359" w:rsidP="00666359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Cs w:val="22"/>
          <w:lang w:eastAsia="en-US"/>
        </w:rPr>
      </w:pPr>
      <w:proofErr w:type="spellStart"/>
      <w:r>
        <w:rPr>
          <w:rFonts w:ascii="Times New Roman" w:eastAsiaTheme="minorHAnsi" w:hAnsi="Times New Roman" w:cs="Times New Roman"/>
          <w:b/>
          <w:color w:val="auto"/>
          <w:szCs w:val="22"/>
          <w:lang w:eastAsia="en-US"/>
        </w:rPr>
        <w:t>Денесюк</w:t>
      </w:r>
      <w:proofErr w:type="spellEnd"/>
      <w:r>
        <w:rPr>
          <w:rFonts w:ascii="Times New Roman" w:eastAsiaTheme="minorHAnsi" w:hAnsi="Times New Roman" w:cs="Times New Roman"/>
          <w:b/>
          <w:color w:val="auto"/>
          <w:szCs w:val="22"/>
          <w:lang w:eastAsia="en-US"/>
        </w:rPr>
        <w:t xml:space="preserve"> В.В.</w:t>
      </w:r>
    </w:p>
    <w:p w:rsidR="00666359" w:rsidRPr="008F5204" w:rsidRDefault="00666359" w:rsidP="00666359">
      <w:pPr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</w:pPr>
    </w:p>
    <w:p w:rsidR="00666359" w:rsidRPr="008F5204" w:rsidRDefault="00666359" w:rsidP="00666359">
      <w:pPr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</w:pPr>
    </w:p>
    <w:p w:rsidR="00666359" w:rsidRPr="008F5204" w:rsidRDefault="00666359" w:rsidP="00666359">
      <w:pPr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             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Відповідно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gram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до</w:t>
      </w:r>
      <w:proofErr w:type="gram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gram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пункту</w:t>
      </w:r>
      <w:proofErr w:type="gram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34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частини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1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статті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26, 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статті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42 Закону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України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«Про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місцеве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самоврядування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в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Україні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»,  Земельного кодексу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України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, Закону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України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«Про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землеустрій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», 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розглянувши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заяву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 </w:t>
      </w:r>
      <w:proofErr w:type="spellStart"/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Денесюка</w:t>
      </w:r>
      <w:proofErr w:type="spellEnd"/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В.В.,</w:t>
      </w:r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сільська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рада</w:t>
      </w:r>
    </w:p>
    <w:p w:rsidR="00666359" w:rsidRPr="008F5204" w:rsidRDefault="00666359" w:rsidP="00666359">
      <w:pPr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ВИРІШИЛА:</w:t>
      </w:r>
    </w:p>
    <w:p w:rsidR="00666359" w:rsidRPr="008F5204" w:rsidRDefault="00666359" w:rsidP="00666359">
      <w:pPr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666359" w:rsidRPr="008F5204" w:rsidRDefault="00666359" w:rsidP="00666359">
      <w:pPr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      1.Надати </w:t>
      </w:r>
      <w:proofErr w:type="spellStart"/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Денесюку</w:t>
      </w:r>
      <w:proofErr w:type="spellEnd"/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Василю Володимировичу</w:t>
      </w:r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, як</w:t>
      </w:r>
      <w:proofErr w:type="spellStart"/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ий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зареєстрован</w:t>
      </w:r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ий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за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адресою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: </w:t>
      </w:r>
      <w:r w:rsidR="00621237" w:rsidRPr="00621237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_______________________</w:t>
      </w:r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,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дозвіл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на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розробку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технічної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документації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із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землеустрою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щодо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встановлення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(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відновлення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) меж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земельної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ділянки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в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натурі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(на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місцевості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),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орієнтовною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пло</w:t>
      </w:r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щею</w:t>
      </w:r>
      <w:proofErr w:type="spellEnd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0,25</w:t>
      </w:r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00 га,  для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будівництва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та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обслуговування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житлового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будинку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,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господарських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будівель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і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споруд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(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присадибна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ділянка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),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земельна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ділянка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розташована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в </w:t>
      </w:r>
      <w:proofErr w:type="spellStart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</w:t>
      </w:r>
      <w:proofErr w:type="gram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.</w:t>
      </w:r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К</w:t>
      </w:r>
      <w:proofErr w:type="gramEnd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олом’є</w:t>
      </w:r>
      <w:proofErr w:type="spellEnd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, </w:t>
      </w:r>
      <w:proofErr w:type="spellStart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вул</w:t>
      </w:r>
      <w:proofErr w:type="spellEnd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.</w:t>
      </w:r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П.</w:t>
      </w:r>
      <w:proofErr w:type="spellStart"/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Семенюка</w:t>
      </w:r>
      <w:proofErr w:type="spellEnd"/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,</w:t>
      </w:r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41</w:t>
      </w:r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.</w:t>
      </w:r>
    </w:p>
    <w:p w:rsidR="00666359" w:rsidRPr="008F5204" w:rsidRDefault="00666359" w:rsidP="00666359">
      <w:pPr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      2.</w:t>
      </w:r>
      <w:proofErr w:type="spellStart"/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Денесюку</w:t>
      </w:r>
      <w:proofErr w:type="spellEnd"/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В.В.,</w:t>
      </w:r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розробити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технічну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документацію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із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землеустрою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щодо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встановлення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(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відновлення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) меж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земельної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ділянки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в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натурі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(на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місцевості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) та подати на 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розгляд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сесії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сільської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gram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ради</w:t>
      </w:r>
      <w:proofErr w:type="gram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.</w:t>
      </w:r>
    </w:p>
    <w:p w:rsidR="00666359" w:rsidRPr="00062C82" w:rsidRDefault="00666359" w:rsidP="00666359">
      <w:pPr>
        <w:tabs>
          <w:tab w:val="left" w:pos="4424"/>
        </w:tabs>
        <w:jc w:val="both"/>
        <w:rPr>
          <w:rFonts w:ascii="Times New Roman" w:hAnsi="Times New Roman" w:cs="Times New Roman"/>
        </w:rPr>
      </w:pPr>
      <w:r w:rsidRPr="00062C82">
        <w:rPr>
          <w:rFonts w:ascii="Times New Roman" w:hAnsi="Times New Roman" w:cs="Times New Roman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666359" w:rsidRPr="00062C82" w:rsidRDefault="00666359" w:rsidP="00666359">
      <w:pPr>
        <w:tabs>
          <w:tab w:val="left" w:pos="4424"/>
        </w:tabs>
        <w:jc w:val="both"/>
        <w:rPr>
          <w:rFonts w:ascii="Times New Roman" w:hAnsi="Times New Roman" w:cs="Times New Roman"/>
          <w:color w:val="FF0000"/>
        </w:rPr>
      </w:pPr>
    </w:p>
    <w:p w:rsidR="00666359" w:rsidRPr="008F5204" w:rsidRDefault="00666359" w:rsidP="00666359">
      <w:pPr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666359" w:rsidRPr="008F5204" w:rsidRDefault="00666359" w:rsidP="00666359">
      <w:pPr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666359" w:rsidRPr="008F5204" w:rsidRDefault="00666359" w:rsidP="00666359">
      <w:pPr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666359" w:rsidRPr="008F5204" w:rsidRDefault="00666359" w:rsidP="00666359">
      <w:pPr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3F5A6E" w:rsidRPr="00666359" w:rsidRDefault="00666359" w:rsidP="00666359">
      <w:pPr>
        <w:jc w:val="both"/>
        <w:rPr>
          <w:rFonts w:ascii="Times New Roman" w:eastAsiaTheme="minorHAnsi" w:hAnsi="Times New Roman" w:cs="Times New Roman"/>
          <w:color w:val="auto"/>
          <w:szCs w:val="22"/>
          <w:lang w:val="en-US" w:eastAsia="en-US"/>
        </w:rPr>
      </w:pP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Сільський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голова                                                                                           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В.А.Михалюк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</w:p>
    <w:sectPr w:rsidR="003F5A6E" w:rsidRPr="00666359" w:rsidSect="003F5A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666359"/>
    <w:rsid w:val="00171A2E"/>
    <w:rsid w:val="00304C90"/>
    <w:rsid w:val="003F5A6E"/>
    <w:rsid w:val="00505B6D"/>
    <w:rsid w:val="00621237"/>
    <w:rsid w:val="00666359"/>
    <w:rsid w:val="006D3977"/>
    <w:rsid w:val="00734E0A"/>
    <w:rsid w:val="007D6C18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359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2DA2BF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16505E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2DA2BF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 w:line="276" w:lineRule="auto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2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4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6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88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10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3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5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7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after="200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252</Words>
  <Characters>1438</Characters>
  <Application>Microsoft Office Word</Application>
  <DocSecurity>0</DocSecurity>
  <Lines>11</Lines>
  <Paragraphs>3</Paragraphs>
  <ScaleCrop>false</ScaleCrop>
  <Company>Microsoft</Company>
  <LinksUpToDate>false</LinksUpToDate>
  <CharactersWithSpaces>1687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2020-02-13T11:39:00Z</dcterms:created>
  <dcterms:modified xsi:type="dcterms:W3CDTF">2020-02-13T12:33:00Z</dcterms:modified>
</cp:coreProperties>
</file>