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4B9" w:rsidRPr="00F2698F" w:rsidRDefault="00B074B9" w:rsidP="00B074B9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 w:rsidRPr="00F2698F"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B074B9" w:rsidRPr="00F2698F" w:rsidRDefault="00B074B9" w:rsidP="00B074B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BB83C5" wp14:editId="7ABB14C0">
                <wp:simplePos x="0" y="0"/>
                <wp:positionH relativeFrom="column">
                  <wp:posOffset>2803053</wp:posOffset>
                </wp:positionH>
                <wp:positionV relativeFrom="paragraph">
                  <wp:posOffset>105973</wp:posOffset>
                </wp:positionV>
                <wp:extent cx="420309" cy="624362"/>
                <wp:effectExtent l="0" t="0" r="0" b="4445"/>
                <wp:wrapNone/>
                <wp:docPr id="14031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09" cy="624362"/>
                          <a:chOff x="0" y="0"/>
                          <a:chExt cx="1142" cy="1718"/>
                        </a:xfrm>
                      </wpg:grpSpPr>
                      <wps:wsp>
                        <wps:cNvPr id="1403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4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5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5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5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5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5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5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5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5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5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5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6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6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EBB83C5"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" fillcolor="black" stroked="f"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" fillcolor="black" stroked="f"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074B9" w:rsidRPr="00F2698F" w:rsidRDefault="00B074B9" w:rsidP="00B074B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074B9" w:rsidRPr="00F2698F" w:rsidRDefault="00B074B9" w:rsidP="00B074B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074B9" w:rsidRPr="00F2698F" w:rsidRDefault="00B074B9" w:rsidP="00B074B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074B9" w:rsidRPr="00F2698F" w:rsidRDefault="00B074B9" w:rsidP="00B074B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074B9" w:rsidRPr="00F2698F" w:rsidRDefault="00B074B9" w:rsidP="00B074B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B074B9" w:rsidRPr="00F2698F" w:rsidRDefault="00B074B9" w:rsidP="00B074B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B074B9" w:rsidRPr="00F2698F" w:rsidRDefault="00B074B9" w:rsidP="00B074B9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B074B9" w:rsidRPr="00F2698F" w:rsidRDefault="00B074B9" w:rsidP="00B074B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B074B9" w:rsidRPr="00F2698F" w:rsidRDefault="00B074B9" w:rsidP="00B074B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B074B9" w:rsidRPr="00F2698F" w:rsidRDefault="00B074B9" w:rsidP="00B074B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617F113" wp14:editId="0F885254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4062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4063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64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65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66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67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68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69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70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71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72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73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74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75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76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77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78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79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0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1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2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4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5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6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7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8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89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1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92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74B9" w:rsidRDefault="00B074B9" w:rsidP="00B074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617F113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" fillcolor="black" stroked="f"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" fillcolor="black" stroked="f"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074B9" w:rsidRDefault="00B074B9" w:rsidP="00B074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074B9" w:rsidRPr="00F2698F" w:rsidRDefault="00B074B9" w:rsidP="00B074B9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B074B9" w:rsidRPr="00F2698F" w:rsidRDefault="00B074B9" w:rsidP="00B074B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ІІ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B074B9" w:rsidRPr="00F2698F" w:rsidRDefault="00B074B9" w:rsidP="00B074B9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B074B9" w:rsidRPr="00F2698F" w:rsidRDefault="00B074B9" w:rsidP="00B074B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B074B9" w:rsidRPr="00F2698F" w:rsidRDefault="00B074B9" w:rsidP="00B07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 2021р.                                                   Крупець                                           №_____</w:t>
      </w:r>
    </w:p>
    <w:p w:rsidR="00B074B9" w:rsidRPr="00F2698F" w:rsidRDefault="00B074B9" w:rsidP="00B074B9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B074B9" w:rsidRPr="00F2698F" w:rsidRDefault="00B074B9" w:rsidP="00B074B9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B074B9" w:rsidRPr="00F2698F" w:rsidRDefault="00B074B9" w:rsidP="00B074B9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B074B9" w:rsidRPr="00F2698F" w:rsidRDefault="00B074B9" w:rsidP="00B074B9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B074B9" w:rsidRPr="00F2698F" w:rsidRDefault="00B074B9" w:rsidP="00B074B9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B074B9" w:rsidRPr="00F2698F" w:rsidRDefault="00B074B9" w:rsidP="00B074B9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B074B9" w:rsidRPr="00F2698F" w:rsidRDefault="00B074B9" w:rsidP="00B074B9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Сокол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Н.В.</w:t>
      </w:r>
    </w:p>
    <w:p w:rsidR="00B074B9" w:rsidRPr="00F2698F" w:rsidRDefault="00B074B9" w:rsidP="00B074B9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B074B9" w:rsidRPr="00F2698F" w:rsidRDefault="00B074B9" w:rsidP="00B07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Сокол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сільська рада</w:t>
      </w:r>
    </w:p>
    <w:p w:rsidR="00B074B9" w:rsidRPr="00F2698F" w:rsidRDefault="00B074B9" w:rsidP="00B07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B074B9" w:rsidRPr="00F2698F" w:rsidRDefault="00B074B9" w:rsidP="00B07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74B9" w:rsidRPr="00F2698F" w:rsidRDefault="00B074B9" w:rsidP="00B07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Сокол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Наталії Вікторівні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50E74">
        <w:rPr>
          <w:rFonts w:ascii="Times New Roman" w:eastAsia="Calibri" w:hAnsi="Times New Roman" w:cs="Times New Roman"/>
          <w:sz w:val="24"/>
          <w:lang w:eastAsia="en-US"/>
        </w:rPr>
        <w:t>___________</w:t>
      </w:r>
      <w:bookmarkStart w:id="0" w:name="_GoBack"/>
      <w:bookmarkEnd w:id="0"/>
      <w:r w:rsidRPr="00F2698F">
        <w:rPr>
          <w:rFonts w:ascii="Times New Roman" w:eastAsia="Calibri" w:hAnsi="Times New Roman" w:cs="Times New Roman"/>
          <w:sz w:val="24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</w:t>
      </w:r>
      <w:r>
        <w:rPr>
          <w:rFonts w:ascii="Times New Roman" w:eastAsia="Calibri" w:hAnsi="Times New Roman" w:cs="Times New Roman"/>
          <w:sz w:val="24"/>
          <w:lang w:eastAsia="en-US"/>
        </w:rPr>
        <w:t>), площею 0,10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00 га,  для будівництва та обслуговування  житлового будинку, господарських будівель і споруд (присадибна ділянка),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вул.Одухи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42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B074B9" w:rsidRPr="00F2698F" w:rsidRDefault="00B074B9" w:rsidP="00B07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Сокол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B074B9" w:rsidRPr="00F2698F" w:rsidRDefault="00B074B9" w:rsidP="00B07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</w:t>
      </w: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3. Даний дозвіл дійсний на протязі року з дня прийняття даного рішення.</w:t>
      </w:r>
    </w:p>
    <w:p w:rsidR="00B074B9" w:rsidRPr="00F2698F" w:rsidRDefault="00B074B9" w:rsidP="00B074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074B9" w:rsidRPr="00F2698F" w:rsidRDefault="00B074B9" w:rsidP="00B074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074B9" w:rsidRPr="00F2698F" w:rsidRDefault="00B074B9" w:rsidP="00B07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74B9" w:rsidRPr="00F2698F" w:rsidRDefault="00B074B9" w:rsidP="00B07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74B9" w:rsidRPr="00F2698F" w:rsidRDefault="00B074B9" w:rsidP="00B07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74B9" w:rsidRPr="00F2698F" w:rsidRDefault="00B074B9" w:rsidP="00B07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74B9" w:rsidRPr="00F2698F" w:rsidRDefault="00B074B9" w:rsidP="00B074B9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03618" w:rsidRPr="00B074B9" w:rsidRDefault="00B074B9" w:rsidP="00B074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sectPr w:rsidR="00703618" w:rsidRPr="00B074B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4B9"/>
    <w:rsid w:val="00450E74"/>
    <w:rsid w:val="00703618"/>
    <w:rsid w:val="00B07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4B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4B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67</TotalTime>
  <Pages>1</Pages>
  <Words>260</Words>
  <Characters>1488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2021-06-22T06:36:00Z</dcterms:created>
  <dcterms:modified xsi:type="dcterms:W3CDTF">2021-06-22T13:50:00Z</dcterms:modified>
</cp:coreProperties>
</file>