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E7" w:rsidRDefault="004528EC" w:rsidP="00C13A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528EC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C13AE7" w:rsidRDefault="00C13AE7" w:rsidP="00C13AE7"/>
    <w:p w:rsidR="00C13AE7" w:rsidRDefault="00C13AE7" w:rsidP="00C13AE7"/>
    <w:p w:rsidR="00C13AE7" w:rsidRDefault="00C13AE7" w:rsidP="00C13A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13AE7" w:rsidRDefault="00C13AE7" w:rsidP="00C13A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13AE7" w:rsidRDefault="00C13AE7" w:rsidP="00C13A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13AE7" w:rsidRDefault="00C13AE7" w:rsidP="00C13A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13AE7" w:rsidRDefault="00C13AE7" w:rsidP="00C13A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3AE7" w:rsidRDefault="00C13AE7" w:rsidP="00C13A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13AE7" w:rsidRDefault="00C13AE7" w:rsidP="00C13A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13AE7" w:rsidRDefault="00C13AE7" w:rsidP="00C13AE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13AE7" w:rsidRDefault="00C13AE7" w:rsidP="00C13AE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13AE7" w:rsidRDefault="00C13AE7" w:rsidP="00C13AE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№48</w:t>
      </w:r>
    </w:p>
    <w:p w:rsidR="00C13AE7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C13AE7" w:rsidRPr="00F50350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  <w:r w:rsidRPr="00F50350">
        <w:rPr>
          <w:rFonts w:ascii="Times New Roman" w:eastAsia="Calibri" w:hAnsi="Times New Roman" w:cs="Times New Roman"/>
          <w:b/>
          <w:lang w:eastAsia="en-US"/>
        </w:rPr>
        <w:t xml:space="preserve">Про </w:t>
      </w: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наданнядозволу</w:t>
      </w:r>
      <w:proofErr w:type="spellEnd"/>
      <w:r w:rsidRPr="00F50350">
        <w:rPr>
          <w:rFonts w:ascii="Times New Roman" w:eastAsia="Calibri" w:hAnsi="Times New Roman" w:cs="Times New Roman"/>
          <w:b/>
          <w:lang w:eastAsia="en-US"/>
        </w:rPr>
        <w:t xml:space="preserve"> на </w:t>
      </w: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розробку</w:t>
      </w:r>
      <w:proofErr w:type="spellEnd"/>
    </w:p>
    <w:p w:rsidR="00C13AE7" w:rsidRPr="00F50350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  <w:r w:rsidRPr="00F50350">
        <w:rPr>
          <w:rFonts w:ascii="Times New Roman" w:eastAsia="Calibri" w:hAnsi="Times New Roman" w:cs="Times New Roman"/>
          <w:b/>
          <w:lang w:eastAsia="en-US"/>
        </w:rPr>
        <w:t xml:space="preserve">проекту  </w:t>
      </w: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ізземлеустроющодо</w:t>
      </w:r>
      <w:proofErr w:type="spellEnd"/>
    </w:p>
    <w:p w:rsidR="00C13AE7" w:rsidRPr="00F50350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відведенняземельноїділянки</w:t>
      </w:r>
      <w:proofErr w:type="spellEnd"/>
    </w:p>
    <w:p w:rsidR="00C13AE7" w:rsidRPr="00F50350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  <w:r w:rsidRPr="00F50350">
        <w:rPr>
          <w:rFonts w:ascii="Times New Roman" w:eastAsia="Calibri" w:hAnsi="Times New Roman" w:cs="Times New Roman"/>
          <w:b/>
          <w:lang w:eastAsia="en-US"/>
        </w:rPr>
        <w:t>Кравчук Л.І.</w:t>
      </w:r>
    </w:p>
    <w:p w:rsidR="00C13AE7" w:rsidRPr="00584B1D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13AE7" w:rsidRPr="00584B1D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Відповіднодопункту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proofErr w:type="gram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ісцевесамоврядування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розглянувшизаяву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Кравчук Л.І.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C13AE7" w:rsidRPr="00584B1D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13AE7" w:rsidRPr="00584B1D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ВідмовитиКравчук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ЛюбовіІванівні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976269" w:rsidRPr="0059109C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</w:t>
      </w:r>
      <w:bookmarkStart w:id="0" w:name="_GoBack"/>
      <w:bookmarkEnd w:id="0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у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наданнідозволу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ізземлеустроющодовідведенняземельноїділянки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передачіїї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орієнтовноюплощею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2,0000га, для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веденняособистогоселянськогогосподарства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територіїКрупецькоїсільської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селіЛисиче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у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зв’язку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з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тим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щобажаназемельнаділянка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proofErr w:type="gram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ідставіприйнятогорішення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включена до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перелікуінвестиційнопривабливихділянок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13AE7" w:rsidRPr="00584B1D" w:rsidRDefault="00C13AE7" w:rsidP="00C13AE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4B1D">
        <w:rPr>
          <w:rFonts w:ascii="Times New Roman" w:hAnsi="Times New Roman" w:cs="Times New Roman"/>
          <w:sz w:val="24"/>
          <w:szCs w:val="24"/>
        </w:rPr>
        <w:t xml:space="preserve">2. Контроль за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виконаннямцьогорішенняпокласти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постійнукомісіюсільської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питаньземельнихвідносин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плануваннятериторії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4B1D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584B1D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охоронипам’яток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історичногосередовища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13AE7" w:rsidRPr="00584B1D" w:rsidRDefault="00C13AE7" w:rsidP="00C13AE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13AE7" w:rsidRPr="00584B1D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13AE7" w:rsidRPr="00584B1D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13AE7" w:rsidRPr="00584B1D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13AE7" w:rsidRPr="00584B1D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13AE7" w:rsidRPr="00584B1D" w:rsidRDefault="00C13AE7" w:rsidP="00C13A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4D48" w:rsidRPr="0059109C" w:rsidRDefault="00C13AE7" w:rsidP="0059109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434D48" w:rsidRPr="0059109C" w:rsidSect="004528E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C13AE7"/>
    <w:rsid w:val="00171A2E"/>
    <w:rsid w:val="00304C90"/>
    <w:rsid w:val="00434D48"/>
    <w:rsid w:val="004528EC"/>
    <w:rsid w:val="00505B6D"/>
    <w:rsid w:val="0059109C"/>
    <w:rsid w:val="006D3977"/>
    <w:rsid w:val="007D6C18"/>
    <w:rsid w:val="00976269"/>
    <w:rsid w:val="00C13AE7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EC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esi38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917</Words>
  <Characters>524</Characters>
  <Application>Microsoft Office Word</Application>
  <DocSecurity>0</DocSecurity>
  <Lines>4</Lines>
  <Paragraphs>2</Paragraphs>
  <ScaleCrop>false</ScaleCrop>
  <Company>Microsoft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4</cp:revision>
  <dcterms:created xsi:type="dcterms:W3CDTF">2020-07-02T11:30:00Z</dcterms:created>
  <dcterms:modified xsi:type="dcterms:W3CDTF">2020-07-03T05:29:00Z</dcterms:modified>
</cp:coreProperties>
</file>