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8FD" w:rsidRDefault="00A238FD" w:rsidP="00A238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238FD" w:rsidRDefault="00A238FD" w:rsidP="00A238FD"/>
    <w:p w:rsidR="00A238FD" w:rsidRDefault="00A238FD" w:rsidP="00A238FD"/>
    <w:p w:rsidR="00A238FD" w:rsidRDefault="00A238FD" w:rsidP="00A238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238FD" w:rsidRDefault="00A238FD" w:rsidP="00A238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238FD" w:rsidRDefault="00A238FD" w:rsidP="00A238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238FD" w:rsidRDefault="00A238FD" w:rsidP="00A238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238FD" w:rsidRDefault="00A238FD" w:rsidP="00A238F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38FD" w:rsidRDefault="00A238FD" w:rsidP="00A238F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238FD" w:rsidRDefault="00A238FD" w:rsidP="00A238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238FD" w:rsidRDefault="00A238FD" w:rsidP="00A238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238FD" w:rsidRPr="004926DB" w:rsidRDefault="00A238FD" w:rsidP="00A238F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17</w:t>
      </w: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38FD" w:rsidRPr="004A1A91" w:rsidRDefault="00A238FD" w:rsidP="00A238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A238FD" w:rsidRPr="004A1A91" w:rsidRDefault="00A238FD" w:rsidP="00A238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A238FD" w:rsidRPr="004A1A91" w:rsidRDefault="00A238FD" w:rsidP="00A238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</w:t>
      </w:r>
      <w:r w:rsidRPr="004926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</w:t>
      </w: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:01:019:0010</w:t>
      </w:r>
    </w:p>
    <w:p w:rsidR="00A238FD" w:rsidRPr="004A1A91" w:rsidRDefault="00A238FD" w:rsidP="00A238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комунальної власності за межами населеного</w:t>
      </w:r>
    </w:p>
    <w:p w:rsidR="00A238FD" w:rsidRPr="004A1A91" w:rsidRDefault="00A238FD" w:rsidP="00A238F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пункту Крупецької сільської ради</w:t>
      </w:r>
    </w:p>
    <w:p w:rsidR="00A238FD" w:rsidRPr="004A1A91" w:rsidRDefault="00A238FD" w:rsidP="00A238FD">
      <w:pPr>
        <w:overflowPunct w:val="0"/>
        <w:autoSpaceDE w:val="0"/>
        <w:autoSpaceDN w:val="0"/>
        <w:adjustRightInd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A91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A91">
        <w:rPr>
          <w:rFonts w:ascii="Times New Roman" w:eastAsia="Calibri" w:hAnsi="Times New Roman" w:cs="Times New Roman"/>
          <w:sz w:val="24"/>
          <w:szCs w:val="24"/>
        </w:rPr>
        <w:t>ВИРІШИЛА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</w:p>
    <w:p w:rsidR="00A238FD" w:rsidRPr="004A1A91" w:rsidRDefault="00A238FD" w:rsidP="00A238FD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4A1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4A1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дозвіл </w:t>
      </w:r>
      <w:r w:rsidRPr="004A1A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виготовлення 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технічної документації  із землеустрою щодо поділу земельної ділянки комунальної власності площею 34,0862 га,  кадастровий  номер </w:t>
      </w:r>
      <w:r w:rsidRPr="004A1A9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6823984000:01:019:0010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 розташована за межами населеного пункту с.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Крупець на території  Крупецької сільської ради, із земель </w:t>
      </w:r>
      <w:r w:rsidRPr="004A1A9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4A1A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зміни цільового призначення .</w:t>
      </w: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A1A91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38FD" w:rsidRPr="004A1A91" w:rsidRDefault="00A238FD" w:rsidP="00A238F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E7A87" w:rsidRPr="00A238FD" w:rsidRDefault="00A238FD" w:rsidP="00A238F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DE7A87" w:rsidRPr="00A238FD" w:rsidSect="00DE7A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238FD"/>
    <w:rsid w:val="00171A2E"/>
    <w:rsid w:val="00304C90"/>
    <w:rsid w:val="00505B6D"/>
    <w:rsid w:val="006D3977"/>
    <w:rsid w:val="007D6C18"/>
    <w:rsid w:val="00A238FD"/>
    <w:rsid w:val="00D1641A"/>
    <w:rsid w:val="00DE7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F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Microsoft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2020-03-16T12:36:00Z</dcterms:created>
  <dcterms:modified xsi:type="dcterms:W3CDTF">2020-03-16T12:36:00Z</dcterms:modified>
</cp:coreProperties>
</file>