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EE6" w:rsidRDefault="00694EE6" w:rsidP="00694EE6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uk-UA" w:eastAsia="uk-UA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2718435</wp:posOffset>
                </wp:positionH>
                <wp:positionV relativeFrom="paragraph">
                  <wp:posOffset>-3175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4EE6" w:rsidRDefault="00694EE6" w:rsidP="00694E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94EE6" w:rsidRDefault="00694EE6" w:rsidP="00694E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4EE6" w:rsidRDefault="00694EE6" w:rsidP="00694E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94EE6" w:rsidRDefault="00694EE6" w:rsidP="00694E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4EE6" w:rsidRDefault="00694EE6" w:rsidP="00694E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94EE6" w:rsidRDefault="00694EE6" w:rsidP="00694E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4EE6" w:rsidRDefault="00694EE6" w:rsidP="00694E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94EE6" w:rsidRDefault="00694EE6" w:rsidP="00694E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4EE6" w:rsidRDefault="00694EE6" w:rsidP="00694E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94EE6" w:rsidRDefault="00694EE6" w:rsidP="00694E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4EE6" w:rsidRDefault="00694EE6" w:rsidP="00694E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94EE6" w:rsidRDefault="00694EE6" w:rsidP="00694E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4EE6" w:rsidRDefault="00694EE6" w:rsidP="00694E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94EE6" w:rsidRDefault="00694EE6" w:rsidP="00694E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4EE6" w:rsidRDefault="00694EE6" w:rsidP="00694E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94EE6" w:rsidRDefault="00694EE6" w:rsidP="00694E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4EE6" w:rsidRDefault="00694EE6" w:rsidP="00694E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94EE6" w:rsidRDefault="00694EE6" w:rsidP="00694E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4EE6" w:rsidRDefault="00694EE6" w:rsidP="00694E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94EE6" w:rsidRDefault="00694EE6" w:rsidP="00694E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4EE6" w:rsidRDefault="00694EE6" w:rsidP="00694E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4EE6" w:rsidRDefault="00694EE6" w:rsidP="00694E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4EE6" w:rsidRDefault="00694EE6" w:rsidP="00694E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4EE6" w:rsidRDefault="00694EE6" w:rsidP="00694E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4EE6" w:rsidRDefault="00694EE6" w:rsidP="00694E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4EE6" w:rsidRDefault="00694EE6" w:rsidP="00694E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4EE6" w:rsidRDefault="00694EE6" w:rsidP="00694E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4EE6" w:rsidRDefault="00694EE6" w:rsidP="00694E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4EE6" w:rsidRDefault="00694EE6" w:rsidP="00694E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4EE6" w:rsidRDefault="00694EE6" w:rsidP="00694E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4.05pt;margin-top:-.2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94EE6" w:rsidRDefault="00694EE6" w:rsidP="00694E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94EE6" w:rsidRDefault="00694EE6" w:rsidP="00694E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94EE6" w:rsidRDefault="00694EE6" w:rsidP="00694E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94EE6" w:rsidRDefault="00694EE6" w:rsidP="00694E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94EE6" w:rsidRDefault="00694EE6" w:rsidP="00694E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94EE6" w:rsidRDefault="00694EE6" w:rsidP="00694E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94EE6" w:rsidRDefault="00694EE6" w:rsidP="00694E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94EE6" w:rsidRDefault="00694EE6" w:rsidP="00694E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94EE6" w:rsidRDefault="00694EE6" w:rsidP="00694E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94EE6" w:rsidRDefault="00694EE6" w:rsidP="00694E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94EE6" w:rsidRDefault="00694EE6" w:rsidP="00694E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94EE6" w:rsidRDefault="00694EE6" w:rsidP="00694E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94EE6" w:rsidRDefault="00694EE6" w:rsidP="00694E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94EE6" w:rsidRDefault="00694EE6" w:rsidP="00694E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94EE6" w:rsidRDefault="00694EE6" w:rsidP="00694E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94EE6" w:rsidRDefault="00694EE6" w:rsidP="00694E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94EE6" w:rsidRDefault="00694EE6" w:rsidP="00694E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94EE6" w:rsidRDefault="00694EE6" w:rsidP="00694E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94EE6" w:rsidRDefault="00694EE6" w:rsidP="00694E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94EE6" w:rsidRDefault="00694EE6" w:rsidP="00694E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694EE6" w:rsidRDefault="00694EE6" w:rsidP="00694E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94EE6" w:rsidRDefault="00694EE6" w:rsidP="00694E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94EE6" w:rsidRDefault="00694EE6" w:rsidP="00694E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94EE6" w:rsidRDefault="00694EE6" w:rsidP="00694E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94EE6" w:rsidRDefault="00694EE6" w:rsidP="00694E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94EE6" w:rsidRDefault="00694EE6" w:rsidP="00694E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94EE6" w:rsidRDefault="00694EE6" w:rsidP="00694E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694EE6" w:rsidRDefault="00694EE6" w:rsidP="00694E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94EE6" w:rsidRDefault="00694EE6" w:rsidP="00694E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94EE6" w:rsidRDefault="00694EE6" w:rsidP="00694E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94EE6" w:rsidRDefault="00694EE6" w:rsidP="00694EE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94EE6" w:rsidRDefault="00694EE6" w:rsidP="00694EE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94EE6" w:rsidRDefault="00694EE6" w:rsidP="00694EE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94EE6" w:rsidRDefault="00694EE6" w:rsidP="00694EE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94EE6" w:rsidRDefault="00694EE6" w:rsidP="00694EE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94EE6" w:rsidRDefault="00694EE6" w:rsidP="00694EE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694EE6" w:rsidRDefault="00694EE6" w:rsidP="00694EE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94EE6" w:rsidRDefault="00694EE6" w:rsidP="00694EE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94EE6" w:rsidRDefault="00694EE6" w:rsidP="00694EE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694EE6" w:rsidRDefault="00694EE6" w:rsidP="00694EE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94EE6" w:rsidRDefault="00694EE6" w:rsidP="00694EE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694EE6" w:rsidRDefault="00694EE6" w:rsidP="00694EE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94EE6" w:rsidRDefault="00694EE6" w:rsidP="00694EE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25.03.2021 року                                            Крупець                                                       №48</w:t>
      </w:r>
    </w:p>
    <w:p w:rsidR="00694EE6" w:rsidRPr="00B60227" w:rsidRDefault="00694EE6" w:rsidP="00694EE6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694EE6" w:rsidRPr="00B60227" w:rsidRDefault="00694EE6" w:rsidP="00694EE6">
      <w:pPr>
        <w:spacing w:after="0"/>
        <w:rPr>
          <w:rFonts w:ascii="Times New Roman" w:eastAsia="Calibri" w:hAnsi="Times New Roman" w:cs="Times New Roman"/>
          <w:b/>
          <w:sz w:val="24"/>
        </w:rPr>
      </w:pPr>
      <w:r w:rsidRPr="00B60227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694EE6" w:rsidRPr="00B60227" w:rsidRDefault="00694EE6" w:rsidP="00694EE6">
      <w:pPr>
        <w:spacing w:after="0"/>
        <w:rPr>
          <w:rFonts w:ascii="Times New Roman" w:eastAsia="Calibri" w:hAnsi="Times New Roman" w:cs="Times New Roman"/>
          <w:b/>
          <w:sz w:val="24"/>
        </w:rPr>
      </w:pPr>
      <w:r w:rsidRPr="00B60227">
        <w:rPr>
          <w:rFonts w:ascii="Times New Roman" w:eastAsia="Calibri" w:hAnsi="Times New Roman" w:cs="Times New Roman"/>
          <w:b/>
          <w:sz w:val="24"/>
        </w:rPr>
        <w:t xml:space="preserve">технічної документації із землеустрою </w:t>
      </w:r>
    </w:p>
    <w:p w:rsidR="00694EE6" w:rsidRPr="00B60227" w:rsidRDefault="00694EE6" w:rsidP="00694EE6">
      <w:pPr>
        <w:spacing w:after="0"/>
        <w:rPr>
          <w:rFonts w:ascii="Times New Roman" w:eastAsia="Calibri" w:hAnsi="Times New Roman" w:cs="Times New Roman"/>
          <w:b/>
          <w:sz w:val="24"/>
        </w:rPr>
      </w:pPr>
      <w:r w:rsidRPr="00B60227">
        <w:rPr>
          <w:rFonts w:ascii="Times New Roman" w:eastAsia="Calibri" w:hAnsi="Times New Roman" w:cs="Times New Roman"/>
          <w:b/>
          <w:sz w:val="24"/>
        </w:rPr>
        <w:t xml:space="preserve">щодо встановлення (відновлення) меж </w:t>
      </w:r>
    </w:p>
    <w:p w:rsidR="00694EE6" w:rsidRPr="00B60227" w:rsidRDefault="00694EE6" w:rsidP="00694EE6">
      <w:pPr>
        <w:spacing w:after="0"/>
        <w:rPr>
          <w:rFonts w:ascii="Times New Roman" w:eastAsia="Calibri" w:hAnsi="Times New Roman" w:cs="Times New Roman"/>
          <w:b/>
          <w:sz w:val="24"/>
        </w:rPr>
      </w:pPr>
      <w:r w:rsidRPr="00B60227">
        <w:rPr>
          <w:rFonts w:ascii="Times New Roman" w:eastAsia="Calibri" w:hAnsi="Times New Roman" w:cs="Times New Roman"/>
          <w:b/>
          <w:sz w:val="24"/>
        </w:rPr>
        <w:t>земельної ділянки в натурі (на місцевості)</w:t>
      </w:r>
    </w:p>
    <w:p w:rsidR="00694EE6" w:rsidRDefault="00694EE6" w:rsidP="00694EE6">
      <w:pPr>
        <w:spacing w:after="0"/>
        <w:rPr>
          <w:rFonts w:ascii="Times New Roman" w:eastAsia="Calibri" w:hAnsi="Times New Roman" w:cs="Times New Roman"/>
          <w:b/>
          <w:sz w:val="24"/>
        </w:rPr>
      </w:pPr>
      <w:r w:rsidRPr="00B60227">
        <w:rPr>
          <w:rFonts w:ascii="Times New Roman" w:eastAsia="Calibri" w:hAnsi="Times New Roman" w:cs="Times New Roman"/>
          <w:b/>
          <w:sz w:val="24"/>
        </w:rPr>
        <w:t>Шпак В.І.</w:t>
      </w:r>
    </w:p>
    <w:p w:rsidR="00694EE6" w:rsidRPr="00B60227" w:rsidRDefault="00694EE6" w:rsidP="00694EE6">
      <w:pPr>
        <w:spacing w:after="0"/>
        <w:rPr>
          <w:rFonts w:ascii="Times New Roman" w:eastAsia="Calibri" w:hAnsi="Times New Roman" w:cs="Times New Roman"/>
          <w:b/>
          <w:sz w:val="24"/>
        </w:rPr>
      </w:pPr>
    </w:p>
    <w:p w:rsidR="00694EE6" w:rsidRPr="00B60227" w:rsidRDefault="00694EE6" w:rsidP="00694EE6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B60227">
        <w:rPr>
          <w:rFonts w:ascii="Times New Roman" w:eastAsia="Calibri" w:hAnsi="Times New Roman" w:cs="Times New Roman"/>
          <w:sz w:val="24"/>
        </w:rPr>
        <w:t xml:space="preserve">                Відповідно 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B60227">
        <w:rPr>
          <w:rFonts w:ascii="Times New Roman" w:eastAsia="Calibri" w:hAnsi="Times New Roman" w:cs="Times New Roman"/>
          <w:sz w:val="24"/>
        </w:rPr>
        <w:t>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розглянувши заяву Шпак В.І., сільська рада</w:t>
      </w:r>
    </w:p>
    <w:p w:rsidR="00694EE6" w:rsidRPr="00B60227" w:rsidRDefault="00694EE6" w:rsidP="00694EE6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B60227">
        <w:rPr>
          <w:rFonts w:ascii="Times New Roman" w:eastAsia="Calibri" w:hAnsi="Times New Roman" w:cs="Times New Roman"/>
          <w:sz w:val="24"/>
        </w:rPr>
        <w:t>ВИРІШИЛА:</w:t>
      </w:r>
    </w:p>
    <w:p w:rsidR="00694EE6" w:rsidRPr="00B60227" w:rsidRDefault="00694EE6" w:rsidP="00694EE6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B60227">
        <w:rPr>
          <w:rFonts w:ascii="Times New Roman" w:eastAsia="Calibri" w:hAnsi="Times New Roman" w:cs="Times New Roman"/>
          <w:sz w:val="24"/>
        </w:rPr>
        <w:t xml:space="preserve">        1. Надати Шпак Валентині Іванівні, яка зареєстрована за адресою: </w:t>
      </w:r>
      <w:r w:rsidR="008A5EE5" w:rsidRPr="008A5EE5">
        <w:rPr>
          <w:rFonts w:ascii="Times New Roman" w:eastAsia="Calibri" w:hAnsi="Times New Roman" w:cs="Times New Roman"/>
          <w:sz w:val="24"/>
        </w:rPr>
        <w:t>______________</w:t>
      </w:r>
      <w:bookmarkStart w:id="0" w:name="_GoBack"/>
      <w:bookmarkEnd w:id="0"/>
      <w:r w:rsidRPr="00B60227">
        <w:rPr>
          <w:rFonts w:ascii="Times New Roman" w:eastAsia="Calibri" w:hAnsi="Times New Roman" w:cs="Times New Roman"/>
          <w:sz w:val="24"/>
        </w:rPr>
        <w:t>,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0,2500 га,  для будівництва та обслуговування  житлового будинку, господарських будівель і споруд (присадибна ділянка), земельна ділянка  розташована в с.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B60227">
        <w:rPr>
          <w:rFonts w:ascii="Times New Roman" w:eastAsia="Calibri" w:hAnsi="Times New Roman" w:cs="Times New Roman"/>
          <w:sz w:val="24"/>
        </w:rPr>
        <w:t>Комарівка</w:t>
      </w:r>
      <w:proofErr w:type="spellEnd"/>
      <w:r w:rsidRPr="00B60227">
        <w:rPr>
          <w:rFonts w:ascii="Times New Roman" w:eastAsia="Calibri" w:hAnsi="Times New Roman" w:cs="Times New Roman"/>
          <w:sz w:val="24"/>
        </w:rPr>
        <w:t>, по вул.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B60227">
        <w:rPr>
          <w:rFonts w:ascii="Times New Roman" w:eastAsia="Calibri" w:hAnsi="Times New Roman" w:cs="Times New Roman"/>
          <w:sz w:val="24"/>
        </w:rPr>
        <w:t>Л.Українки, 25.</w:t>
      </w:r>
    </w:p>
    <w:p w:rsidR="00694EE6" w:rsidRPr="00B60227" w:rsidRDefault="00694EE6" w:rsidP="00694EE6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B60227">
        <w:rPr>
          <w:rFonts w:ascii="Times New Roman" w:eastAsia="Calibri" w:hAnsi="Times New Roman" w:cs="Times New Roman"/>
          <w:sz w:val="24"/>
        </w:rPr>
        <w:t xml:space="preserve">        2. Шпак В.І.,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694EE6" w:rsidRPr="00B60227" w:rsidRDefault="00694EE6" w:rsidP="00694EE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022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694EE6" w:rsidRPr="00B60227" w:rsidRDefault="00694EE6" w:rsidP="00694EE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B6022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694EE6" w:rsidRPr="00B60227" w:rsidRDefault="00694EE6" w:rsidP="00694EE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694EE6" w:rsidRPr="00694EE6" w:rsidRDefault="00694EE6" w:rsidP="00694EE6">
      <w:pPr>
        <w:spacing w:after="0"/>
        <w:jc w:val="both"/>
        <w:rPr>
          <w:rFonts w:ascii="Times New Roman" w:eastAsia="Calibri" w:hAnsi="Times New Roman" w:cs="Times New Roman"/>
          <w:sz w:val="24"/>
          <w:lang w:val="en-US"/>
        </w:rPr>
      </w:pPr>
    </w:p>
    <w:p w:rsidR="006C0853" w:rsidRPr="00694EE6" w:rsidRDefault="00694EE6" w:rsidP="00694EE6">
      <w:pPr>
        <w:spacing w:after="0"/>
        <w:jc w:val="both"/>
        <w:rPr>
          <w:rFonts w:ascii="Times New Roman" w:eastAsia="Calibri" w:hAnsi="Times New Roman" w:cs="Times New Roman"/>
          <w:sz w:val="24"/>
          <w:lang w:val="en-US"/>
        </w:rPr>
      </w:pPr>
      <w:r w:rsidRPr="00B60227">
        <w:rPr>
          <w:rFonts w:ascii="Times New Roman" w:eastAsia="Calibri" w:hAnsi="Times New Roman" w:cs="Times New Roman"/>
          <w:sz w:val="24"/>
        </w:rPr>
        <w:t>Сільський  голова                                                                                                В.А.</w:t>
      </w:r>
      <w:proofErr w:type="spellStart"/>
      <w:r w:rsidRPr="00B60227">
        <w:rPr>
          <w:rFonts w:ascii="Times New Roman" w:eastAsia="Calibri" w:hAnsi="Times New Roman" w:cs="Times New Roman"/>
          <w:sz w:val="24"/>
        </w:rPr>
        <w:t>Михалюк</w:t>
      </w:r>
      <w:proofErr w:type="spellEnd"/>
      <w:r w:rsidRPr="00B60227">
        <w:rPr>
          <w:rFonts w:ascii="Times New Roman" w:eastAsia="Calibri" w:hAnsi="Times New Roman" w:cs="Times New Roman"/>
          <w:sz w:val="24"/>
        </w:rPr>
        <w:t xml:space="preserve"> </w:t>
      </w:r>
    </w:p>
    <w:sectPr w:rsidR="006C0853" w:rsidRPr="00694EE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embedSystemFonts/>
  <w:proofState w:spelling="clean" w:grammar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EE6"/>
    <w:rsid w:val="00171A2E"/>
    <w:rsid w:val="00304C90"/>
    <w:rsid w:val="00505B6D"/>
    <w:rsid w:val="00694EE6"/>
    <w:rsid w:val="006C0853"/>
    <w:rsid w:val="006D3977"/>
    <w:rsid w:val="007D6C18"/>
    <w:rsid w:val="008A5EE5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694EE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694EE6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694EE6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694EE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694EE6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694EE6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1122</Words>
  <Characters>641</Characters>
  <Application>Microsoft Office Word</Application>
  <DocSecurity>0</DocSecurity>
  <Lines>5</Lines>
  <Paragraphs>3</Paragraphs>
  <ScaleCrop>false</ScaleCrop>
  <Company>Microsoft</Company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005</dc:creator>
  <cp:lastModifiedBy>005</cp:lastModifiedBy>
  <cp:revision>2</cp:revision>
  <dcterms:created xsi:type="dcterms:W3CDTF">2021-03-31T05:41:00Z</dcterms:created>
  <dcterms:modified xsi:type="dcterms:W3CDTF">2021-03-31T06:18:00Z</dcterms:modified>
</cp:coreProperties>
</file>