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5E3" w:rsidRDefault="00C865E3" w:rsidP="00C865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865E3" w:rsidRDefault="00C865E3" w:rsidP="00C865E3"/>
    <w:p w:rsidR="00C865E3" w:rsidRDefault="00C865E3" w:rsidP="00C865E3"/>
    <w:p w:rsidR="00C865E3" w:rsidRDefault="00C865E3" w:rsidP="00C865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865E3" w:rsidRDefault="00C865E3" w:rsidP="00C865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865E3" w:rsidRDefault="00C865E3" w:rsidP="00C865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865E3" w:rsidRDefault="00C865E3" w:rsidP="00C865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865E3" w:rsidRDefault="00C865E3" w:rsidP="00C865E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65E3" w:rsidRDefault="00C865E3" w:rsidP="00C865E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C865E3" w:rsidRDefault="00C865E3" w:rsidP="00C865E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65E3" w:rsidRDefault="00C865E3" w:rsidP="00C865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865E3" w:rsidRPr="00FB0CD9" w:rsidRDefault="00C865E3" w:rsidP="00C865E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№18</w:t>
      </w:r>
    </w:p>
    <w:p w:rsidR="00C865E3" w:rsidRPr="00E01644" w:rsidRDefault="00C865E3" w:rsidP="00C865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865E3" w:rsidRPr="00E01644" w:rsidRDefault="00C865E3" w:rsidP="00C865E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C865E3" w:rsidRPr="00E01644" w:rsidRDefault="00C865E3" w:rsidP="00C865E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C865E3" w:rsidRPr="00E01644" w:rsidRDefault="00C865E3" w:rsidP="00C865E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C865E3" w:rsidRPr="00E01644" w:rsidRDefault="00C865E3" w:rsidP="00C865E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6823984000:03:017:0047, яка розташована</w:t>
      </w:r>
    </w:p>
    <w:p w:rsidR="00C865E3" w:rsidRPr="00E01644" w:rsidRDefault="00C865E3" w:rsidP="00C865E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C865E3" w:rsidRPr="00E01644" w:rsidRDefault="00C865E3" w:rsidP="00C865E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населеного пункту села Крупець, </w:t>
      </w:r>
    </w:p>
    <w:p w:rsidR="00C865E3" w:rsidRPr="00E01644" w:rsidRDefault="00C865E3" w:rsidP="00C865E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C865E3" w:rsidRPr="00E01644" w:rsidRDefault="00C865E3" w:rsidP="00C865E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65E3" w:rsidRPr="00E01644" w:rsidRDefault="00C865E3" w:rsidP="00C865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частини 2 </w:t>
      </w: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статті 42 Закону України «Про місцеве самоврядування в Україні»,  Земельного кодексу України, Закону України «Про землеустрій»,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розглянувши клопотання ВКП «Явір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Інвест»,</w:t>
      </w: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C865E3" w:rsidRPr="00E01644" w:rsidRDefault="00C865E3" w:rsidP="00C865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865E3" w:rsidRPr="00E01644" w:rsidRDefault="00C865E3" w:rsidP="00C865E3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 w:rsidRPr="00E01644">
        <w:rPr>
          <w:rFonts w:ascii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та об’єднання земельної ділянки площею 3,9000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га,  кадастровий  номер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6823984000:03:017:0047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,  яка розташована за межами населеного пункту села Крупець на території  Крупецької сільської ради,  землі </w:t>
      </w:r>
      <w:r w:rsidRPr="00E0164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865E3" w:rsidRDefault="00C865E3" w:rsidP="00C865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  <w:szCs w:val="24"/>
        </w:rPr>
        <w:t>а та благоустрою (Денисюк Т.В.)</w:t>
      </w:r>
    </w:p>
    <w:p w:rsidR="00C865E3" w:rsidRPr="00E01644" w:rsidRDefault="00C865E3" w:rsidP="00C865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115AF1" w:rsidRPr="00C865E3" w:rsidRDefault="00C865E3" w:rsidP="00C865E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01644"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В.М.Мазур </w:t>
      </w:r>
    </w:p>
    <w:sectPr w:rsidR="00115AF1" w:rsidRPr="00C865E3" w:rsidSect="00C865E3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5E3"/>
    <w:rsid w:val="00115AF1"/>
    <w:rsid w:val="00171A2E"/>
    <w:rsid w:val="00304C90"/>
    <w:rsid w:val="00505B6D"/>
    <w:rsid w:val="006D3977"/>
    <w:rsid w:val="007D6C18"/>
    <w:rsid w:val="00C865E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2020-07-29T13:44:00Z</dcterms:created>
  <dcterms:modified xsi:type="dcterms:W3CDTF">2020-07-29T13:45:00Z</dcterms:modified>
</cp:coreProperties>
</file>