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44" w:rsidRDefault="002F31C9" w:rsidP="00F46E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46E44" w:rsidRDefault="00F46E44" w:rsidP="00F46E44"/>
    <w:p w:rsidR="00F46E44" w:rsidRDefault="00F46E44" w:rsidP="00F46E44"/>
    <w:p w:rsidR="00F46E44" w:rsidRDefault="00F46E44" w:rsidP="00F46E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46E44" w:rsidRDefault="00F46E44" w:rsidP="00F46E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46E44" w:rsidRDefault="00F46E44" w:rsidP="00F46E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46E44" w:rsidRDefault="00F46E44" w:rsidP="00F46E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46E44" w:rsidRDefault="00F46E44" w:rsidP="00F46E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6E44" w:rsidRDefault="00F46E44" w:rsidP="00F46E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46E44" w:rsidRDefault="00F46E44" w:rsidP="00F46E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6E44" w:rsidRDefault="00F46E44" w:rsidP="00F46E4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46E44" w:rsidRPr="00B84FEC" w:rsidRDefault="00F46E44" w:rsidP="00F46E4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41</w:t>
      </w:r>
    </w:p>
    <w:p w:rsidR="00F46E44" w:rsidRPr="004A7F1D" w:rsidRDefault="00F46E44" w:rsidP="00F46E44">
      <w:pPr>
        <w:tabs>
          <w:tab w:val="left" w:pos="4424"/>
        </w:tabs>
        <w:rPr>
          <w:rFonts w:ascii="Times New Roman" w:hAnsi="Times New Roman" w:cs="Times New Roman"/>
        </w:rPr>
      </w:pPr>
    </w:p>
    <w:p w:rsidR="00F46E44" w:rsidRPr="00B84FEC" w:rsidRDefault="00F46E44" w:rsidP="00F46E4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F46E44" w:rsidRPr="00B84FEC" w:rsidRDefault="00F46E44" w:rsidP="00F46E4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F46E44" w:rsidRPr="00B84FEC" w:rsidRDefault="00F46E44" w:rsidP="00F46E4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F46E44" w:rsidRPr="00B84FEC" w:rsidRDefault="00F46E44" w:rsidP="00F46E4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B84FEC">
        <w:rPr>
          <w:rFonts w:ascii="Times New Roman" w:hAnsi="Times New Roman" w:cs="Times New Roman"/>
          <w:b/>
          <w:sz w:val="24"/>
          <w:szCs w:val="24"/>
        </w:rPr>
        <w:t>Семенюка</w:t>
      </w:r>
      <w:proofErr w:type="spellEnd"/>
      <w:r w:rsidRPr="00B84FEC">
        <w:rPr>
          <w:rFonts w:ascii="Times New Roman" w:hAnsi="Times New Roman" w:cs="Times New Roman"/>
          <w:b/>
          <w:sz w:val="24"/>
          <w:szCs w:val="24"/>
        </w:rPr>
        <w:t xml:space="preserve"> І.Я.</w:t>
      </w:r>
    </w:p>
    <w:p w:rsidR="00F46E44" w:rsidRPr="00B84FEC" w:rsidRDefault="00F46E44" w:rsidP="00F46E4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6E44" w:rsidRPr="00B84FEC" w:rsidRDefault="00F46E44" w:rsidP="00F46E4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Семенюка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І.Я., сільська  рада ВИРІШИЛА:</w:t>
      </w:r>
    </w:p>
    <w:p w:rsidR="00F46E44" w:rsidRPr="00B84FEC" w:rsidRDefault="00F46E44" w:rsidP="00F46E4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B84FEC">
        <w:rPr>
          <w:rFonts w:ascii="Times New Roman" w:eastAsia="Calibri" w:hAnsi="Times New Roman" w:cs="Times New Roman"/>
          <w:sz w:val="24"/>
          <w:szCs w:val="24"/>
          <w:lang w:eastAsia="en-US"/>
        </w:rPr>
        <w:t>Семенюку</w:t>
      </w:r>
      <w:proofErr w:type="spellEnd"/>
      <w:r w:rsidRPr="00B84F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Івану Якимовичу, який зареєстрований за адресою: </w:t>
      </w:r>
      <w:r w:rsidR="002F31C9" w:rsidRPr="002F31C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________________________</w:t>
      </w:r>
      <w:bookmarkStart w:id="0" w:name="_GoBack"/>
      <w:bookmarkEnd w:id="0"/>
      <w:r w:rsidRPr="00B84FEC">
        <w:rPr>
          <w:rFonts w:ascii="Times New Roman" w:hAnsi="Times New Roman" w:cs="Times New Roman"/>
          <w:sz w:val="24"/>
          <w:szCs w:val="24"/>
        </w:rPr>
        <w:t>, 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0,1394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FEC">
        <w:rPr>
          <w:rFonts w:ascii="Times New Roman" w:hAnsi="Times New Roman" w:cs="Times New Roman"/>
          <w:sz w:val="24"/>
          <w:szCs w:val="24"/>
        </w:rPr>
        <w:t xml:space="preserve">га, (кадастровий номер: 6823986800:02:001:0038), для ведення особистого селянського господарства, яка розташована Хмельницька область,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>.</w:t>
      </w:r>
    </w:p>
    <w:p w:rsidR="00F46E44" w:rsidRPr="00B84FEC" w:rsidRDefault="00F46E44" w:rsidP="00F46E4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4FE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Семенюку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І.Я., посвідчити своє право  в  установленому  законом  порядку.</w:t>
      </w:r>
    </w:p>
    <w:p w:rsidR="00F46E44" w:rsidRPr="00B84FEC" w:rsidRDefault="00F46E44" w:rsidP="00F46E4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46E44" w:rsidRPr="00B84FEC" w:rsidRDefault="00F46E44" w:rsidP="00F46E4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6E44" w:rsidRPr="00B84FEC" w:rsidRDefault="00F46E44" w:rsidP="00F46E4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6E44" w:rsidRPr="00B84FEC" w:rsidRDefault="00F46E44" w:rsidP="00F46E4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6E44" w:rsidRPr="00F46E44" w:rsidRDefault="00F46E44" w:rsidP="00F46E4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45E36" w:rsidRPr="00F46E44" w:rsidRDefault="00F46E44" w:rsidP="00F46E4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В.М.Мазур</w:t>
      </w:r>
    </w:p>
    <w:sectPr w:rsidR="00945E36" w:rsidRPr="00F46E44" w:rsidSect="00945E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46E44"/>
    <w:rsid w:val="00171A2E"/>
    <w:rsid w:val="002F31C9"/>
    <w:rsid w:val="00304C90"/>
    <w:rsid w:val="00505B6D"/>
    <w:rsid w:val="006D3977"/>
    <w:rsid w:val="007D6C18"/>
    <w:rsid w:val="00945E36"/>
    <w:rsid w:val="00D1641A"/>
    <w:rsid w:val="00F4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E4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247</Words>
  <Characters>1411</Characters>
  <Application>Microsoft Office Word</Application>
  <DocSecurity>0</DocSecurity>
  <Lines>11</Lines>
  <Paragraphs>3</Paragraphs>
  <ScaleCrop>false</ScaleCrop>
  <Company>Microsoft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2020-03-16T12:54:00Z</dcterms:created>
  <dcterms:modified xsi:type="dcterms:W3CDTF">2020-03-17T06:29:00Z</dcterms:modified>
</cp:coreProperties>
</file>