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EA8" w:rsidRPr="00453E81" w:rsidRDefault="00831EA8" w:rsidP="00831EA8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1EA8" w:rsidRDefault="00831EA8" w:rsidP="00831E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1EA8" w:rsidRDefault="00831EA8" w:rsidP="00831E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31EA8" w:rsidRPr="000A4F3E" w:rsidRDefault="00831EA8" w:rsidP="00831EA8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31EA8" w:rsidRPr="000A4F3E" w:rsidRDefault="00831EA8" w:rsidP="00831EA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831EA8" w:rsidRPr="000A4F3E" w:rsidRDefault="00831EA8" w:rsidP="00831EA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31EA8" w:rsidRDefault="00831EA8" w:rsidP="00831EA8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831EA8" w:rsidRDefault="00831EA8" w:rsidP="00831EA8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831EA8" w:rsidRDefault="00831EA8" w:rsidP="00831EA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</w:t>
      </w:r>
      <w:r w:rsidRPr="00994A02">
        <w:rPr>
          <w:rFonts w:ascii="Times New Roman" w:hAnsi="Times New Roman" w:cs="Times New Roman"/>
          <w:b/>
          <w:sz w:val="24"/>
          <w:szCs w:val="24"/>
        </w:rPr>
        <w:t xml:space="preserve"> одноразової матеріальної </w:t>
      </w:r>
    </w:p>
    <w:p w:rsidR="00831EA8" w:rsidRDefault="00831EA8" w:rsidP="00831EA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Pr="00994A02">
        <w:rPr>
          <w:rFonts w:ascii="Times New Roman" w:hAnsi="Times New Roman" w:cs="Times New Roman"/>
          <w:b/>
          <w:sz w:val="24"/>
          <w:szCs w:val="24"/>
        </w:rPr>
        <w:t>опомоги</w:t>
      </w:r>
      <w:r>
        <w:rPr>
          <w:rFonts w:ascii="Times New Roman" w:hAnsi="Times New Roman" w:cs="Times New Roman"/>
          <w:b/>
          <w:sz w:val="24"/>
          <w:szCs w:val="24"/>
        </w:rPr>
        <w:t xml:space="preserve">  дитині - сироті</w:t>
      </w:r>
    </w:p>
    <w:p w:rsidR="00831EA8" w:rsidRDefault="00831EA8" w:rsidP="00831EA8">
      <w:pPr>
        <w:spacing w:after="0"/>
        <w:rPr>
          <w:rFonts w:ascii="Times New Roman" w:eastAsia="SimSun" w:hAnsi="Times New Roman"/>
          <w:color w:val="000000"/>
          <w:sz w:val="24"/>
          <w:szCs w:val="24"/>
        </w:rPr>
      </w:pPr>
    </w:p>
    <w:p w:rsidR="00831EA8" w:rsidRDefault="00831EA8" w:rsidP="00831E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>Відповідно до ст.25, частини 2 ст.42 Закону України «Про місцеве самоврядування в Україні»</w:t>
      </w:r>
      <w:r>
        <w:rPr>
          <w:rFonts w:ascii="Times New Roman" w:hAnsi="Times New Roman" w:cs="Times New Roman"/>
          <w:b/>
          <w:sz w:val="24"/>
          <w:szCs w:val="24"/>
        </w:rPr>
        <w:t xml:space="preserve"> , </w:t>
      </w:r>
      <w:r>
        <w:rPr>
          <w:rFonts w:ascii="Times New Roman" w:hAnsi="Times New Roman" w:cs="Times New Roman"/>
          <w:sz w:val="24"/>
          <w:szCs w:val="24"/>
        </w:rPr>
        <w:t xml:space="preserve"> у зв’язку із поданою заявою жителя  села Стригани , дитини – сироти  Чулія Андрія  Володимировича   про надання одноразової матеріальної допомоги після досягнення 18 - річного віку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  ( зі змінами ) сільська рада </w:t>
      </w:r>
    </w:p>
    <w:p w:rsidR="00831EA8" w:rsidRDefault="00831EA8" w:rsidP="00831E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831EA8" w:rsidRDefault="00831EA8" w:rsidP="00831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Надати матеріальну допомогу дитині – сироті   Чулію Андрію Володимировичу   в розмірі 1810.00 ( одна тисяча вісімсот десять грн).</w:t>
      </w:r>
    </w:p>
    <w:p w:rsidR="00831EA8" w:rsidRDefault="00831EA8" w:rsidP="00831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EA8" w:rsidRDefault="00831EA8" w:rsidP="00831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EA8" w:rsidRDefault="00831EA8" w:rsidP="00831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EA8" w:rsidRDefault="00831EA8" w:rsidP="00831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EA8" w:rsidRDefault="00831EA8" w:rsidP="00831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EA8" w:rsidRDefault="00831EA8" w:rsidP="00831E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1EA8" w:rsidRDefault="00831EA8" w:rsidP="00831E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382F10" w:rsidRDefault="00382F10">
      <w:bookmarkStart w:id="0" w:name="_GoBack"/>
      <w:bookmarkEnd w:id="0"/>
    </w:p>
    <w:sectPr w:rsidR="00382F1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EA8"/>
    <w:rsid w:val="00171A2E"/>
    <w:rsid w:val="00304C90"/>
    <w:rsid w:val="00382F10"/>
    <w:rsid w:val="00505B6D"/>
    <w:rsid w:val="006D3977"/>
    <w:rsid w:val="007D6C18"/>
    <w:rsid w:val="00831EA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31EA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31E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31EA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31EA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831E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31EA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200</Words>
  <Characters>1145</Characters>
  <Application>Microsoft Office Word</Application>
  <DocSecurity>0</DocSecurity>
  <Lines>9</Lines>
  <Paragraphs>2</Paragraphs>
  <ScaleCrop>false</ScaleCrop>
  <Company>Microsoft</Company>
  <LinksUpToDate>false</LinksUpToDate>
  <CharactersWithSpaces>1343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2020-09-15T12:53:00Z</dcterms:created>
  <dcterms:modified xsi:type="dcterms:W3CDTF">2020-09-15T12:53:00Z</dcterms:modified>
</cp:coreProperties>
</file>