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410" w:rsidRDefault="00F57410" w:rsidP="00F574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7620" r="8890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F57410" w:rsidRDefault="00F57410" w:rsidP="00F57410"/>
    <w:p w:rsidR="00F57410" w:rsidRDefault="00F57410" w:rsidP="00F57410"/>
    <w:p w:rsidR="00F57410" w:rsidRDefault="00F57410" w:rsidP="00F574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57410" w:rsidRDefault="00F57410" w:rsidP="00F574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57410" w:rsidRDefault="00F57410" w:rsidP="00F574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57410" w:rsidRDefault="00F57410" w:rsidP="00F574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57410" w:rsidRDefault="00F57410" w:rsidP="00F574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7410" w:rsidRDefault="00F57410" w:rsidP="00F574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57410" w:rsidRDefault="00F57410" w:rsidP="00F574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7410" w:rsidRDefault="00F57410" w:rsidP="00F574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F57410" w:rsidRPr="00C804C9" w:rsidRDefault="00F57410" w:rsidP="00F57410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№26</w:t>
      </w:r>
    </w:p>
    <w:p w:rsidR="00F57410" w:rsidRPr="00C804C9" w:rsidRDefault="00F57410" w:rsidP="00F57410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F57410" w:rsidRPr="00C804C9" w:rsidRDefault="00F57410" w:rsidP="00F574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F57410" w:rsidRPr="00C804C9" w:rsidRDefault="00F57410" w:rsidP="00F574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F57410" w:rsidRPr="00C804C9" w:rsidRDefault="00F57410" w:rsidP="00F5741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Плакса В.А.</w:t>
      </w:r>
    </w:p>
    <w:p w:rsidR="00F57410" w:rsidRPr="00C804C9" w:rsidRDefault="00F57410" w:rsidP="00F5741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57410" w:rsidRPr="00C804C9" w:rsidRDefault="00F57410" w:rsidP="00F5741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                 Плакса В.А.,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F57410" w:rsidRPr="00C804C9" w:rsidRDefault="00F57410" w:rsidP="00F5741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F57410" w:rsidRPr="00C804C9" w:rsidRDefault="00F57410" w:rsidP="00F5741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Плаксі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4C9">
        <w:rPr>
          <w:rFonts w:ascii="Times New Roman" w:hAnsi="Times New Roman" w:cs="Times New Roman"/>
          <w:sz w:val="24"/>
          <w:szCs w:val="24"/>
        </w:rPr>
        <w:t xml:space="preserve"> Вячеславу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1,0000 га,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район, за межами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пункту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.</w:t>
      </w:r>
    </w:p>
    <w:p w:rsidR="00F57410" w:rsidRPr="00C804C9" w:rsidRDefault="00F57410" w:rsidP="00F57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Плаксі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4C9">
        <w:rPr>
          <w:rFonts w:ascii="Times New Roman" w:hAnsi="Times New Roman" w:cs="Times New Roman"/>
          <w:sz w:val="24"/>
          <w:szCs w:val="24"/>
        </w:rPr>
        <w:t xml:space="preserve"> Вячеславу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7B714C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7B714C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C804C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1,0000 га,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номер: 6823984700:05:012:0034, для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рада за межами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пункту 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Лисиче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.</w:t>
      </w:r>
    </w:p>
    <w:p w:rsidR="00F57410" w:rsidRPr="00C804C9" w:rsidRDefault="00F57410" w:rsidP="00F57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3. Плакса В.А.,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передана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F57410" w:rsidRPr="00C804C9" w:rsidRDefault="00F57410" w:rsidP="00F574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F57410" w:rsidRPr="00C804C9" w:rsidRDefault="00F57410" w:rsidP="00F5741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E0906" w:rsidRPr="00F57410" w:rsidRDefault="00F57410" w:rsidP="00F5741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BE0906" w:rsidRPr="00F57410" w:rsidSect="00F57410">
      <w:pgSz w:w="12240" w:h="15840"/>
      <w:pgMar w:top="567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410"/>
    <w:rsid w:val="00171A2E"/>
    <w:rsid w:val="00304C90"/>
    <w:rsid w:val="00505B6D"/>
    <w:rsid w:val="006D3977"/>
    <w:rsid w:val="007B714C"/>
    <w:rsid w:val="007D6C18"/>
    <w:rsid w:val="00BE0906"/>
    <w:rsid w:val="00D1641A"/>
    <w:rsid w:val="00F57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291</Words>
  <Characters>1664</Characters>
  <Application>Microsoft Office Word</Application>
  <DocSecurity>0</DocSecurity>
  <Lines>13</Lines>
  <Paragraphs>3</Paragraphs>
  <ScaleCrop>false</ScaleCrop>
  <Company>Microsoft</Company>
  <LinksUpToDate>false</LinksUpToDate>
  <CharactersWithSpaces>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2020-07-29T13:50:00Z</dcterms:created>
  <dcterms:modified xsi:type="dcterms:W3CDTF">2020-07-29T17:12:00Z</dcterms:modified>
</cp:coreProperties>
</file>