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093" w:rsidRPr="000A4F3E" w:rsidRDefault="00184093" w:rsidP="0018409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093" w:rsidRDefault="00184093" w:rsidP="001840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84093" w:rsidRDefault="00184093" w:rsidP="001840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84093" w:rsidRPr="000A4F3E" w:rsidRDefault="00184093" w:rsidP="0018409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4093" w:rsidRPr="000A4F3E" w:rsidRDefault="00184093" w:rsidP="0018409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4093" w:rsidRPr="000A4F3E" w:rsidRDefault="00184093" w:rsidP="0018409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4093" w:rsidRPr="000A4F3E" w:rsidRDefault="00184093" w:rsidP="0018409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4093" w:rsidRPr="000A4F3E" w:rsidRDefault="00184093" w:rsidP="0018409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84093" w:rsidRPr="000A4F3E" w:rsidRDefault="00184093" w:rsidP="00184093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84093" w:rsidRPr="000A4F3E" w:rsidRDefault="00184093" w:rsidP="0018409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84093" w:rsidRPr="000A4F3E" w:rsidRDefault="00184093" w:rsidP="0018409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84093" w:rsidRPr="000A4F3E" w:rsidRDefault="00184093" w:rsidP="0018409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4093" w:rsidRPr="000A4F3E" w:rsidRDefault="00184093" w:rsidP="0018409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84093" w:rsidRPr="000A4F3E" w:rsidRDefault="00184093" w:rsidP="0018409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4093" w:rsidRPr="000A4F3E" w:rsidRDefault="00184093" w:rsidP="00184093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84093" w:rsidRPr="000A4F3E" w:rsidRDefault="00184093" w:rsidP="0018409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84093" w:rsidRPr="000A4F3E" w:rsidRDefault="00184093" w:rsidP="0018409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184093" w:rsidRPr="004B3F8C" w:rsidRDefault="00184093" w:rsidP="00184093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4093" w:rsidRPr="004B3F8C" w:rsidRDefault="00184093" w:rsidP="00184093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B3F8C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4B3F8C">
        <w:rPr>
          <w:rFonts w:ascii="Times New Roman" w:eastAsia="Arial Unicode MS" w:hAnsi="Times New Roman"/>
          <w:b/>
          <w:color w:val="000000"/>
          <w:sz w:val="24"/>
          <w:szCs w:val="24"/>
        </w:rPr>
        <w:t>розгляд</w:t>
      </w:r>
      <w:proofErr w:type="spellEnd"/>
      <w:r w:rsidRPr="004B3F8C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заяви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Алексюка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В.М.</w:t>
      </w:r>
    </w:p>
    <w:p w:rsidR="00184093" w:rsidRPr="004B3F8C" w:rsidRDefault="00184093" w:rsidP="00184093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84093" w:rsidRPr="004B3F8C" w:rsidRDefault="00184093" w:rsidP="0018409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</w:t>
      </w:r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до</w:t>
      </w:r>
      <w:proofErr w:type="gram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пункту</w:t>
      </w:r>
      <w:proofErr w:type="gram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34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», Земельного кодексу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, Закону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Алексюка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В.М.</w:t>
      </w:r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 </w:t>
      </w:r>
    </w:p>
    <w:p w:rsidR="00184093" w:rsidRPr="004B3F8C" w:rsidRDefault="00184093" w:rsidP="0018409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184093" w:rsidRPr="004B3F8C" w:rsidRDefault="00184093" w:rsidP="0018409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     1. У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зв’язку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з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добровільною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відмовою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Алексюка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Володимира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Михайловича,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який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зареєстр</w:t>
      </w:r>
      <w:r>
        <w:rPr>
          <w:rFonts w:ascii="Times New Roman" w:eastAsia="Arial Unicode MS" w:hAnsi="Times New Roman"/>
          <w:color w:val="000000"/>
          <w:sz w:val="24"/>
          <w:szCs w:val="24"/>
        </w:rPr>
        <w:t>ований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2C7A0C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припинити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користування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орієнтовною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0,1500</w:t>
      </w:r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в</w:t>
      </w:r>
      <w:proofErr w:type="gram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с.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Стригани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,  та перевести в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землі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запасу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ради. </w:t>
      </w:r>
    </w:p>
    <w:p w:rsidR="00184093" w:rsidRPr="004B3F8C" w:rsidRDefault="00184093" w:rsidP="0018409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     2.  Контроль за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територій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184093" w:rsidRPr="004B3F8C" w:rsidRDefault="00184093" w:rsidP="0018409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84093" w:rsidRPr="004B3F8C" w:rsidRDefault="00184093" w:rsidP="0018409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84093" w:rsidRPr="004B3F8C" w:rsidRDefault="00184093" w:rsidP="0018409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84093" w:rsidRPr="004B3F8C" w:rsidRDefault="00184093" w:rsidP="0018409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84093" w:rsidRDefault="00184093" w:rsidP="00184093">
      <w:pPr>
        <w:rPr>
          <w:rFonts w:ascii="Times New Roman" w:hAnsi="Times New Roman"/>
          <w:sz w:val="24"/>
          <w:szCs w:val="24"/>
        </w:rPr>
      </w:pPr>
    </w:p>
    <w:p w:rsidR="00184093" w:rsidRDefault="00184093" w:rsidP="001840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голова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/>
          <w:sz w:val="24"/>
          <w:szCs w:val="24"/>
        </w:rPr>
        <w:t xml:space="preserve"> МИХАЛЮК</w:t>
      </w:r>
    </w:p>
    <w:p w:rsidR="00A451D8" w:rsidRDefault="00A451D8"/>
    <w:sectPr w:rsidR="00A451D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093"/>
    <w:rsid w:val="00171A2E"/>
    <w:rsid w:val="00184093"/>
    <w:rsid w:val="002C7A0C"/>
    <w:rsid w:val="00304C90"/>
    <w:rsid w:val="00505B6D"/>
    <w:rsid w:val="006D3977"/>
    <w:rsid w:val="007D6C18"/>
    <w:rsid w:val="00A451D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180</Words>
  <Characters>1032</Characters>
  <Application>Microsoft Office Word</Application>
  <DocSecurity>0</DocSecurity>
  <Lines>8</Lines>
  <Paragraphs>2</Paragraphs>
  <ScaleCrop>false</ScaleCrop>
  <Company>Microsoft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2020-08-20T14:11:00Z</dcterms:created>
  <dcterms:modified xsi:type="dcterms:W3CDTF">2020-08-20T15:47:00Z</dcterms:modified>
</cp:coreProperties>
</file>