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AF5" w:rsidRPr="000A4F3E" w:rsidRDefault="00321AF5" w:rsidP="00321AF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1AF5" w:rsidRDefault="00321AF5" w:rsidP="00321A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21AF5" w:rsidRDefault="00321AF5" w:rsidP="00321A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21AF5" w:rsidRPr="000A4F3E" w:rsidRDefault="00321AF5" w:rsidP="00321AF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1AF5" w:rsidRPr="000A4F3E" w:rsidRDefault="00321AF5" w:rsidP="00321AF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1AF5" w:rsidRPr="000A4F3E" w:rsidRDefault="00321AF5" w:rsidP="00321AF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1AF5" w:rsidRPr="000A4F3E" w:rsidRDefault="00321AF5" w:rsidP="00321AF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1AF5" w:rsidRPr="000A4F3E" w:rsidRDefault="00321AF5" w:rsidP="00321AF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21AF5" w:rsidRPr="000A4F3E" w:rsidRDefault="00321AF5" w:rsidP="00321AF5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21AF5" w:rsidRPr="000A4F3E" w:rsidRDefault="00321AF5" w:rsidP="00321AF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21AF5" w:rsidRPr="000A4F3E" w:rsidRDefault="00321AF5" w:rsidP="00321AF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21AF5" w:rsidRPr="000A4F3E" w:rsidRDefault="00321AF5" w:rsidP="00321AF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1AF5" w:rsidRPr="000A4F3E" w:rsidRDefault="00321AF5" w:rsidP="00321AF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21AF5" w:rsidRPr="000A4F3E" w:rsidRDefault="00321AF5" w:rsidP="00321AF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21AF5" w:rsidRPr="000A4F3E" w:rsidRDefault="00321AF5" w:rsidP="00321AF5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21AF5" w:rsidRPr="000A4F3E" w:rsidRDefault="00321AF5" w:rsidP="00321AF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21AF5" w:rsidRPr="00AB1128" w:rsidRDefault="00321AF5" w:rsidP="00321AF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321AF5" w:rsidRPr="0059239A" w:rsidRDefault="00321AF5" w:rsidP="00321AF5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21AF5" w:rsidRPr="0059239A" w:rsidRDefault="00321AF5" w:rsidP="00321AF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321AF5" w:rsidRPr="0059239A" w:rsidRDefault="00321AF5" w:rsidP="00321AF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321AF5" w:rsidRPr="0059239A" w:rsidRDefault="00321AF5" w:rsidP="00321AF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321AF5" w:rsidRPr="0059239A" w:rsidRDefault="00321AF5" w:rsidP="00321AF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Гаврилюка С.М.</w:t>
      </w:r>
    </w:p>
    <w:p w:rsidR="00321AF5" w:rsidRPr="0059239A" w:rsidRDefault="00321AF5" w:rsidP="00321AF5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21AF5" w:rsidRDefault="00321AF5" w:rsidP="00321AF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Гаврилюка С.М.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321AF5" w:rsidRPr="0059239A" w:rsidRDefault="00321AF5" w:rsidP="00321AF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321AF5" w:rsidRPr="0059239A" w:rsidRDefault="00321AF5" w:rsidP="00321AF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1.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Гаврилюку </w:t>
      </w:r>
      <w:proofErr w:type="spellStart"/>
      <w:r>
        <w:rPr>
          <w:rFonts w:ascii="Times New Roman" w:hAnsi="Times New Roman"/>
          <w:sz w:val="24"/>
        </w:rPr>
        <w:t>Сергію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Миколайовичу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 w:rsidRPr="0059239A">
        <w:rPr>
          <w:rFonts w:ascii="Times New Roman" w:hAnsi="Times New Roman"/>
          <w:sz w:val="24"/>
        </w:rPr>
        <w:t xml:space="preserve"> за </w:t>
      </w:r>
      <w:proofErr w:type="spellStart"/>
      <w:r w:rsidRPr="0059239A">
        <w:rPr>
          <w:rFonts w:ascii="Times New Roman" w:hAnsi="Times New Roman"/>
          <w:sz w:val="24"/>
        </w:rPr>
        <w:t>адр</w:t>
      </w:r>
      <w:r>
        <w:rPr>
          <w:rFonts w:ascii="Times New Roman" w:hAnsi="Times New Roman"/>
          <w:sz w:val="24"/>
        </w:rPr>
        <w:t>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253F89">
        <w:rPr>
          <w:rFonts w:ascii="Times New Roman" w:hAnsi="Times New Roman"/>
          <w:sz w:val="24"/>
          <w:lang w:val="en-US"/>
        </w:rPr>
        <w:t>____________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253F89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6823984000:01:009:0080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, для</w:t>
      </w:r>
      <w:r w:rsidRPr="004029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Незалежності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 102.</w:t>
      </w: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</w:t>
      </w:r>
    </w:p>
    <w:p w:rsidR="00321AF5" w:rsidRPr="0059239A" w:rsidRDefault="00321AF5" w:rsidP="00321AF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>2. Гаврилюку С.М.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321AF5" w:rsidRPr="0059239A" w:rsidRDefault="00321AF5" w:rsidP="00321AF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321AF5" w:rsidRPr="0059239A" w:rsidRDefault="00321AF5" w:rsidP="00321AF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321AF5" w:rsidRDefault="00321AF5" w:rsidP="00321AF5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321AF5" w:rsidRPr="00321AF5" w:rsidRDefault="00321AF5" w:rsidP="00321AF5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</w:p>
    <w:p w:rsidR="002D4D70" w:rsidRPr="00321AF5" w:rsidRDefault="00321AF5" w:rsidP="00321AF5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МИХАЛЮК</w:t>
      </w:r>
    </w:p>
    <w:sectPr w:rsidR="002D4D70" w:rsidRPr="00321AF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AF5"/>
    <w:rsid w:val="00171A2E"/>
    <w:rsid w:val="00253F89"/>
    <w:rsid w:val="002D4D70"/>
    <w:rsid w:val="00304C90"/>
    <w:rsid w:val="00321AF5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261</Words>
  <Characters>1493</Characters>
  <Application>Microsoft Office Word</Application>
  <DocSecurity>0</DocSecurity>
  <Lines>12</Lines>
  <Paragraphs>3</Paragraphs>
  <ScaleCrop>false</ScaleCrop>
  <Company>Microsoft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2020-08-20T14:10:00Z</dcterms:created>
  <dcterms:modified xsi:type="dcterms:W3CDTF">2020-08-20T15:49:00Z</dcterms:modified>
</cp:coreProperties>
</file>