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BA9" w:rsidRPr="00B623A8" w:rsidRDefault="00837BA9" w:rsidP="00837BA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94929A" wp14:editId="6FC9014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94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4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BA9" w:rsidRDefault="00837BA9" w:rsidP="00837B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CICgrz3dwAAQFkEAA4AAAAAAAAAAAAAAAAALgIA&#10;AGRycy9lMm9Eb2MueG1sUEsBAi0AFAAGAAgAAAAhALIdTJvgAAAACgEAAA8AAAAAAAAAAAAAAAAA&#10;UXoAAGRycy9kb3ducmV2LnhtbFBLBQYAAAAABAAEAPMAAAB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9MnsIA&#10;AADdAAAADwAAAGRycy9kb3ducmV2LnhtbERPy4rCMBTdD/gP4Qqzm6ZjxUc1isgoLgSpM91fmmtb&#10;prkpTdT692YhuDyc93Ldm0bcqHO1ZQXfUQyCuLC65lLB3+/uawbCeWSNjWVS8CAH69XgY4mptnfO&#10;6Hb2pQgh7FJUUHnfplK6oiKDLrItceAutjPoA+xKqTu8h3DTyFEcT6TBmkNDhS1tKyr+z1ejwCb7&#10;wzEvR1nyw1PPm9PskvdHpT6H/WYBwlPv3+KX+6AVJPNxmBveh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0ye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UtC8gA&#10;AADdAAAADwAAAGRycy9kb3ducmV2LnhtbESPQUsDMRSE74L/ITzBS7HZamndtWmRwmrrobBV8PrY&#10;PDdrNy9LEtu1v94IgsdhZr5hFqvBduJIPrSOFUzGGQji2umWGwVvr+XNPYgQkTV2jknBNwVYLS8v&#10;Flhod+KKjvvYiAThUKACE2NfSBlqQxbD2PXEyftw3mJM0jdSezwluO3kbZbNpMWW04LBntaG6sP+&#10;yyr4LHfmfT0/P/lRXtF5VL48d9uZUtdXw+MDiEhD/A//tTdawV0+ze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dS0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5wNMEA&#10;AADdAAAADwAAAGRycy9kb3ducmV2LnhtbERPzWrCQBC+F3yHZQpeim5UWtrUVUS0iBfx5wGG7JgN&#10;zc6G7Gri23cOQo8f3/982fta3amNVWADk3EGirgItuLSwOW8HX2CignZYh2YDDwownIxeJljbkPH&#10;R7qfUqkkhGOOBlxKTa51LBx5jOPQEAt3Da3HJLAttW2xk3Bf62mWfWiPFUuDw4bWjorf081LyWGG&#10;h/21O29/euxws3f8tjoaM3ztV9+gEvXpX/x076yB2de77Jc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OcD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AD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D7MB3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kAD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L2MMA&#10;AADdAAAADwAAAGRycy9kb3ducmV2LnhtbESP3YrCMBCF74V9hzALeyNruoqi1Sgiq4g3Rd0HGJqx&#10;KdtMShNtfXsjCF4ezs/HWaw6W4kbNb50rOBnkIAgzp0uuVDwd95+T0H4gKyxckwK7uRhtfzoLTDV&#10;ruUj3U6hEHGEfYoKTAh1KqXPDVn0A1cTR+/iGoshyqaQusE2jttKDpNkIi2WHAkGa9oYyv9PVxsh&#10;2Qizw6U9b3cdtvh7MNxfH5X6+uzWcxCBuvAOv9p7rWA0Gw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BL2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748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B6P5vC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c7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D6c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tlzM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OA+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8N8UA&#10;AADdAAAADwAAAGRycy9kb3ducmV2LnhtbESP3WoCMRSE7wu+QzhC72pW64rdGkUsC0V6488DHDan&#10;m62bkyWJ6/btG0Ho5TAz3zCrzWBb0ZMPjWMF00kGgrhyuuFawflUvixBhIissXVMCn4pwGY9elph&#10;od2ND9QfYy0ShEOBCkyMXSFlqAxZDBPXESfv23mLMUlfS+3xluC2lbMsW0iLDacFgx3tDFWX49Uq&#10;KPezr/5y1b5022FuKTc/yw+j1PN42L6DiDTE//Cj/akVvL7lOd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vw3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A4BcYA&#10;AADdAAAADwAAAGRycy9kb3ducmV2LnhtbESPQWsCMRSE70L/Q3iFXkrNqijt1igqhAoKoi30+tg8&#10;d5duXpYkdbf/3ggFj8PMfMPMl71txIV8qB0rGA0zEMSFMzWXCr4+9csriBCRDTaOScEfBVguHgZz&#10;zI3r+EiXUyxFgnDIUUEVY5tLGYqKLIaha4mTd3beYkzSl9J47BLcNnKcZTNpsea0UGFLm4qKn9Ov&#10;VbA+dOXEPxfr3u3OH99TrY3ea6WeHvvVO4hIfbyH/9tbo2DyNp3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A4B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H28UA&#10;AADdAAAADwAAAGRycy9kb3ducmV2LnhtbESP0WoCMRRE3wv+Q7iCbzWrVmtXo4iyUIov2n7AZXPd&#10;rG5uliSu279vCoU+DjNzhllve9uIjnyoHSuYjDMQxKXTNVcKvj6L5yWIEJE1No5JwTcF2G4GT2vM&#10;tXvwibpzrESCcMhRgYmxzaUMpSGLYexa4uRdnLcYk/SV1B4fCW4bOc2yhbRYc1ow2NLeUHk7362C&#10;4mN67G537Qu3618szc11eTBKjYb9bgUiUh//w3/td61g9jZ/hd836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Mfb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5Jj78A&#10;AADdAAAADwAAAGRycy9kb3ducmV2LnhtbERPzYrCMBC+L/gOYQRv29TVilajLIKiR6sPMDRjW2wm&#10;tYm2vr05CB4/vv/Vpje1eFLrKssKxlEMgji3uuJCweW8+52DcB5ZY22ZFLzIwWY9+Flhqm3HJ3pm&#10;vhAhhF2KCkrvm1RKl5dk0EW2IQ7c1bYGfYBtIXWLXQg3tfyL45k0WHFoKLGhbUn5LXsYBdNXt79n&#10;yS3eaUPj46Q5ss8TpUbD/n8JwlPvv+KP+6AVTBZJmBvehCcg1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/kmP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1CMYA&#10;AADdAAAADwAAAGRycy9kb3ducmV2LnhtbESPT2vCQBTE70K/w/IK3uqmFsWkriKViPRU07TnR/aZ&#10;hGbfhuzmj9++Wyh4HGbmN8x2P5lGDNS52rKC50UEgriwuuZSQf6ZPm1AOI+ssbFMCm7kYL97mG0x&#10;0XbkCw2ZL0WAsEtQQeV9m0jpiooMuoVtiYN3tZ1BH2RXSt3hGOCmkcsoWkuDNYeFClt6q6j4yXqj&#10;oF9/L3O+vuuP7Hg7xcf04ORXqdT8cTq8gvA0+Xv4v33WCl7iVQx/b8IT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D1C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pL8QA&#10;AADdAAAADwAAAGRycy9kb3ducmV2LnhtbERPu27CMBTdkfgH6yJ1A4eCIggYRJEqlQ4gXgPbJb4k&#10;gfg6xC6kf18PSB2Pzns6b0wpHlS7wrKCfi8CQZxaXXCm4LD/7I5AOI+ssbRMCn7JwXzWbk0x0fbJ&#10;W3rsfCZCCLsEFeTeV4mULs3JoOvZijhwF1sb9AHWmdQ1PkO4KeV7FMXSYMGhIceKljmlt92PUXDc&#10;jOLx5mM1vH6vzzgw+n7SRazUW6dZTEB4avy/+OX+0goG4zjsD2/C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V6S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GOR8YA&#10;AADdAAAADwAAAGRycy9kb3ducmV2LnhtbESPT2vCQBTE74V+h+UVvNVNYgmaugn9Q1V6Ulvo9ZF9&#10;JsHs25BdNfrpXUHocZiZ3zDzYjCtOFLvGssK4nEEgri0uuFKwe/P1/MUhPPIGlvLpOBMDor88WGO&#10;mbYn3tBx6ysRIOwyVFB732VSurImg25sO+Lg7Wxv0AfZV1L3eApw08okilJpsOGwUGNHHzWV++3B&#10;KLikf7h2y+T9c6I9nV+mC/u9Xig1ehreXkF4Gvx/+N5eaQWTWRrD7U14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GOR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tDiM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mC6yF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0O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se8UA&#10;AADdAAAADwAAAGRycy9kb3ducmV2LnhtbESPzW7CMBCE70h9B2uReisOjQgQMKithMSVnwPHxV6S&#10;QLxOYxcCT19XqsRxNDPfaObLztbiSq2vHCsYDhIQxNqZigsF+93qbQLCB2SDtWNScCcPy8VLb465&#10;cTfe0HUbChEh7HNUUIbQ5FJ6XZJFP3ANcfROrrUYomwLaVq8Rbit5XuSZNJixXGhxIa+StKX7Y9V&#10;sK6ONMr0aWonn3pzeHyHdHw2Sr32u48ZiEBdeIb/22ujIJ1m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mx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H+8IA&#10;AADdAAAADwAAAGRycy9kb3ducmV2LnhtbERPXWvCMBR9F/Yfwh34pulUZHZGUUFQnMLc0NdLc9eU&#10;NTelibX+eyMMfDzfnOm8taVoqPaFYwVv/QQEceZ0wbmCn+917x2ED8gaS8ek4EYe5rOXzhRT7a78&#10;Rc0x5CKWsE9RgQmhSqX0mSGLvu8q4qj9utpiiLDOpa7xGsttKQdJMpYWC44LBitaGcr+jheroMHD&#10;LTmb5X6yLT6zwWF52unIq+5ru/gAEagNT/N/eqMVDCfjE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Zgf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EcAMUA&#10;AADdAAAADwAAAGRycy9kb3ducmV2LnhtbESPQUvDQBSE74L/YXmCN7sxYqmx21IKFY+a9uDxmX3N&#10;pmbfC7trE/31riB4HGbmG2a5nnyvzhRiJ2zgdlaAIm7EdtwaOOx3NwtQMSFb7IXJwBdFWK8uL5ZY&#10;WRn5lc51alWGcKzQgEtpqLSOjSOPcSYDcfaOEjymLEOrbcAxw32vy6KYa48d5wWHA20dNR/1pzcw&#10;PjXvp/L4Zt13GGRXv8ip7MWY66tp8wgq0ZT+w3/tZ2vg7mF+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ERw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E0McA&#10;AADdAAAADwAAAGRycy9kb3ducmV2LnhtbESPW2sCMRSE3wX/QziCb5pVYWu3RvEKpbQUL30/3Zzu&#10;riYnyybV7b83hUIfh5n5hpktWmvElRpfOVYwGiYgiHOnKy4UnI67wRSED8gajWNS8EMeFvNuZ4aZ&#10;djfe0/UQChEh7DNUUIZQZ1L6vCSLfuhq4uh9ucZiiLIppG7wFuHWyHGSpNJixXGhxJrWJeWXw7dV&#10;sHvfmPP4bb/8kGG9ffg005fV5lWpfq9dPoEI1Ib/8F/7WSuYPKYp/L6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oxN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s8sgA&#10;AADdAAAADwAAAGRycy9kb3ducmV2LnhtbESP3WrCQBSE7wt9h+UIvSm6acW/mFVEKFqwUGOhtyfZ&#10;YxLMng3ZbUzfvlsQvBxm5hsmWfemFh21rrKs4GUUgSDOra64UPB1ehvOQTiPrLG2TAp+ycF69fiQ&#10;YKztlY/Upb4QAcIuRgWl900spctLMuhGtiEO3tm2Bn2QbSF1i9cAN7V8jaKpNFhxWCixoW1J+SX9&#10;MQq6z0NW7DvXvF/mz24yzna7D/2t1NOg3yxBeOr9PXxr77WC8WI6g/8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Q6zy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1EScUA&#10;AADdAAAADwAAAGRycy9kb3ducmV2LnhtbERPu27CMBTdK/EP1kViKw7QIggxCCpV6lKpPAbYbuJL&#10;EhFfp7YLab++HpAYj847W3WmEVdyvrasYDRMQBAXVtdcKjjs359nIHxA1thYJgW/5GG17D1lmGp7&#10;4y1dd6EUMYR9igqqENpUSl9UZNAPbUscubN1BkOErpTa4S2Gm0aOk2QqDdYcGyps6a2i4rL7MQo2&#10;89nm++uFP/+2+YlOx/zyOnaJUoN+t16ACNSFh/ju/tAKJvNpnBv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URJxQAAAN0AAAAPAAAAAAAAAAAAAAAAAJgCAABkcnMv&#10;ZG93bnJldi54bWxQSwUGAAAAAAQABAD1AAAAigMAAAAA&#10;" fillcolor="black" stroked="f"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i3MgA&#10;AADdAAAADwAAAGRycy9kb3ducmV2LnhtbESPT2vCQBTE7wW/w/KE3uqmFoOmrqK2hUL14J+Dx9fs&#10;a7Ik+zZktxr76buC4HGYmd8w03lna3Gi1hvHCp4HCQji3GnDhYLD/uNpDMIHZI21Y1JwIQ/zWe9h&#10;ipl2Z97SaRcKESHsM1RQhtBkUvq8JIt+4Bri6P241mKIsi2kbvEc4baWwyRJpUXDcaHEhlYl5dXu&#10;1yo4fqVmvDU0/F7/Ld/1elQtN2+VUo/9bvEKIlAX7uFb+1MreJmk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GC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jKcMA&#10;AADdAAAADwAAAGRycy9kb3ducmV2LnhtbERPPW/CMBDdK/EfrENiKw4gtTRgEAKhdulQoGI9xdc4&#10;TXwOtoHAr6+HSoxP73u+7GwjLuRD5VjBaJiBIC6crrhUcNhvn6cgQkTW2DgmBTcKsFz0nuaYa3fl&#10;L7rsYilSCIccFZgY21zKUBiyGIauJU7cj/MWY4K+lNrjNYXbRo6z7EVarDg1GGxpbaiod2erwK+O&#10;m/rO5+86u3/ewvtvd5qiUWrQ71YzEJG6+BD/uz+0gsnba9qf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4jK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jAMYA&#10;AADdAAAADwAAAGRycy9kb3ducmV2LnhtbESP3WoCMRSE7wu+QzhCb0rNqlDrahQRCoVKwZ8HOG6O&#10;u4vJybI51bVPbwoFL4eZ+YaZLzvv1IXaWAc2MBxkoIiLYGsuDRz2H6/voKIgW3SBycCNIiwXvac5&#10;5jZceUuXnZQqQTjmaKASaXKtY1GRxzgIDXHyTqH1KEm2pbYtXhPcOz3Ksjftsea0UGFD64qK8+7H&#10;G3Cjo5t+TeJGbge9yX69bF++rTHP/W41AyXUySP83/60BsbTyRD+3qQn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YjA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iyM8cA&#10;AADdAAAADwAAAGRycy9kb3ducmV2LnhtbESPS2vDMBCE74X8B7GF3Bq5DvThRgl5EPClh7opuW6s&#10;jWUirYylJE5/fVUo9DjMzDfMbDE4Ky7Uh9azgsdJBoK49rrlRsHuc/vwAiJEZI3WMym4UYDFfHQ3&#10;w0L7K3/QpYqNSBAOBSowMXaFlKE25DBMfEecvKPvHcYk+0bqHq8J7qzMs+xJOmw5LRjsaG2oPlVn&#10;p2BTdTbflWYV9l/vh4Mtv7e03yg1vh+WbyAiDfE//NcutYLp63MO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YsjP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YGcUA&#10;AADdAAAADwAAAGRycy9kb3ducmV2LnhtbESPQWvCQBSE74X+h+UVvNXdKmgbs5EiCkJPtfHQ22P3&#10;mUSzb0N2NfHfdwuFHoeZ+YbJ16NrxY360HjW8DJVIIiNtw1XGsqv3fMriBCRLbaeScOdAqyLx4cc&#10;M+sH/qTbIVYiQThkqKGOscukDKYmh2HqO+LknXzvMCbZV9L2OCS4a+VMqYV02HBaqLGjTU3mcrg6&#10;Deed/PBGoTmWx2Fvl9/bBbVK68nT+L4CEWmM/+G/9t5qmL8t5/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1g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NiQ8cA&#10;AADdAAAADwAAAGRycy9kb3ducmV2LnhtbESPQWvCQBSE74X+h+UVvNVNVaxNXUMqCFLxUC2lx9fs&#10;MwnJvg27q8Z/3xUEj8PMfMPMs9604kTO15YVvAwTEMSF1TWXCr73q+cZCB+QNbaWScGFPGSLx4c5&#10;ptqe+YtOu1CKCGGfooIqhC6V0hcVGfRD2xFH72CdwRClK6V2eI5w08pRkkylwZrjQoUdLSsqmt3R&#10;KPg9bviwHX/m7iP82H7vm9HfrFFq8NTn7yAC9eEevrXXWsH47XUC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zYkP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V9CsgA&#10;AADdAAAADwAAAGRycy9kb3ducmV2LnhtbESPQWsCMRSE74X+h/AKvXWztVp1NUoVCl4EtR709ty8&#10;7i5uXrZJ1NVf3wiFHoeZ+YYZT1tTizM5X1lW8JqkIIhzqysuFGy/Pl8GIHxA1lhbJgVX8jCdPD6M&#10;MdP2wms6b0IhIoR9hgrKEJpMSp+XZNAntiGO3rd1BkOUrpDa4SXCTS07afouDVYcF0psaF5Sftyc&#10;jILZcDD7WXV5eVsf9rTfHY69jkuVen5qP0YgArXhP/zXXmgFb8N+D+5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pX0KyAAAAN0AAAAPAAAAAAAAAAAAAAAAAJgCAABk&#10;cnMvZG93bnJldi54bWxQSwUGAAAAAAQABAD1AAAAjQMAAAAA&#10;" fillcolor="black" stroked="f"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sZfM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Fs8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xl8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BcFccA&#10;AADdAAAADwAAAGRycy9kb3ducmV2LnhtbESPT2vCQBTE74V+h+UVvOlGC/6JrlLEiu1FTQvt8ZF9&#10;ZkOzb0N2jamf3i0IPQ4z8xtmsepsJVpqfOlYwXCQgCDOnS65UPD58dqfgvABWWPlmBT8kofV8vFh&#10;gal2Fz5Sm4VCRAj7FBWYEOpUSp8bsugHriaO3sk1FkOUTSF1g5cIt5UcJclYWiw5LhisaW0o/8nO&#10;VoEfrjdf7/Y6a7+3hvfZmxkfCqNU76l7mYMI1IX/8L290wqeZ5MJ/L2JT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AXB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7BA9" w:rsidRDefault="00837BA9" w:rsidP="00837B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7BA9" w:rsidRDefault="00837BA9" w:rsidP="00837B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BA9" w:rsidRDefault="00837BA9" w:rsidP="00837B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37BA9" w:rsidRPr="004A7D10" w:rsidRDefault="00837BA9" w:rsidP="00837B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7BA9" w:rsidRDefault="00837BA9" w:rsidP="00837B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7BA9" w:rsidRPr="00F41EE7" w:rsidRDefault="00837BA9" w:rsidP="00837BA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№55</w:t>
      </w:r>
    </w:p>
    <w:p w:rsidR="00837BA9" w:rsidRPr="00F043D3" w:rsidRDefault="00837BA9" w:rsidP="00837BA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37BA9" w:rsidRPr="00F043D3" w:rsidRDefault="00837BA9" w:rsidP="00837B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837BA9" w:rsidRPr="00F043D3" w:rsidRDefault="00837BA9" w:rsidP="00837B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837BA9" w:rsidRPr="00F043D3" w:rsidRDefault="00837BA9" w:rsidP="00837BA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Клємєшев</w:t>
      </w:r>
      <w:r>
        <w:rPr>
          <w:rFonts w:ascii="Times New Roman" w:eastAsia="Calibri" w:hAnsi="Times New Roman" w:cs="Times New Roman"/>
          <w:b/>
          <w:sz w:val="24"/>
          <w:szCs w:val="24"/>
        </w:rPr>
        <w:t>у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В.І.</w:t>
      </w:r>
    </w:p>
    <w:p w:rsidR="00837BA9" w:rsidRPr="00F043D3" w:rsidRDefault="00837BA9" w:rsidP="00837BA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37BA9" w:rsidRPr="00F043D3" w:rsidRDefault="00837BA9" w:rsidP="00837B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F043D3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Клємєшева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В.І.,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837BA9" w:rsidRPr="00F043D3" w:rsidRDefault="00837BA9" w:rsidP="00837B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37BA9" w:rsidRPr="00F043D3" w:rsidRDefault="00837BA9" w:rsidP="00837B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Клємєшеву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Ігоровичу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0,6411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7BA9" w:rsidRPr="00F043D3" w:rsidRDefault="00837BA9" w:rsidP="00837B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Клємєшеву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Ігоровичу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F043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: </w:t>
      </w:r>
      <w:r w:rsidR="005E793E">
        <w:rPr>
          <w:rFonts w:ascii="Times New Roman" w:eastAsia="Calibri" w:hAnsi="Times New Roman" w:cs="Times New Roman"/>
          <w:sz w:val="24"/>
          <w:lang w:val="en-US"/>
        </w:rPr>
        <w:t>_______________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 w:rsidR="005E793E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E793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0,6411 га,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номер: 6823986800:03:007:0080,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37BA9" w:rsidRPr="00F043D3" w:rsidRDefault="00837BA9" w:rsidP="00837B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Клємєшеву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В.І.,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837BA9" w:rsidRPr="00F043D3" w:rsidRDefault="00837BA9" w:rsidP="00837B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37BA9" w:rsidRPr="00837BA9" w:rsidRDefault="00837BA9" w:rsidP="00837B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37BA9" w:rsidRPr="00F043D3" w:rsidRDefault="00837BA9" w:rsidP="00837B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FF4" w:rsidRPr="00837BA9" w:rsidRDefault="00837BA9" w:rsidP="00837B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E0FF4" w:rsidRPr="00837BA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F3B" w:rsidRDefault="003B1F3B">
      <w:pPr>
        <w:spacing w:after="0" w:line="240" w:lineRule="auto"/>
      </w:pPr>
      <w:r>
        <w:separator/>
      </w:r>
    </w:p>
  </w:endnote>
  <w:endnote w:type="continuationSeparator" w:id="0">
    <w:p w:rsidR="003B1F3B" w:rsidRDefault="003B1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F3B" w:rsidRDefault="003B1F3B">
      <w:pPr>
        <w:spacing w:after="0" w:line="240" w:lineRule="auto"/>
      </w:pPr>
      <w:r>
        <w:separator/>
      </w:r>
    </w:p>
  </w:footnote>
  <w:footnote w:type="continuationSeparator" w:id="0">
    <w:p w:rsidR="003B1F3B" w:rsidRDefault="003B1F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BA9"/>
    <w:rsid w:val="003B1F3B"/>
    <w:rsid w:val="0045772C"/>
    <w:rsid w:val="005E793E"/>
    <w:rsid w:val="00837BA9"/>
    <w:rsid w:val="00BE0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A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7BA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37BA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37BA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A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7BA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37BA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37BA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2020-12-24T18:04:00Z</dcterms:created>
  <dcterms:modified xsi:type="dcterms:W3CDTF">2020-12-24T18:59:00Z</dcterms:modified>
</cp:coreProperties>
</file>