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1DF" w:rsidRPr="00694EED" w:rsidRDefault="009F51DF" w:rsidP="009F51DF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ПРОЕКТ</w:t>
      </w:r>
    </w:p>
    <w:p w:rsidR="009F51DF" w:rsidRPr="00694EED" w:rsidRDefault="009F51DF" w:rsidP="009F51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9F51DF" w:rsidRPr="00694EED" w:rsidRDefault="009F51DF" w:rsidP="009F51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694EED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17808EA" wp14:editId="64FAD94A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6050" name="Группа 160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605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51DF" w:rsidRDefault="009F51DF" w:rsidP="009F51D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5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51DF" w:rsidRDefault="009F51DF" w:rsidP="009F51D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5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51DF" w:rsidRDefault="009F51DF" w:rsidP="009F51D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5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51DF" w:rsidRDefault="009F51DF" w:rsidP="009F51D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5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51DF" w:rsidRDefault="009F51DF" w:rsidP="009F51D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5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51DF" w:rsidRDefault="009F51DF" w:rsidP="009F51D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5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51DF" w:rsidRDefault="009F51DF" w:rsidP="009F51D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5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51DF" w:rsidRDefault="009F51DF" w:rsidP="009F51D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5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51DF" w:rsidRDefault="009F51DF" w:rsidP="009F51D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6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51DF" w:rsidRDefault="009F51DF" w:rsidP="009F51D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6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51DF" w:rsidRDefault="009F51DF" w:rsidP="009F51D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6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51DF" w:rsidRDefault="009F51DF" w:rsidP="009F51D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6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51DF" w:rsidRDefault="009F51DF" w:rsidP="009F51D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6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51DF" w:rsidRDefault="009F51DF" w:rsidP="009F51D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6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51DF" w:rsidRDefault="009F51DF" w:rsidP="009F51D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6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51DF" w:rsidRDefault="009F51DF" w:rsidP="009F51D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6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51DF" w:rsidRDefault="009F51DF" w:rsidP="009F51D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6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51DF" w:rsidRDefault="009F51DF" w:rsidP="009F51D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6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51DF" w:rsidRDefault="009F51DF" w:rsidP="009F51D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7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51DF" w:rsidRDefault="009F51DF" w:rsidP="009F51D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7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51DF" w:rsidRDefault="009F51DF" w:rsidP="009F51D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7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51DF" w:rsidRDefault="009F51DF" w:rsidP="009F51D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7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51DF" w:rsidRDefault="009F51DF" w:rsidP="009F51D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7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51DF" w:rsidRDefault="009F51DF" w:rsidP="009F51D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7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51DF" w:rsidRDefault="009F51DF" w:rsidP="009F51D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7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51DF" w:rsidRDefault="009F51DF" w:rsidP="009F51D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7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51DF" w:rsidRDefault="009F51DF" w:rsidP="009F51D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7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51DF" w:rsidRDefault="009F51DF" w:rsidP="009F51D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7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51DF" w:rsidRDefault="009F51DF" w:rsidP="009F51D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8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51DF" w:rsidRDefault="009F51DF" w:rsidP="009F51D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050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IcsL8A&#10;AADeAAAADwAAAGRycy9kb3ducmV2LnhtbERPyQrCMBC9C/5DGMGbpiouVKOIqHgQxO0+NGNbbCal&#10;iVr/3giCt3m8dWaL2hTiSZXLLSvodSMQxInVOacKLudNZwLCeWSNhWVS8CYHi3mzMcNY2xcf6Xny&#10;qQgh7GJUkHlfxlK6JCODrmtL4sDdbGXQB1ilUlf4CuGmkP0oGkmDOYeGDEtaZZTcTw+jwA62u/01&#10;7R8Hax57Xh4mt2u9V6rdqpdTEJ5q/xf/3Dsd5o+iYQ++74Qb5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Mhyw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F51DF" w:rsidRDefault="009F51DF" w:rsidP="009F51DF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QwZMYA&#10;AADeAAAADwAAAGRycy9kb3ducmV2LnhtbERPS2sCMRC+F/wPYYRepGYrdFu3RhFh7eNQ0Aq9Dpvp&#10;ZutmsiRRt/56IxR6m4/vObNFb1txJB8axwruxxkI4srphmsFu8/y7glEiMgaW8ek4JcCLOaDmxkW&#10;2p14Q8dtrEUK4VCgAhNjV0gZKkMWw9h1xIn7dt5iTNDXUns8pXDbykmW5dJiw6nBYEcrQ9V+e7AK&#10;fsoP87V6PK/9aLqh86h8f2nfcqVuh/3yGUSkPv6L/9yvOs3Ps4cJXN9JN8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CQwZM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F51DF" w:rsidRDefault="009F51DF" w:rsidP="009F51DF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sx/sQA&#10;AADeAAAADwAAAGRycy9kb3ducmV2LnhtbESP3YrCMBCF7xd8hzCCN4umKopUo4ioLN6IPw8wNGNT&#10;bCaliba+/UYQvJvhnDnfmcWqtaV4Uu0LxwqGgwQEceZ0wbmC62XXn4HwAVlj6ZgUvMjDatn5WWCq&#10;XcMnep5DLmII+xQVmBCqVEqfGbLoB64ijtrN1RZDXOtc6hqbGG5LOUqSqbRYcCQYrGhjKLufHzZC&#10;jmM8Hm7NZbdvscHtwfDv+qRUr9uu5yACteFr/lz/6Vh/mkzG8H4nzi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17Mf7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F51DF" w:rsidRDefault="009F51DF" w:rsidP="009F51DF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a8sMQA&#10;AADeAAAADwAAAGRycy9kb3ducmV2LnhtbERPTUsDMRC9C/0PYQrebNbSrmVtWkqrIIIHq1C8DZvp&#10;7uJmEpKxu/57Iwje5vE+Z70dXa8uFFPn2cDtrABFXHvbcWPg/e3xZgUqCbLF3jMZ+KYE283kao2V&#10;9QO/0uUojcohnCo00IqESutUt+QwzXwgztzZR4eSYWy0jTjkcNfreVGU2mHHuaHFQPuW6s/jlzPw&#10;MjyE57tyeQ4fcTHX6WDltBdjrqfj7h6U0Cj/4j/3k83zy2K5gN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WvLD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F51DF" w:rsidRDefault="009F51DF" w:rsidP="009F51DF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4MEcQA&#10;AADeAAAADwAAAGRycy9kb3ducmV2LnhtbESP3YrCMBCF7xd8hzCCN4umKopUo4ioLN6IPw8wNGNT&#10;bCaliba+/UYQvJvhnDnfmcWqtaV4Uu0LxwqGgwQEceZ0wbmC62XXn4HwAVlj6ZgUvMjDatn5WWCq&#10;XcMnep5DLmII+xQVmBCqVEqfGbLoB64ijtrN1RZDXOtc6hqbGG5LOUqSqbRYcCQYrGhjKLufHzZC&#10;jmM8Hm7NZbdvscHtwfDv+qRUr9uu5yACteFr/lz/6Vh/mkwm8H4nzi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eDBH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F51DF" w:rsidRDefault="009F51DF" w:rsidP="009F51DF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iHXMQA&#10;AADeAAAADwAAAGRycy9kb3ducmV2LnhtbERPTUsDMRC9C/6HMII3m7W0W1mbFqkVRPDQVii9DZvp&#10;7uJmEpKxu/57Iwje5vE+Z7keXa8uFFPn2cD9pABFXHvbcWPg4/By9wAqCbLF3jMZ+KYE69X11RIr&#10;6wfe0WUvjcohnCo00IqESutUt+QwTXwgztzZR4eSYWy0jTjkcNfraVGU2mHHuaHFQJuW6s/9lzPw&#10;PmzD26Kcn8MpzqY6PVs5bsSY25vx6RGU0Cj/4j/3q83zy2Jewu87+Qa9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Ih1z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F51DF" w:rsidRDefault="009F51DF" w:rsidP="009F51DF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E/LsUA&#10;AADeAAAADwAAAGRycy9kb3ducmV2LnhtbERP32vCMBB+H+x/CDfYy9DUiTqqUaYQJkwQdeDr0Zxt&#10;WXMpSWbrf28Gg73dx/fzFqveNuJKPtSOFYyGGQjiwpmaSwVfJz14AxEissHGMSm4UYDV8vFhgblx&#10;HR/oeoylSCEcclRQxdjmUoaiIoth6FrixF2ctxgT9KU0HrsUbhv5mmVTabHm1FBhS5uKiu/jj1Ww&#10;3nfl2L8U6959Xj7OE62N3mmlnp/69zmISH38F/+5tybNn2aTGfy+k26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wT8u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F51DF" w:rsidRDefault="009F51DF" w:rsidP="009F51DF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27ho8UA&#10;AADeAAAADwAAAGRycy9kb3ducmV2LnhtbESPQWsCMRCF70L/Q5hCb5pVqshqFGlZKKUXbX/AsBk3&#10;q5vJksR1++87h4K3Gd6b977Z7kffqYFiagMbmM8KUMR1sC03Bn6+q+kaVMrIFrvAZOCXEux3T5Mt&#10;ljbc+UjDKTdKQjiVaMDl3Jdap9qRxzQLPbFo5xA9Zlljo23Eu4T7Ti+KYqU9tiwNDnt6c1RfTzdv&#10;oPpcfA3Xm41VOIyvnpbusn53xrw8j4cNqExjfpj/rz+s4K+KpfDKOzKD3v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buGj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F51DF" w:rsidRDefault="009F51DF" w:rsidP="009F51DF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IOx8UA&#10;AADeAAAADwAAAGRycy9kb3ducmV2LnhtbERP32vCMBB+H+x/CDfYy9DUieKqUaYQJkwQdeDr0Zxt&#10;WXMpSWbrf28Gg73dx/fzFqveNuJKPtSOFYyGGQjiwpmaSwVfJz2YgQgR2WDjmBTcKMBq+fiwwNy4&#10;jg90PcZSpBAOOSqoYmxzKUNRkcUwdC1x4i7OW4wJ+lIaj10Kt418zbKptFhzaqiwpU1FxffxxypY&#10;77ty7F+Kde8+Lx/nidZG77RSz0/9+xxEpD7+i//cW5PmT7PJG/y+k26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Eg7H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F51DF" w:rsidRDefault="009F51DF" w:rsidP="009F51DF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QnGMUA&#10;AADeAAAADwAAAGRycy9kb3ducmV2LnhtbESPQWvDMAyF74P9B6NBb6uz0oWS1i1lIzDGLmv7A0Ss&#10;xmljOdhumv376TDYTUJP771vs5t8r0aKqQts4GVegCJugu24NXA61s8rUCkjW+wDk4EfSrDbPj5s&#10;sLLhzt80HnKrxIRThQZczkOldWoceUzzMBDL7RyixyxrbLWNeBdz3+tFUZTaY8eS4HCgN0fN9XDz&#10;BurPxdd4vdlYh/209PTqLqt3Z8zsadqvQWWa8r/47/vDSv2yKAVAcGQGv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dCcY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F51DF" w:rsidRDefault="009F51DF" w:rsidP="009F51DF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Yca8EA&#10;AADeAAAADwAAAGRycy9kb3ducmV2LnhtbERP24rCMBB9X/Afwizs25rUS5GuUURQ9NHufsDQjG2x&#10;mdQm2vr3G0HwbQ7nOsv1YBtxp87XjjUkYwWCuHCm5lLD3+/uewHCB2SDjWPS8CAP69XoY4mZcT2f&#10;6J6HUsQQ9hlqqEJoMyl9UZFFP3YtceTOrrMYIuxKaTrsY7ht5ESpVFqsOTZU2NK2ouKS36yG2aPf&#10;X/P5Re2MpeQ4bY8cirnWX5/D5gdEoCG8xS/3wcT5qUoTeL4Tb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L2HGv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F51DF" w:rsidRDefault="009F51DF" w:rsidP="009F51DF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aUs8EA&#10;AADeAAAADwAAAGRycy9kb3ducmV2LnhtbERPy6rCMBDdC/5DGMGdpnZRrtUooijiylsf66EZ22Iz&#10;KU3U+vfmwgV3czjPmS87U4snta6yrGAyjkAQ51ZXXCg4n7ajHxDOI2usLZOCNzlYLvq9OabavviX&#10;npkvRAhhl6KC0vsmldLlJRl0Y9sQB+5mW4M+wLaQusVXCDe1jKMokQYrDg0lNrQuKb9nD6PgkVzj&#10;M98O+pht3rvpZrty8lIoNRx0qxkIT53/iv/dex3mJ1ESw9874Qa5+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mlLP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F51DF" w:rsidRDefault="009F51DF" w:rsidP="009F51DF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WBNcYA&#10;AADeAAAADwAAAGRycy9kb3ducmV2LnhtbERPS2sCMRC+C/0PYQreNFstQVejqCC0PVTq4+Btupnu&#10;bt1M1k2q239vCkJv8/E9ZzpvbSUu1PjSsYanfgKCOHOm5FzDfrfujUD4gGywckwafsnDfPbQmWJq&#10;3JU/6LINuYgh7FPUUIRQp1L6rCCLvu9q4sh9ucZiiLDJpWnwGsNtJQdJoqTFkmNDgTWtCspO2x+r&#10;4bAZqfFm+fr8/fb+iUNrzkdTKq27j+1iAiJQG/7Fd/eLifNVoobw9068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AWBN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F51DF" w:rsidRDefault="009F51DF" w:rsidP="009F51DF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WO1cMA&#10;AADeAAAADwAAAGRycy9kb3ducmV2LnhtbERPS4vCMBC+C/sfwix401RXSqlG8cGqeFJ3wevQzLZl&#10;m0lpolZ/vREEb/PxPWcya00lLtS40rKCQT8CQZxZXXKu4Pfnu5eAcB5ZY2WZFNzIwWz60Zlgqu2V&#10;D3Q5+lyEEHYpKii8r1MpXVaQQde3NXHg/mxj0AfY5FI3eA3hppLDKIqlwZJDQ4E1LQvK/o9no+Ae&#10;n3DvNsPF6kt7uo2Std3t10p1P9v5GISn1r/FL/dWh/lxFI/g+U64QU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xWO1c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F51DF" w:rsidRDefault="009F51DF" w:rsidP="009F51DF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BC4MQA&#10;AADeAAAADwAAAGRycy9kb3ducmV2LnhtbERPzWrCQBC+F3yHZYTe6qaiwaZugoiF3lqjDzBkp5uQ&#10;7GyS3Wrap+8WBG/z8f3OtphsJy40+saxgudFAoK4crpho+B8envagPABWWPnmBT8kIcinz1sMdPu&#10;yke6lMGIGMI+QwV1CH0mpa9qsugXrieO3JcbLYYIRyP1iNcYbju5TJJUWmw4NtTY076mqi2/rYLB&#10;Ldd6Kg/40R5ePhtjVsPvcaXU43zavYIINIW7+OZ+13F+mqRr+H8n3i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gQuD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F51DF" w:rsidRDefault="009F51DF" w:rsidP="009F51DF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66fMMA&#10;AADeAAAADwAAAGRycy9kb3ducmV2LnhtbERPPW/CMBDdkfofrKvUDRxaYdIUg2ilSqzQDoxX+0hS&#10;4nOIXUj59RgJie2e3ufNFr1rxJG6UHvWMB5lIIiNtzWXGr6/Poc5iBCRLTaeScM/BVjMHwYzLKw/&#10;8ZqOm1iKFMKhQA1VjG0hZTAVOQwj3xInbuc7hzHBrpS2w1MKd418zjIlHdacGips6aMis9/8OQ2r&#10;+ocmyuxeXf5u1tvzIb5Mf63WT4/98g1EpD7exTf3yqb5KlMKru+kG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66f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F51DF" w:rsidRDefault="009F51DF" w:rsidP="009F51DF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PmMMYA&#10;AADeAAAADwAAAGRycy9kb3ducmV2LnhtbERPXWsCMRB8F/wPYYW+aVIfrvU0Si0UWtoKfqCvy2W9&#10;HF42xyU9z3/fFAq+ze7szOwsVr2rRUdtqDxreJwoEMSFNxWXGg77t/EziBCRDdaeScONAqyWw8EC&#10;c+OvvKVuF0uRTDjkqMHG2ORShsKSwzDxDXHizr51GNPYltK0eE3mrpZTpTLpsOKUYLGhV0vFZffj&#10;NHS4uamTXX/PPqqvYrpZHz9N2uuHUf8yBxGpj/fjf/W7Se9nKnuCvzoJg1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GPmM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F51DF" w:rsidRDefault="009F51DF" w:rsidP="009F51DF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Gt2MUA&#10;AADeAAAADwAAAGRycy9kb3ducmV2LnhtbESPQU/DMAyF70j7D5GRdmMpPVSoLJumSZs4ssKBo9d4&#10;TUcTV0lYC78eH5C42XrP731eb2c/qBvF1HMw8LgqQFFo2fahM/D+dnh4ApUyBosDBzLwTQm2m8Xd&#10;GmvLUzjRrcmdkpCQajTgch5rrVPryGNa8UhBtAtHj1nW2GkbcZJwP+iyKCrtsQ/S4HCkvaP2s/ny&#10;BqZje76Wlw/rfuLIh+aVr+XAxizv590zqExz/jf/Xb9Ywa+KSnjlHZlBb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8a3Y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F51DF" w:rsidRDefault="009F51DF" w:rsidP="009F51DF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UYVMUA&#10;AADeAAAADwAAAGRycy9kb3ducmV2LnhtbERPS2sCMRC+F/ofwhS81aweVl2N4hOkVMRH79PNuLtt&#10;Mlk2Ubf/vikUvM3H95zJrLVG3KjxlWMFvW4Cgjh3uuJCwfm0eR2C8AFZo3FMCn7Iw2z6/DTBTLs7&#10;H+h2DIWIIewzVFCGUGdS+rwki77rauLIXVxjMUTYFFI3eI/h1sh+kqTSYsWxocSaliXl38erVbDZ&#10;r8xXf3eYf8iwXA8+zfBtsXpXqvPSzscgArXhIf53b3WcnybpCP7eiTfI6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RRhU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F51DF" w:rsidRDefault="009F51DF" w:rsidP="009F51DF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D6gMgA&#10;AADeAAAADwAAAGRycy9kb3ducmV2LnhtbESPT2vCQBDF74V+h2WEXopubKlKdJUiFBUq+A+8jtkx&#10;CWZnQ3Yb02/vHAq9zTBv3nu/2aJzlWqpCaVnA8NBAoo487bk3MDp+NWfgAoR2WLlmQz8UoDF/Plp&#10;hqn1d95Te4i5EhMOKRooYqxTrUNWkMMw8DWx3K6+cRhlbXJtG7yLuav0W5KMtMOSJaHAmpYFZbfD&#10;jzPQ7r4v+boN9eY2eQ0f75fVamvPxrz0us8pqEhd/Bf/fa+t1B8lYwEQHJlBz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gUPqA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F51DF" w:rsidRDefault="009F51DF" w:rsidP="009F51DF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AhBsUA&#10;AADeAAAADwAAAGRycy9kb3ducmV2LnhtbERPTWsCMRC9C/6HMIXeNFFaq6tRtFDoRajWg97GzXR3&#10;cTPZJqmu/npTKPQ2j/c5s0Vra3EmHyrHGgZ9BYI4d6biQsPu8603BhEissHaMWm4UoDFvNuZYWbc&#10;hTd03sZCpBAOGWooY2wyKUNeksXQdw1x4r6ctxgT9IU0Hi8p3NZyqNRIWqw4NZTY0GtJ+Wn7YzWs&#10;JuPV98cTr2+b44EO++PpeeiV1o8P7XIKIlIb/8V/7neT5o/UywB+30k3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cCEGxQAAAN4AAAAPAAAAAAAAAAAAAAAAAJgCAABkcnMv&#10;ZG93bnJldi54bWxQSwUGAAAAAAQABAD1AAAAigMAAAAA&#10;" fillcolor="black" stroked="f">
                  <v:textbox>
                    <w:txbxContent>
                      <w:p w:rsidR="009F51DF" w:rsidRDefault="009F51DF" w:rsidP="009F51DF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GxccYA&#10;AADeAAAADwAAAGRycy9kb3ducmV2LnhtbERPS2vCQBC+C/6HZQq96aaBppK6Sn0UhOpB7aHHaXaa&#10;LMnOhuxWY3+9KxS8zcf3nOm8t404UeeNYwVP4wQEceG04VLB5/F9NAHhA7LGxjEpuJCH+Ww4mGKu&#10;3Zn3dDqEUsQQ9jkqqEJocyl9UZFFP3YtceR+XGcxRNiVUnd4juG2kWmSZNKi4dhQYUvLior68GsV&#10;fH1kZrI3lH5v/xZrvX2uF7tVrdTjQ//2CiJQH+7if/dGx/lZ8pLC7Z14g5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2Gxc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F51DF" w:rsidRDefault="009F51DF" w:rsidP="009F51DF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952MQA&#10;AADeAAAADwAAAGRycy9kb3ducmV2LnhtbERPTUsDMRC9C/6HMII3m6jQLttml6KIXjxYFa/DZrpZ&#10;dzNZk7Td9tebguBtHu9zVvXkBrGnEDvPGm5nCgRx403HrYaP96ebAkRMyAYHz6ThSBHq6vJihaXx&#10;B36j/Sa1IodwLFGDTWkspYyNJYdx5kfizG19cJgyDK00AQ853A3yTqm5dNhxbrA40oOlpt/snIaw&#10;/nrsT7z77NXp9Rifv6efAq3W11fTegki0ZT+xX/uF5Pnz9XiHs7v5Btk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/edj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F51DF" w:rsidRDefault="009F51DF" w:rsidP="009F51DF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dX58QA&#10;AADeAAAADwAAAGRycy9kb3ducmV2LnhtbERP22oCMRB9F/oPYQq+SE2Uou3WKFIQhEpB6wdMN9Pd&#10;pclk2Ux19eubQsG3OZzrLFZ98OpEXWoiW5iMDSjiMrqGKwvHj83DE6gkyA59ZLJwoQSr5d1ggYWL&#10;Z97T6SCVyiGcCrRQi7SF1qmsKWAax5Y4c1+xCygZdpV2HZ5zePB6asxMB2w4N9TY0mtN5ffhJ1jw&#10;00///DZPO7kc9c5cg+xH787a4X2/fgEl1MtN/O/eujx/ZuaP8PdOvkE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nV+f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F51DF" w:rsidRDefault="009F51DF" w:rsidP="009F51DF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uzJsQA&#10;AADeAAAADwAAAGRycy9kb3ducmV2LnhtbERPTWsCMRC9C/6HMEJvmq2glq1R2oqwFw9uLV7HzXSz&#10;NJksm6hbf70pFLzN433Oct07Ky7UhcazgudJBoK48rrhWsHhczt+AREiskbrmRT8UoD1ajhYYq79&#10;lfd0KWMtUgiHHBWYGNtcylAZchgmviVO3LfvHMYEu1rqDq8p3Fk5zbK5dNhwajDY0oeh6qc8OwWb&#10;srXTQ2Hew/FrdzrZ4ral40app1H/9goiUh8f4n93odP8ebaYwd876Qa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57syb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F51DF" w:rsidRDefault="009F51DF" w:rsidP="009F51DF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yfZ8MA&#10;AADeAAAADwAAAGRycy9kb3ducmV2LnhtbERPPWvDMBDdC/0P4grdaqkZ7OBGCSE0EOhUJx6yHdLV&#10;dmKdjKXE7r+vCoVu93ift9rMrhd3GkPnWcNrpkAQG287bjScjvuXJYgQkS32nknDNwXYrB8fVlha&#10;P/En3avYiBTCoUQNbYxDKWUwLTkMmR+IE/flR4cxwbGRdsQphbteLpTKpcOOU0OLA+1aMtfq5jRc&#10;9vLDG4WmPtXTwRbn95x6pfXz07x9AxFpjv/iP/fBpvm5KnL4fSfd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6yfZ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F51DF" w:rsidRDefault="009F51DF" w:rsidP="009F51DF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jJm8UA&#10;AADeAAAADwAAAGRycy9kb3ducmV2LnhtbERPTWvCQBC9C/0PyxR6040WEomuIS0UiqWHaikex+yY&#10;hGRnw+6q8d93CwVv83ifsy5G04sLOd9aVjCfJSCIK6tbrhV879+mSxA+IGvsLZOCG3koNg+TNeba&#10;XvmLLrtQixjCPkcFTQhDLqWvGjLoZ3YgjtzJOoMhQldL7fAaw00vF0mSSoMtx4YGB3ptqOp2Z6Pg&#10;cP7g0+fztnQv4ceOe98tjstOqafHsVyBCDSGu/jf/a7j/DTJMvh7J94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CMmb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F51DF" w:rsidRDefault="009F51DF" w:rsidP="009F51DF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qIm8gA&#10;AADeAAAADwAAAGRycy9kb3ducmV2LnhtbESPQU8CMRCF7yb+h2ZMvEkLEYSFQsTExIuJoAe5Ddth&#10;d8N2urYVFn+9czDxNpP35r1vFqvet+pEMTWBLQwHBhRxGVzDlYWP9+e7KaiUkR22gcnChRKsltdX&#10;CyxcOPOGTttcKQnhVKCFOueu0DqVNXlMg9ARi3YI0WOWNVbaRTxLuG/1yJiJ9tiwNNTY0VNN5XH7&#10;7S2sZ9P119s9v/5s9jvafe6P41E01t7e9I9zUJn6/G/+u35xgj8xD8Ir78gMevk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bSoibyAAAAN4AAAAPAAAAAAAAAAAAAAAAAJgCAABk&#10;cnMvZG93bnJldi54bWxQSwUGAAAAAAQABAD1AAAAjQMAAAAA&#10;" fillcolor="black" stroked="f">
                  <v:textbox>
                    <w:txbxContent>
                      <w:p w:rsidR="009F51DF" w:rsidRDefault="009F51DF" w:rsidP="009F51DF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AmqsQA&#10;AADeAAAADwAAAGRycy9kb3ducmV2LnhtbERPTUsDMRC9C/6HMII3m1WhrWvTshRE6WlbK16nm+lm&#10;6WayJDHd/nsjFLzN433OYjXaXiTyoXOs4HFSgCBunO64VbD/fHuYgwgRWWPvmBRcKMBqeXuzwFK7&#10;M28p7WIrcgiHEhWYGIdSytAYshgmbiDO3NF5izFD30rt8ZzDbS+fimIqLXacGwwOtDbUnHY/VkE6&#10;rOvqOX0ns934qvWufv861Erd343VK4hIY/wXX90fOs+fFrMX+Hsn3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wJqr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F51DF" w:rsidRDefault="009F51DF" w:rsidP="009F51DF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O7GccA&#10;AADeAAAADwAAAGRycy9kb3ducmV2LnhtbESPQU/DMAyF70j8h8hIu7F0O1SjWzZNE0yMC1CQtqPV&#10;eE21xqma0BV+PT4gcbPl5/fet9qMvlUD9bEJbGA2zUARV8E2XBv4/Hi6X4CKCdliG5gMfFOEzfr2&#10;ZoWFDVd+p6FMtRITjgUacCl1hdaxcuQxTkNHLLdz6D0mWfta2x6vYu5bPc+yXHtsWBIcdrRzVF3K&#10;L28gznaPxxf/8zCc9o5fy4PL32pnzORu3C5BJRrTv/jv+9lK/TxbCIDgyAx6/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/zuxn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F51DF" w:rsidRDefault="009F51DF" w:rsidP="009F51DF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F51DF" w:rsidRPr="00694EED" w:rsidRDefault="009F51DF" w:rsidP="009F51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F51DF" w:rsidRPr="00694EED" w:rsidRDefault="009F51DF" w:rsidP="009F51D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F51DF" w:rsidRPr="00694EED" w:rsidRDefault="009F51DF" w:rsidP="009F51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F51DF" w:rsidRPr="00694EED" w:rsidRDefault="009F51DF" w:rsidP="009F51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</w:p>
    <w:p w:rsidR="009F51DF" w:rsidRPr="00694EED" w:rsidRDefault="009F51DF" w:rsidP="009F51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9F51DF" w:rsidRPr="00694EED" w:rsidRDefault="009F51DF" w:rsidP="009F51D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9F51DF" w:rsidRPr="00694EED" w:rsidRDefault="009F51DF" w:rsidP="009F51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9F51DF" w:rsidRPr="00694EED" w:rsidRDefault="009F51DF" w:rsidP="009F51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9F51DF" w:rsidRPr="00694EED" w:rsidRDefault="009F51DF" w:rsidP="009F51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F51DF" w:rsidRPr="00694EED" w:rsidRDefault="009F51DF" w:rsidP="009F51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9F51DF" w:rsidRPr="00694EED" w:rsidRDefault="009F51DF" w:rsidP="009F51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F51DF" w:rsidRPr="00694EED" w:rsidRDefault="009F51DF" w:rsidP="009F51D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ХІІ сесії сільської ради 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9F51DF" w:rsidRPr="00694EED" w:rsidRDefault="009F51DF" w:rsidP="009F51D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9F51DF" w:rsidRPr="00694EED" w:rsidRDefault="009F51DF" w:rsidP="009F51D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.06.2021 року                                            Крупець                                                 №___</w:t>
      </w:r>
    </w:p>
    <w:p w:rsidR="009F51DF" w:rsidRPr="00694EED" w:rsidRDefault="009F51DF" w:rsidP="009F51DF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9F51DF" w:rsidRPr="00694EED" w:rsidRDefault="009F51DF" w:rsidP="009F51DF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9F51DF" w:rsidRPr="00694EED" w:rsidRDefault="009F51DF" w:rsidP="009F51D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9F51DF" w:rsidRPr="00694EED" w:rsidRDefault="009F51DF" w:rsidP="009F51D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9F51DF" w:rsidRPr="00694EED" w:rsidRDefault="009F51DF" w:rsidP="009F51DF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9F51DF" w:rsidRPr="00694EED" w:rsidRDefault="009F51DF" w:rsidP="009F51D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Несену О.А.</w:t>
      </w:r>
    </w:p>
    <w:p w:rsidR="009F51DF" w:rsidRPr="00694EED" w:rsidRDefault="009F51DF" w:rsidP="009F51D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F51DF" w:rsidRPr="00694EED" w:rsidRDefault="009F51DF" w:rsidP="009F51D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F51DF" w:rsidRPr="00694EED" w:rsidRDefault="009F51DF" w:rsidP="009F51D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r w:rsidRPr="00694EED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Несена О.А., 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9F51DF" w:rsidRPr="00694EED" w:rsidRDefault="009F51DF" w:rsidP="009F51D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9F51DF" w:rsidRPr="00694EED" w:rsidRDefault="009F51DF" w:rsidP="009F51D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F51DF" w:rsidRPr="00694EED" w:rsidRDefault="009F51DF" w:rsidP="009F51D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Несену Олександру Анатолійовичу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 ведення особистого селянського господарства площею  0,2609га, яка розташована Хмельницька область,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с.Стригани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9F51DF" w:rsidRPr="00694EED" w:rsidRDefault="009F51DF" w:rsidP="009F51D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Несену Олександру Анатолійовичу, 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 який  зареєстрований за </w:t>
      </w:r>
      <w:proofErr w:type="spellStart"/>
      <w:r w:rsidRPr="00694EED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2B0682">
        <w:rPr>
          <w:rFonts w:ascii="Times New Roman" w:eastAsia="Calibri" w:hAnsi="Times New Roman" w:cs="Times New Roman"/>
          <w:sz w:val="24"/>
          <w:lang w:eastAsia="en-US"/>
        </w:rPr>
        <w:t>________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 </w:t>
      </w:r>
      <w:r w:rsidR="002B0682">
        <w:rPr>
          <w:rFonts w:ascii="Times New Roman" w:eastAsia="Calibri" w:hAnsi="Times New Roman" w:cs="Times New Roman"/>
          <w:sz w:val="24"/>
          <w:lang w:eastAsia="en-US"/>
        </w:rPr>
        <w:t>________</w:t>
      </w:r>
      <w:bookmarkStart w:id="0" w:name="_GoBack"/>
      <w:bookmarkEnd w:id="0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0,2609 га, кадастровий номер: 6823984000:02:001:0053,  для ведення особистого селянського господарства, яка розташована Хмельницька область,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с.Стригани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 </w:t>
      </w:r>
    </w:p>
    <w:p w:rsidR="009F51DF" w:rsidRPr="00694EED" w:rsidRDefault="009F51DF" w:rsidP="009F51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Несену О.А.,</w:t>
      </w:r>
      <w:r w:rsidRPr="00694EE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9F51DF" w:rsidRPr="00694EED" w:rsidRDefault="009F51DF" w:rsidP="009F51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F51DF" w:rsidRPr="00694EED" w:rsidRDefault="009F51DF" w:rsidP="009F51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F51DF" w:rsidRPr="00694EED" w:rsidRDefault="009F51DF" w:rsidP="009F51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F51DF" w:rsidRPr="00694EED" w:rsidRDefault="009F51DF" w:rsidP="009F51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F51DF" w:rsidRPr="00694EED" w:rsidRDefault="009F51DF" w:rsidP="009F51D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694EED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4A4C04" w:rsidRDefault="004A4C04"/>
    <w:sectPr w:rsidR="004A4C0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1DF"/>
    <w:rsid w:val="002B0682"/>
    <w:rsid w:val="004A4C04"/>
    <w:rsid w:val="009F5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1D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1D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24</TotalTime>
  <Pages>1</Pages>
  <Words>267</Words>
  <Characters>1522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2021-06-22T10:26:00Z</dcterms:created>
  <dcterms:modified xsi:type="dcterms:W3CDTF">2021-06-22T13:45:00Z</dcterms:modified>
</cp:coreProperties>
</file>