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5B" w:rsidRDefault="00A37D5B" w:rsidP="00A37D5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D5B" w:rsidRDefault="00A37D5B" w:rsidP="00A37D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7D5B" w:rsidRDefault="00A37D5B" w:rsidP="00A37D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37D5B" w:rsidRDefault="00A37D5B" w:rsidP="00A37D5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D5B" w:rsidRDefault="00A37D5B" w:rsidP="00A37D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37D5B" w:rsidRDefault="00A37D5B" w:rsidP="00A37D5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37D5B" w:rsidRDefault="00A37D5B" w:rsidP="00A37D5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37D5B" w:rsidRPr="00FB2913" w:rsidRDefault="00A37D5B" w:rsidP="00A37D5B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37D5B" w:rsidRPr="00FB2913" w:rsidRDefault="00A37D5B" w:rsidP="00A37D5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37D5B" w:rsidRPr="00FB2913" w:rsidRDefault="00A37D5B" w:rsidP="00A37D5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37D5B" w:rsidRPr="00FB2913" w:rsidRDefault="00A37D5B" w:rsidP="00A37D5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A37D5B" w:rsidRPr="00FB2913" w:rsidRDefault="00A37D5B" w:rsidP="00A37D5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A37D5B" w:rsidRDefault="00A37D5B" w:rsidP="00A37D5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p w:rsidR="00A37D5B" w:rsidRPr="00FB2913" w:rsidRDefault="00A37D5B" w:rsidP="00A37D5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A37D5B" w:rsidRPr="00FB2913" w:rsidRDefault="00A37D5B" w:rsidP="00A37D5B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A37D5B" w:rsidRPr="00FB2913" w:rsidRDefault="00A37D5B" w:rsidP="00A37D5B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37D5B" w:rsidRPr="00FB2913" w:rsidRDefault="00A37D5B" w:rsidP="00A37D5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04405030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0,0700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та обслуговування  каплиці для проведення церемоніальних  заходів,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A37D5B" w:rsidRPr="00FB2913" w:rsidRDefault="00A37D5B" w:rsidP="00A37D5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в особі сільського голови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 замовити та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37D5B" w:rsidRPr="00FB2913" w:rsidRDefault="00A37D5B" w:rsidP="00A37D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37D5B" w:rsidRPr="00FB2913" w:rsidRDefault="00A37D5B" w:rsidP="00A37D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37D5B" w:rsidRPr="00FB2913" w:rsidRDefault="00A37D5B" w:rsidP="00A37D5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37D5B" w:rsidRPr="00FB2913" w:rsidRDefault="00A37D5B" w:rsidP="00A37D5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37D5B" w:rsidRPr="00FB2913" w:rsidRDefault="00A37D5B" w:rsidP="00A37D5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1491" w:rsidRPr="00A37D5B" w:rsidRDefault="00A37D5B">
      <w:pPr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  <w:bookmarkStart w:id="0" w:name="_GoBack"/>
      <w:bookmarkEnd w:id="0"/>
    </w:p>
    <w:sectPr w:rsidR="00EA1491" w:rsidRPr="00A37D5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5B"/>
    <w:rsid w:val="00A37D5B"/>
    <w:rsid w:val="00EA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5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37D5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37D5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37D5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5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37D5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37D5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37D5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2021-07-07T06:22:00Z</dcterms:created>
  <dcterms:modified xsi:type="dcterms:W3CDTF">2021-07-07T06:22:00Z</dcterms:modified>
</cp:coreProperties>
</file>