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C16" w:rsidRDefault="00FF5C16" w:rsidP="00FF5C1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F5C16" w:rsidRDefault="00FF5C16" w:rsidP="00FF5C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F5C16" w:rsidRDefault="00FF5C16" w:rsidP="00FF5C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C16" w:rsidRDefault="00FF5C16" w:rsidP="00FF5C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F5C16" w:rsidRDefault="00FF5C16" w:rsidP="00FF5C1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F5C16" w:rsidRDefault="00FF5C16" w:rsidP="00FF5C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F5C16" w:rsidRDefault="00FF5C16" w:rsidP="00FF5C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F5C16" w:rsidRDefault="00FF5C16" w:rsidP="00FF5C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№34</w:t>
      </w:r>
    </w:p>
    <w:p w:rsidR="00FF5C16" w:rsidRPr="00DE6ED3" w:rsidRDefault="00FF5C16" w:rsidP="00FF5C16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F5C16" w:rsidRPr="00DE6ED3" w:rsidRDefault="00FF5C16" w:rsidP="00FF5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F5C16" w:rsidRPr="00DE6ED3" w:rsidRDefault="00FF5C16" w:rsidP="00FF5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F5C16" w:rsidRPr="00DE6ED3" w:rsidRDefault="00FF5C16" w:rsidP="00FF5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F5C16" w:rsidRPr="00DE6ED3" w:rsidRDefault="00FF5C16" w:rsidP="00FF5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F5C16" w:rsidRPr="00DE6ED3" w:rsidRDefault="00FF5C16" w:rsidP="00FF5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Кондратюк Г.І.</w:t>
      </w:r>
    </w:p>
    <w:p w:rsidR="00FF5C16" w:rsidRPr="00DE6ED3" w:rsidRDefault="00FF5C16" w:rsidP="00FF5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F5C16" w:rsidRPr="007909B8" w:rsidRDefault="00FF5C16" w:rsidP="00FF5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r>
        <w:rPr>
          <w:rFonts w:ascii="Times New Roman" w:eastAsia="Arial Unicode MS" w:hAnsi="Times New Roman" w:cs="Times New Roman"/>
          <w:sz w:val="24"/>
          <w:szCs w:val="24"/>
        </w:rPr>
        <w:t>Кондратюк Г.І.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,  сільська  рада </w:t>
      </w:r>
    </w:p>
    <w:p w:rsidR="00FF5C16" w:rsidRPr="007909B8" w:rsidRDefault="00FF5C16" w:rsidP="00FF5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FF5C16" w:rsidRPr="007909B8" w:rsidRDefault="00FF5C16" w:rsidP="00FF5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sz w:val="24"/>
          <w:szCs w:val="24"/>
        </w:rPr>
        <w:t>Кондратюк Галині Іванівні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7909B8"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D03F56" w:rsidRPr="00D03F56">
        <w:rPr>
          <w:rFonts w:ascii="Times New Roman" w:eastAsia="Calibri" w:hAnsi="Times New Roman" w:cs="Times New Roman"/>
          <w:sz w:val="24"/>
        </w:rPr>
        <w:t>_____________</w:t>
      </w:r>
      <w:r w:rsidRPr="007909B8">
        <w:rPr>
          <w:rFonts w:ascii="Times New Roman" w:eastAsia="Calibri" w:hAnsi="Times New Roman" w:cs="Times New Roman"/>
          <w:sz w:val="24"/>
        </w:rPr>
        <w:t xml:space="preserve">,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ідентифікаційний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номер </w:t>
      </w:r>
      <w:r w:rsidR="00D03F56" w:rsidRPr="00D03F56">
        <w:rPr>
          <w:rFonts w:ascii="Times New Roman" w:eastAsia="Arial Unicode MS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7909B8">
        <w:rPr>
          <w:rFonts w:ascii="Times New Roman" w:eastAsia="Arial Unicode MS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7909B8"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 w:rsidRPr="007909B8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909B8">
        <w:rPr>
          <w:rFonts w:ascii="Times New Roman" w:eastAsia="Calibri" w:hAnsi="Times New Roman" w:cs="Times New Roman"/>
          <w:sz w:val="24"/>
        </w:rPr>
        <w:t>Шепетівського</w:t>
      </w:r>
      <w:proofErr w:type="spellEnd"/>
      <w:r w:rsidRPr="007909B8">
        <w:rPr>
          <w:rFonts w:ascii="Times New Roman" w:eastAsia="Calibri" w:hAnsi="Times New Roman" w:cs="Times New Roman"/>
          <w:sz w:val="24"/>
        </w:rPr>
        <w:t xml:space="preserve">) району, </w:t>
      </w:r>
      <w:r w:rsidRPr="007909B8"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</w:t>
      </w:r>
      <w:r>
        <w:rPr>
          <w:rFonts w:ascii="Times New Roman" w:eastAsia="Arial Unicode MS" w:hAnsi="Times New Roman" w:cs="Times New Roman"/>
          <w:sz w:val="24"/>
          <w:szCs w:val="24"/>
        </w:rPr>
        <w:t>лощею 0,25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00 га,  кадастро</w:t>
      </w:r>
      <w:r>
        <w:rPr>
          <w:rFonts w:ascii="Times New Roman" w:eastAsia="Arial Unicode MS" w:hAnsi="Times New Roman" w:cs="Times New Roman"/>
          <w:sz w:val="24"/>
          <w:szCs w:val="24"/>
        </w:rPr>
        <w:t>вий номер: 6823984000:01:015:0033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7909B8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область </w:t>
      </w:r>
      <w:proofErr w:type="spellStart"/>
      <w:r w:rsidRPr="007909B8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 w:rsidRPr="007909B8"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) 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Крупець, вулиця </w:t>
      </w:r>
      <w:r>
        <w:rPr>
          <w:rFonts w:ascii="Times New Roman" w:eastAsia="Calibri" w:hAnsi="Times New Roman" w:cs="Times New Roman"/>
          <w:sz w:val="24"/>
        </w:rPr>
        <w:t xml:space="preserve"> Кринична,  8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F5C16" w:rsidRPr="007909B8" w:rsidRDefault="00FF5C16" w:rsidP="00FF5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2. Кондратюк Г.І.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, посвідчити своє право  в  установленому  законом  порядку.</w:t>
      </w:r>
    </w:p>
    <w:p w:rsidR="00FF5C16" w:rsidRPr="00DE6ED3" w:rsidRDefault="00FF5C16" w:rsidP="00FF5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FF5C16" w:rsidRPr="00DE6ED3" w:rsidRDefault="00FF5C16" w:rsidP="00FF5C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F5C16" w:rsidRDefault="00FF5C16" w:rsidP="00FF5C16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FF5C16" w:rsidRPr="00FF5C16" w:rsidRDefault="00FF5C16" w:rsidP="00FF5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092743" w:rsidRPr="00FF5C16" w:rsidRDefault="00FF5C16" w:rsidP="00FF5C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92743" w:rsidRPr="00FF5C1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C16"/>
    <w:rsid w:val="00092743"/>
    <w:rsid w:val="00171A2E"/>
    <w:rsid w:val="00304C90"/>
    <w:rsid w:val="00505B6D"/>
    <w:rsid w:val="006D3977"/>
    <w:rsid w:val="007D6C18"/>
    <w:rsid w:val="00D03F56"/>
    <w:rsid w:val="00D1641A"/>
    <w:rsid w:val="00FF5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F5C1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F5C1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F5C1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F5C1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F5C1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F5C1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1177</Words>
  <Characters>672</Characters>
  <Application>Microsoft Office Word</Application>
  <DocSecurity>0</DocSecurity>
  <Lines>5</Lines>
  <Paragraphs>3</Paragraphs>
  <ScaleCrop>false</ScaleCrop>
  <Company>Microsoft</Company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2021-03-30T13:06:00Z</dcterms:created>
  <dcterms:modified xsi:type="dcterms:W3CDTF">2021-03-31T06:13:00Z</dcterms:modified>
</cp:coreProperties>
</file>