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2FD9" w:rsidRDefault="009A57BA" w:rsidP="00F52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57B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52FD9" w:rsidRDefault="00F52FD9" w:rsidP="00F52FD9"/>
    <w:p w:rsidR="00F52FD9" w:rsidRDefault="00F52FD9" w:rsidP="00F52FD9"/>
    <w:p w:rsidR="00F52FD9" w:rsidRDefault="00F52FD9" w:rsidP="00F52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52FD9" w:rsidRDefault="00F52FD9" w:rsidP="00F52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52FD9" w:rsidRDefault="00F52FD9" w:rsidP="00F52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52FD9" w:rsidRDefault="00F52FD9" w:rsidP="00F52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52FD9" w:rsidRDefault="00F52FD9" w:rsidP="00F52FD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2FD9" w:rsidRDefault="00F52FD9" w:rsidP="00F52F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52FD9" w:rsidRDefault="00F52FD9" w:rsidP="00F52F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2FD9" w:rsidRDefault="00F52FD9" w:rsidP="00F52FD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52FD9" w:rsidRDefault="00F52FD9" w:rsidP="00F52FD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F52FD9" w:rsidRDefault="00F52FD9" w:rsidP="00F52FD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52FD9" w:rsidRDefault="00F52FD9" w:rsidP="00F52FD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F52FD9" w:rsidRDefault="00F52FD9" w:rsidP="00F52FD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F52FD9" w:rsidRDefault="00F52FD9" w:rsidP="00F52FD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F52FD9" w:rsidRDefault="00F52FD9" w:rsidP="00F52FD9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Герець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Ф.В.</w:t>
      </w:r>
    </w:p>
    <w:p w:rsidR="00F52FD9" w:rsidRDefault="00F52FD9" w:rsidP="00F52FD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Ф.В., сільська  рада </w:t>
      </w: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Герець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Федору Васильовичу, який зареєстрована за адресою: </w:t>
      </w:r>
      <w:r w:rsidR="002D0A04" w:rsidRPr="002D0A04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ідентифікаційний номер </w:t>
      </w:r>
      <w:r w:rsidR="002D0A04" w:rsidRPr="002D0A04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0,1413 га, (кадастровий номер: 6823984000:01:019:0015),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сільська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Ф.В., посвідчити своє право  в  установленому  законом  порядку.</w:t>
      </w: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FD9" w:rsidRP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6F70" w:rsidRPr="00F52FD9" w:rsidRDefault="00F52FD9" w:rsidP="00F52F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376F70" w:rsidRPr="00F52FD9" w:rsidSect="00376F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F52FD9"/>
    <w:rsid w:val="00065702"/>
    <w:rsid w:val="001C3FA6"/>
    <w:rsid w:val="002D0A04"/>
    <w:rsid w:val="00376F70"/>
    <w:rsid w:val="0080608A"/>
    <w:rsid w:val="009A57BA"/>
    <w:rsid w:val="00B83D0E"/>
    <w:rsid w:val="00F5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FD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a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83D0E"/>
    <w:rPr>
      <w:b/>
      <w:bCs/>
      <w:i/>
      <w:iCs/>
    </w:rPr>
  </w:style>
  <w:style w:type="character" w:styleId="ad">
    <w:name w:val="Subtle Emphasis"/>
    <w:uiPriority w:val="19"/>
    <w:qFormat/>
    <w:rsid w:val="00B83D0E"/>
    <w:rPr>
      <w:i/>
      <w:iCs/>
    </w:rPr>
  </w:style>
  <w:style w:type="character" w:styleId="ae">
    <w:name w:val="Intense Emphasis"/>
    <w:uiPriority w:val="21"/>
    <w:qFormat/>
    <w:rsid w:val="00B83D0E"/>
    <w:rPr>
      <w:b/>
      <w:bCs/>
    </w:rPr>
  </w:style>
  <w:style w:type="character" w:styleId="af">
    <w:name w:val="Subtle Reference"/>
    <w:uiPriority w:val="31"/>
    <w:qFormat/>
    <w:rsid w:val="00B83D0E"/>
    <w:rPr>
      <w:smallCaps/>
    </w:rPr>
  </w:style>
  <w:style w:type="character" w:styleId="af0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1">
    <w:name w:val="Book Title"/>
    <w:uiPriority w:val="33"/>
    <w:qFormat/>
    <w:rsid w:val="00B83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n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974DC-A382-43EC-9D72-8021AD279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nev</Template>
  <TotalTime>1</TotalTime>
  <Pages>1</Pages>
  <Words>1096</Words>
  <Characters>626</Characters>
  <Application>Microsoft Office Word</Application>
  <DocSecurity>0</DocSecurity>
  <Lines>5</Lines>
  <Paragraphs>3</Paragraphs>
  <ScaleCrop>false</ScaleCrop>
  <Company>Microsoft</Company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2020-04-22T05:29:00Z</dcterms:created>
  <dcterms:modified xsi:type="dcterms:W3CDTF">2020-04-22T05:39:00Z</dcterms:modified>
</cp:coreProperties>
</file>